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B94E2" w14:textId="77777777" w:rsidR="00F95E30" w:rsidRDefault="00F95E30" w:rsidP="00F95E30">
      <w:pPr>
        <w:rPr>
          <w:sz w:val="24"/>
          <w:szCs w:val="24"/>
          <w:lang w:val="et-EE"/>
        </w:rPr>
      </w:pPr>
    </w:p>
    <w:p w14:paraId="379B9A70" w14:textId="77777777" w:rsidR="00F95E30" w:rsidRPr="00254895" w:rsidRDefault="00F95E30" w:rsidP="00F95E30">
      <w:pPr>
        <w:rPr>
          <w:sz w:val="24"/>
          <w:szCs w:val="24"/>
          <w:lang w:val="et-EE"/>
        </w:rPr>
      </w:pPr>
    </w:p>
    <w:p w14:paraId="67808996" w14:textId="77777777" w:rsidR="00844D71" w:rsidRPr="00254895" w:rsidRDefault="00844D71" w:rsidP="00844D71">
      <w:pPr>
        <w:jc w:val="center"/>
        <w:rPr>
          <w:b/>
          <w:sz w:val="24"/>
          <w:szCs w:val="24"/>
          <w:lang w:val="et-EE"/>
        </w:rPr>
      </w:pPr>
      <w:r w:rsidRPr="00254895">
        <w:rPr>
          <w:b/>
          <w:sz w:val="24"/>
          <w:szCs w:val="24"/>
          <w:lang w:val="et-EE"/>
        </w:rPr>
        <w:t>MAAPARANDUSSÜSTE</w:t>
      </w:r>
      <w:r w:rsidR="00333152" w:rsidRPr="00254895">
        <w:rPr>
          <w:b/>
          <w:sz w:val="24"/>
          <w:szCs w:val="24"/>
          <w:lang w:val="et-EE"/>
        </w:rPr>
        <w:t>E</w:t>
      </w:r>
      <w:r w:rsidRPr="00254895">
        <w:rPr>
          <w:b/>
          <w:sz w:val="24"/>
          <w:szCs w:val="24"/>
          <w:lang w:val="et-EE"/>
        </w:rPr>
        <w:t>MI</w:t>
      </w:r>
    </w:p>
    <w:p w14:paraId="492B2399" w14:textId="77777777" w:rsidR="00652B6B" w:rsidRPr="00254895" w:rsidRDefault="00844D71" w:rsidP="00844D71">
      <w:pPr>
        <w:jc w:val="center"/>
        <w:rPr>
          <w:b/>
          <w:sz w:val="24"/>
          <w:szCs w:val="24"/>
          <w:lang w:val="et-EE"/>
        </w:rPr>
      </w:pPr>
      <w:r w:rsidRPr="00254895">
        <w:rPr>
          <w:b/>
          <w:sz w:val="24"/>
          <w:szCs w:val="24"/>
          <w:lang w:val="et-EE"/>
        </w:rPr>
        <w:t xml:space="preserve">EHITUSPROJEKTI EKSPERTIISI TEOSTAMISE </w:t>
      </w:r>
      <w:r w:rsidRPr="00F85784">
        <w:rPr>
          <w:b/>
          <w:sz w:val="24"/>
          <w:szCs w:val="24"/>
          <w:lang w:val="et-EE"/>
        </w:rPr>
        <w:t>LEPING</w:t>
      </w:r>
      <w:r w:rsidR="00F85784" w:rsidRPr="00F85784">
        <w:rPr>
          <w:b/>
          <w:sz w:val="24"/>
          <w:szCs w:val="24"/>
          <w:lang w:val="et-EE"/>
        </w:rPr>
        <w:t xml:space="preserve"> </w:t>
      </w:r>
      <w:r w:rsidR="00F85784" w:rsidRPr="00F85784">
        <w:rPr>
          <w:b/>
          <w:sz w:val="24"/>
          <w:szCs w:val="24"/>
        </w:rPr>
        <w:t xml:space="preserve">nr </w:t>
      </w:r>
      <w:r w:rsidR="00F85784" w:rsidRPr="00F85784">
        <w:rPr>
          <w:b/>
          <w:sz w:val="24"/>
          <w:szCs w:val="24"/>
        </w:rPr>
        <w:fldChar w:fldCharType="begin"/>
      </w:r>
      <w:r w:rsidR="00F85784" w:rsidRPr="00F85784">
        <w:rPr>
          <w:b/>
          <w:sz w:val="24"/>
          <w:szCs w:val="24"/>
        </w:rPr>
        <w:instrText xml:space="preserve"> MACROBUTTON  AcceptAllChangesInDoc [Sisesta number] </w:instrText>
      </w:r>
      <w:r w:rsidR="00F85784" w:rsidRPr="00F85784">
        <w:rPr>
          <w:b/>
          <w:sz w:val="24"/>
          <w:szCs w:val="24"/>
        </w:rPr>
        <w:fldChar w:fldCharType="end"/>
      </w:r>
    </w:p>
    <w:p w14:paraId="2DBD8934" w14:textId="77777777" w:rsidR="00D52B78" w:rsidRDefault="00D52B78" w:rsidP="000722F1">
      <w:pPr>
        <w:pStyle w:val="NormalWeb"/>
        <w:spacing w:before="0" w:beforeAutospacing="0" w:after="0" w:afterAutospacing="0"/>
        <w:jc w:val="right"/>
        <w:rPr>
          <w:rFonts w:eastAsia="Calibri"/>
          <w:szCs w:val="22"/>
          <w:lang w:val="et-EE"/>
        </w:rPr>
      </w:pPr>
    </w:p>
    <w:p w14:paraId="2D78DCA2" w14:textId="2F5367B0" w:rsidR="002F521B" w:rsidRDefault="002F521B" w:rsidP="005D550E">
      <w:pPr>
        <w:pStyle w:val="NormalWeb"/>
        <w:spacing w:before="0" w:beforeAutospacing="0" w:after="0" w:afterAutospacing="0"/>
        <w:jc w:val="right"/>
        <w:rPr>
          <w:lang w:val="et-EE"/>
        </w:rPr>
      </w:pPr>
      <w:r w:rsidRPr="008212B6">
        <w:rPr>
          <w:rFonts w:eastAsia="Calibri"/>
          <w:szCs w:val="22"/>
          <w:lang w:val="et-EE"/>
        </w:rPr>
        <w:t>(hiliseima digitaalallkirja kuupäev)</w:t>
      </w:r>
    </w:p>
    <w:p w14:paraId="10B50E0B" w14:textId="77777777" w:rsidR="0093148E" w:rsidRPr="00D02662" w:rsidRDefault="0093148E" w:rsidP="002F521B">
      <w:pPr>
        <w:jc w:val="right"/>
        <w:rPr>
          <w:sz w:val="24"/>
          <w:szCs w:val="24"/>
          <w:lang w:val="et-EE"/>
        </w:rPr>
      </w:pPr>
    </w:p>
    <w:p w14:paraId="0CE871A6" w14:textId="0E1AF00D" w:rsidR="002F521B" w:rsidRPr="005E227A" w:rsidRDefault="005E227A" w:rsidP="002F521B">
      <w:pPr>
        <w:jc w:val="both"/>
        <w:rPr>
          <w:sz w:val="24"/>
          <w:szCs w:val="24"/>
          <w:lang w:val="et-EE"/>
        </w:rPr>
      </w:pPr>
      <w:r w:rsidRPr="005E227A">
        <w:rPr>
          <w:b/>
          <w:bCs/>
          <w:sz w:val="24"/>
          <w:szCs w:val="24"/>
          <w:lang w:val="et-EE"/>
        </w:rPr>
        <w:t>Riigimetsa Majandamise Keskus</w:t>
      </w:r>
      <w:r w:rsidRPr="004C3F67">
        <w:rPr>
          <w:sz w:val="24"/>
          <w:szCs w:val="24"/>
          <w:lang w:val="et-EE"/>
        </w:rPr>
        <w:t>,</w:t>
      </w:r>
      <w:r w:rsidRPr="005E227A">
        <w:rPr>
          <w:b/>
          <w:bCs/>
          <w:sz w:val="24"/>
          <w:szCs w:val="24"/>
          <w:lang w:val="et-EE"/>
        </w:rPr>
        <w:t xml:space="preserve"> </w:t>
      </w:r>
      <w:r w:rsidRPr="005E227A">
        <w:rPr>
          <w:sz w:val="24"/>
          <w:szCs w:val="24"/>
          <w:lang w:val="et-EE"/>
        </w:rPr>
        <w:t xml:space="preserve">edaspidi </w:t>
      </w:r>
      <w:r w:rsidRPr="004C3F67">
        <w:rPr>
          <w:b/>
          <w:bCs/>
          <w:sz w:val="24"/>
          <w:szCs w:val="24"/>
          <w:lang w:val="et-EE"/>
        </w:rPr>
        <w:t>tellija</w:t>
      </w:r>
      <w:r w:rsidRPr="005E227A">
        <w:rPr>
          <w:sz w:val="24"/>
          <w:szCs w:val="24"/>
          <w:lang w:val="et-EE"/>
        </w:rPr>
        <w:t>, keda esindab RMK juhatuse 10.09.2024 otsusega nr 1-32/67 kinnitatud RMK metsataristu osakonna põhimääruse alusel metsataristu osakonna juhataja Margus Reimann, ühelt poolt,</w:t>
      </w:r>
    </w:p>
    <w:p w14:paraId="4C5CA2E1" w14:textId="77777777" w:rsidR="002F521B" w:rsidRPr="008212B6" w:rsidRDefault="002F521B" w:rsidP="002F521B">
      <w:pPr>
        <w:jc w:val="both"/>
        <w:rPr>
          <w:sz w:val="24"/>
          <w:szCs w:val="24"/>
          <w:lang w:val="et-EE"/>
        </w:rPr>
      </w:pPr>
    </w:p>
    <w:p w14:paraId="18E166B6" w14:textId="77757FCD" w:rsidR="002F521B" w:rsidRPr="008212B6" w:rsidRDefault="0093148E" w:rsidP="002F521B">
      <w:pPr>
        <w:jc w:val="both"/>
        <w:rPr>
          <w:rFonts w:eastAsia="Calibri"/>
          <w:sz w:val="24"/>
          <w:szCs w:val="24"/>
          <w:lang w:val="fi-FI"/>
        </w:rPr>
      </w:pPr>
      <w:r w:rsidRPr="00D02662">
        <w:rPr>
          <w:sz w:val="24"/>
          <w:szCs w:val="24"/>
          <w:lang w:val="et-EE"/>
        </w:rPr>
        <w:t>ja</w:t>
      </w:r>
      <w:r w:rsidR="002F521B" w:rsidRPr="008212B6">
        <w:rPr>
          <w:sz w:val="24"/>
          <w:szCs w:val="24"/>
          <w:lang w:val="fi-FI"/>
        </w:rPr>
        <w:t xml:space="preserve">, </w:t>
      </w:r>
      <w:proofErr w:type="spellStart"/>
      <w:r w:rsidR="002F521B" w:rsidRPr="008212B6">
        <w:rPr>
          <w:bCs/>
          <w:sz w:val="24"/>
          <w:szCs w:val="24"/>
          <w:lang w:val="fi-FI"/>
        </w:rPr>
        <w:t>edaspidi</w:t>
      </w:r>
      <w:proofErr w:type="spellEnd"/>
      <w:r w:rsidR="002F521B" w:rsidRPr="008212B6">
        <w:rPr>
          <w:bCs/>
          <w:sz w:val="24"/>
          <w:szCs w:val="24"/>
          <w:lang w:val="fi-FI"/>
        </w:rPr>
        <w:t xml:space="preserve"> </w:t>
      </w:r>
      <w:proofErr w:type="spellStart"/>
      <w:r w:rsidR="002F521B" w:rsidRPr="008212B6">
        <w:rPr>
          <w:b/>
          <w:bCs/>
          <w:sz w:val="24"/>
          <w:szCs w:val="24"/>
          <w:lang w:val="fi-FI"/>
        </w:rPr>
        <w:t>ekspert</w:t>
      </w:r>
      <w:proofErr w:type="spellEnd"/>
      <w:r w:rsidR="002F521B" w:rsidRPr="008212B6">
        <w:rPr>
          <w:bCs/>
          <w:sz w:val="24"/>
          <w:szCs w:val="24"/>
          <w:lang w:val="fi-FI"/>
        </w:rPr>
        <w:t xml:space="preserve">, </w:t>
      </w:r>
      <w:proofErr w:type="spellStart"/>
      <w:r w:rsidR="002F521B" w:rsidRPr="008212B6">
        <w:rPr>
          <w:iCs/>
          <w:sz w:val="24"/>
          <w:szCs w:val="24"/>
          <w:lang w:val="fi-FI"/>
        </w:rPr>
        <w:t>keda</w:t>
      </w:r>
      <w:proofErr w:type="spellEnd"/>
      <w:r w:rsidR="002F521B" w:rsidRPr="008212B6">
        <w:rPr>
          <w:iCs/>
          <w:sz w:val="24"/>
          <w:szCs w:val="24"/>
          <w:lang w:val="fi-FI"/>
        </w:rPr>
        <w:t xml:space="preserve"> </w:t>
      </w:r>
      <w:proofErr w:type="spellStart"/>
      <w:r w:rsidR="002F521B" w:rsidRPr="008212B6">
        <w:rPr>
          <w:iCs/>
          <w:sz w:val="24"/>
          <w:szCs w:val="24"/>
          <w:lang w:val="fi-FI"/>
        </w:rPr>
        <w:t>esindab</w:t>
      </w:r>
      <w:proofErr w:type="spellEnd"/>
      <w:r w:rsidR="002F521B" w:rsidRPr="008212B6">
        <w:rPr>
          <w:iCs/>
          <w:sz w:val="24"/>
          <w:szCs w:val="24"/>
          <w:lang w:val="fi-FI"/>
        </w:rPr>
        <w:t xml:space="preserve"> </w:t>
      </w:r>
      <w:r w:rsidR="002F521B" w:rsidRPr="008212B6">
        <w:rPr>
          <w:sz w:val="24"/>
          <w:szCs w:val="24"/>
          <w:lang w:val="fi-FI"/>
        </w:rPr>
        <w:t>[</w:t>
      </w:r>
      <w:proofErr w:type="spellStart"/>
      <w:r w:rsidR="002F521B" w:rsidRPr="008212B6">
        <w:rPr>
          <w:sz w:val="24"/>
          <w:szCs w:val="24"/>
          <w:lang w:val="fi-FI"/>
        </w:rPr>
        <w:t>Vali</w:t>
      </w:r>
      <w:proofErr w:type="spellEnd"/>
      <w:r w:rsidR="002F521B" w:rsidRPr="008212B6">
        <w:rPr>
          <w:sz w:val="24"/>
          <w:szCs w:val="24"/>
          <w:lang w:val="fi-FI"/>
        </w:rPr>
        <w:t xml:space="preserve"> </w:t>
      </w:r>
      <w:proofErr w:type="spellStart"/>
      <w:r w:rsidR="002F521B" w:rsidRPr="008212B6">
        <w:rPr>
          <w:sz w:val="24"/>
          <w:szCs w:val="24"/>
          <w:lang w:val="fi-FI"/>
        </w:rPr>
        <w:t>sobiv</w:t>
      </w:r>
      <w:proofErr w:type="spellEnd"/>
      <w:r w:rsidR="002F521B" w:rsidRPr="008212B6">
        <w:rPr>
          <w:sz w:val="24"/>
          <w:szCs w:val="24"/>
          <w:lang w:val="fi-FI"/>
        </w:rPr>
        <w:t>]</w:t>
      </w:r>
      <w:r w:rsidR="002F521B" w:rsidRPr="008212B6">
        <w:rPr>
          <w:iCs/>
          <w:sz w:val="24"/>
          <w:szCs w:val="24"/>
          <w:lang w:val="fi-FI"/>
        </w:rPr>
        <w:t xml:space="preserve"> </w:t>
      </w:r>
      <w:proofErr w:type="spellStart"/>
      <w:r w:rsidR="002F521B" w:rsidRPr="008212B6">
        <w:rPr>
          <w:iCs/>
          <w:sz w:val="24"/>
          <w:szCs w:val="24"/>
          <w:lang w:val="fi-FI"/>
        </w:rPr>
        <w:t>alusel</w:t>
      </w:r>
      <w:proofErr w:type="spellEnd"/>
      <w:r w:rsidR="002F521B" w:rsidRPr="008212B6">
        <w:rPr>
          <w:iCs/>
          <w:sz w:val="24"/>
          <w:szCs w:val="24"/>
          <w:lang w:val="fi-FI"/>
        </w:rPr>
        <w:t xml:space="preserve"> </w:t>
      </w:r>
      <w:r w:rsidR="002F521B" w:rsidRPr="00D02662">
        <w:rPr>
          <w:rFonts w:eastAsia="Calibri"/>
          <w:sz w:val="24"/>
          <w:szCs w:val="24"/>
        </w:rPr>
        <w:fldChar w:fldCharType="begin"/>
      </w:r>
      <w:r w:rsidR="002F521B" w:rsidRPr="008212B6">
        <w:rPr>
          <w:rFonts w:eastAsia="Calibri"/>
          <w:sz w:val="24"/>
          <w:szCs w:val="24"/>
          <w:lang w:val="fi-FI"/>
        </w:rPr>
        <w:instrText xml:space="preserve"> MACROBUTTON  AcceptAllChangesInDoc [Sisesta ametinimetus] </w:instrText>
      </w:r>
      <w:r w:rsidR="002F521B" w:rsidRPr="00D02662">
        <w:rPr>
          <w:rFonts w:eastAsia="Calibri"/>
          <w:sz w:val="24"/>
          <w:szCs w:val="24"/>
        </w:rPr>
        <w:fldChar w:fldCharType="end"/>
      </w:r>
      <w:r w:rsidR="002F521B" w:rsidRPr="00D02662">
        <w:rPr>
          <w:rFonts w:eastAsia="Calibri"/>
          <w:sz w:val="24"/>
          <w:szCs w:val="24"/>
        </w:rPr>
        <w:fldChar w:fldCharType="begin"/>
      </w:r>
      <w:r w:rsidR="002F521B" w:rsidRPr="008212B6">
        <w:rPr>
          <w:rFonts w:eastAsia="Calibri"/>
          <w:sz w:val="24"/>
          <w:szCs w:val="24"/>
          <w:lang w:val="fi-FI"/>
        </w:rPr>
        <w:instrText xml:space="preserve"> MACROBUTTON  AcceptAllChangesInDoc [Sisesta eesnimi ja perekonnanimi] </w:instrText>
      </w:r>
      <w:r w:rsidR="002F521B" w:rsidRPr="00D02662">
        <w:rPr>
          <w:rFonts w:eastAsia="Calibri"/>
          <w:sz w:val="24"/>
          <w:szCs w:val="24"/>
        </w:rPr>
        <w:fldChar w:fldCharType="end"/>
      </w:r>
      <w:r w:rsidR="002F521B" w:rsidRPr="008212B6">
        <w:rPr>
          <w:rFonts w:eastAsia="Calibri"/>
          <w:sz w:val="24"/>
          <w:szCs w:val="24"/>
          <w:lang w:val="fi-FI"/>
        </w:rPr>
        <w:t xml:space="preserve">, </w:t>
      </w:r>
      <w:proofErr w:type="spellStart"/>
      <w:r w:rsidR="002F521B" w:rsidRPr="008212B6">
        <w:rPr>
          <w:rFonts w:eastAsia="Calibri"/>
          <w:sz w:val="24"/>
          <w:szCs w:val="24"/>
          <w:lang w:val="fi-FI"/>
        </w:rPr>
        <w:t>teiselt</w:t>
      </w:r>
      <w:proofErr w:type="spellEnd"/>
      <w:r w:rsidR="002F521B" w:rsidRPr="008212B6">
        <w:rPr>
          <w:rFonts w:eastAsia="Calibri"/>
          <w:sz w:val="24"/>
          <w:szCs w:val="24"/>
          <w:lang w:val="fi-FI"/>
        </w:rPr>
        <w:t xml:space="preserve"> </w:t>
      </w:r>
      <w:proofErr w:type="spellStart"/>
      <w:r w:rsidR="002F521B" w:rsidRPr="008212B6">
        <w:rPr>
          <w:rFonts w:eastAsia="Calibri"/>
          <w:sz w:val="24"/>
          <w:szCs w:val="24"/>
          <w:lang w:val="fi-FI"/>
        </w:rPr>
        <w:t>poolt</w:t>
      </w:r>
      <w:proofErr w:type="spellEnd"/>
      <w:r w:rsidR="002F521B" w:rsidRPr="008212B6">
        <w:rPr>
          <w:rFonts w:eastAsia="Calibri"/>
          <w:sz w:val="24"/>
          <w:szCs w:val="24"/>
          <w:lang w:val="fi-FI"/>
        </w:rPr>
        <w:t>,</w:t>
      </w:r>
    </w:p>
    <w:p w14:paraId="333B9850" w14:textId="6D2FF646" w:rsidR="00CE1954" w:rsidRPr="00D02662" w:rsidRDefault="00CE1954" w:rsidP="002F521B">
      <w:pPr>
        <w:jc w:val="both"/>
        <w:rPr>
          <w:i/>
          <w:iCs/>
          <w:sz w:val="24"/>
          <w:szCs w:val="24"/>
          <w:lang w:val="et-EE"/>
        </w:rPr>
      </w:pPr>
    </w:p>
    <w:p w14:paraId="104EFF9F" w14:textId="77777777" w:rsidR="0093148E" w:rsidRPr="008212B6" w:rsidRDefault="0093148E" w:rsidP="0093148E">
      <w:pPr>
        <w:jc w:val="both"/>
        <w:rPr>
          <w:sz w:val="24"/>
          <w:szCs w:val="24"/>
          <w:lang w:val="fi-FI"/>
        </w:rPr>
      </w:pPr>
      <w:r w:rsidRPr="00D02662">
        <w:rPr>
          <w:sz w:val="24"/>
          <w:szCs w:val="24"/>
          <w:lang w:val="et-EE"/>
        </w:rPr>
        <w:t xml:space="preserve">keda nimetatakse edaspidi </w:t>
      </w:r>
      <w:r w:rsidR="0043132A" w:rsidRPr="00D02662">
        <w:rPr>
          <w:b/>
          <w:sz w:val="24"/>
          <w:szCs w:val="24"/>
          <w:lang w:val="et-EE"/>
        </w:rPr>
        <w:t>p</w:t>
      </w:r>
      <w:r w:rsidRPr="00D02662">
        <w:rPr>
          <w:b/>
          <w:sz w:val="24"/>
          <w:szCs w:val="24"/>
          <w:lang w:val="et-EE"/>
        </w:rPr>
        <w:t xml:space="preserve">ool </w:t>
      </w:r>
      <w:r w:rsidRPr="00D02662">
        <w:rPr>
          <w:sz w:val="24"/>
          <w:szCs w:val="24"/>
          <w:lang w:val="et-EE"/>
        </w:rPr>
        <w:t xml:space="preserve">või ühiselt </w:t>
      </w:r>
      <w:r w:rsidR="0043132A" w:rsidRPr="00D02662">
        <w:rPr>
          <w:b/>
          <w:sz w:val="24"/>
          <w:szCs w:val="24"/>
          <w:lang w:val="et-EE"/>
        </w:rPr>
        <w:t>p</w:t>
      </w:r>
      <w:r w:rsidRPr="00D02662">
        <w:rPr>
          <w:b/>
          <w:sz w:val="24"/>
          <w:szCs w:val="24"/>
          <w:lang w:val="et-EE"/>
        </w:rPr>
        <w:t>ooled</w:t>
      </w:r>
      <w:r w:rsidRPr="00D02662">
        <w:rPr>
          <w:sz w:val="24"/>
          <w:szCs w:val="24"/>
          <w:lang w:val="et-EE"/>
        </w:rPr>
        <w:t>,</w:t>
      </w:r>
      <w:r w:rsidR="004F2737" w:rsidRPr="008212B6">
        <w:rPr>
          <w:sz w:val="24"/>
          <w:szCs w:val="24"/>
          <w:lang w:val="fi-FI"/>
        </w:rPr>
        <w:t xml:space="preserve"> </w:t>
      </w:r>
    </w:p>
    <w:p w14:paraId="41B11FF9" w14:textId="77777777" w:rsidR="002F521B" w:rsidRPr="00D02662" w:rsidRDefault="002F521B" w:rsidP="0093148E">
      <w:pPr>
        <w:jc w:val="both"/>
        <w:rPr>
          <w:sz w:val="24"/>
          <w:szCs w:val="24"/>
          <w:lang w:val="et-EE"/>
        </w:rPr>
      </w:pPr>
    </w:p>
    <w:p w14:paraId="24E04D90" w14:textId="649668F0" w:rsidR="00EE5B97" w:rsidRPr="00EE5B97" w:rsidRDefault="0093148E" w:rsidP="00EE5B97">
      <w:pPr>
        <w:jc w:val="both"/>
        <w:rPr>
          <w:sz w:val="24"/>
          <w:szCs w:val="24"/>
          <w:lang w:val="et-EE"/>
        </w:rPr>
      </w:pPr>
      <w:r w:rsidRPr="00D02662">
        <w:rPr>
          <w:sz w:val="24"/>
          <w:szCs w:val="24"/>
          <w:lang w:val="et-EE"/>
        </w:rPr>
        <w:t xml:space="preserve">sõlmisid käesoleva lepingu, </w:t>
      </w:r>
      <w:r w:rsidR="00CE1954" w:rsidRPr="008212B6">
        <w:rPr>
          <w:sz w:val="24"/>
          <w:szCs w:val="24"/>
          <w:lang w:val="et-EE"/>
        </w:rPr>
        <w:t xml:space="preserve">edaspidi </w:t>
      </w:r>
      <w:r w:rsidR="00CE1954" w:rsidRPr="008212B6">
        <w:rPr>
          <w:b/>
          <w:sz w:val="24"/>
          <w:szCs w:val="24"/>
          <w:lang w:val="et-EE"/>
        </w:rPr>
        <w:t>leping,</w:t>
      </w:r>
      <w:r w:rsidR="00EE5B97">
        <w:rPr>
          <w:sz w:val="24"/>
          <w:szCs w:val="24"/>
          <w:lang w:val="et-EE"/>
        </w:rPr>
        <w:t xml:space="preserve"> </w:t>
      </w:r>
      <w:r w:rsidR="00EE5B97" w:rsidRPr="00EE5B97">
        <w:rPr>
          <w:sz w:val="24"/>
          <w:szCs w:val="24"/>
          <w:lang w:val="et-EE"/>
        </w:rPr>
        <w:t xml:space="preserve">avatud menetlusega riigihanke </w:t>
      </w:r>
      <w:r w:rsidR="00916733" w:rsidRPr="00916733">
        <w:rPr>
          <w:sz w:val="24"/>
          <w:szCs w:val="24"/>
          <w:lang w:val="et-EE"/>
        </w:rPr>
        <w:t>1-47/3249 „Maaparanduse ehitusprojektide ekspertiisid 2025-2028“ (viitenumber 286978</w:t>
      </w:r>
      <w:r w:rsidR="00EE5B97" w:rsidRPr="000F2F41">
        <w:rPr>
          <w:sz w:val="24"/>
          <w:szCs w:val="24"/>
          <w:lang w:val="et-EE"/>
        </w:rPr>
        <w:t xml:space="preserve">) raames läbiviidud minikonkursi </w:t>
      </w:r>
      <w:r w:rsidR="0029481F" w:rsidRPr="000F2F41">
        <w:rPr>
          <w:sz w:val="24"/>
          <w:szCs w:val="24"/>
          <w:lang w:val="et-EE"/>
        </w:rPr>
        <w:t xml:space="preserve">(viitenumber [Sisesta number]) </w:t>
      </w:r>
      <w:r w:rsidR="00EE5B97" w:rsidRPr="000F2F41">
        <w:rPr>
          <w:sz w:val="24"/>
          <w:szCs w:val="24"/>
          <w:lang w:val="et-EE"/>
        </w:rPr>
        <w:t>„[Sisesta</w:t>
      </w:r>
      <w:r w:rsidR="00EE5B97" w:rsidRPr="00EE5B97">
        <w:rPr>
          <w:sz w:val="24"/>
          <w:szCs w:val="24"/>
          <w:lang w:val="et-EE"/>
        </w:rPr>
        <w:t xml:space="preserve"> pealkiri]“ </w:t>
      </w:r>
      <w:r w:rsidR="00DD74E1">
        <w:rPr>
          <w:sz w:val="24"/>
          <w:szCs w:val="24"/>
          <w:lang w:val="et-EE"/>
        </w:rPr>
        <w:t xml:space="preserve">tulemusena </w:t>
      </w:r>
      <w:r w:rsidR="00EE5B97" w:rsidRPr="00EE5B97">
        <w:rPr>
          <w:sz w:val="24"/>
          <w:szCs w:val="24"/>
          <w:lang w:val="et-EE"/>
        </w:rPr>
        <w:t>alljärgnevas</w:t>
      </w:r>
    </w:p>
    <w:p w14:paraId="66F214BF" w14:textId="77777777" w:rsidR="00CE1954" w:rsidRPr="00D02662" w:rsidRDefault="00CE1954" w:rsidP="00CE1954">
      <w:pPr>
        <w:jc w:val="both"/>
        <w:rPr>
          <w:b/>
          <w:sz w:val="24"/>
          <w:szCs w:val="24"/>
          <w:lang w:val="et-EE"/>
        </w:rPr>
      </w:pPr>
    </w:p>
    <w:p w14:paraId="7012CB03" w14:textId="77777777" w:rsidR="00C03C46" w:rsidRPr="00181D90" w:rsidRDefault="00C03C46" w:rsidP="00845655">
      <w:pPr>
        <w:pStyle w:val="Pealkiri11"/>
        <w:tabs>
          <w:tab w:val="left" w:pos="851"/>
        </w:tabs>
        <w:ind w:left="0" w:firstLine="0"/>
        <w:rPr>
          <w:b/>
          <w:sz w:val="24"/>
          <w:szCs w:val="24"/>
          <w:lang w:val="et-EE"/>
        </w:rPr>
      </w:pPr>
      <w:r w:rsidRPr="00181D90">
        <w:rPr>
          <w:b/>
          <w:sz w:val="24"/>
          <w:szCs w:val="24"/>
          <w:lang w:val="et-EE"/>
        </w:rPr>
        <w:t>Lepingu objekt</w:t>
      </w:r>
    </w:p>
    <w:p w14:paraId="1C0313F3" w14:textId="7C4EDC11" w:rsidR="00D02662" w:rsidRPr="00D02662" w:rsidRDefault="001E72E8" w:rsidP="00845655">
      <w:pPr>
        <w:pStyle w:val="Pealkiri21"/>
        <w:numPr>
          <w:ilvl w:val="0"/>
          <w:numId w:val="0"/>
        </w:numPr>
        <w:tabs>
          <w:tab w:val="left" w:pos="851"/>
        </w:tabs>
        <w:jc w:val="both"/>
        <w:rPr>
          <w:sz w:val="24"/>
          <w:szCs w:val="24"/>
          <w:lang w:val="et-EE"/>
        </w:rPr>
      </w:pPr>
      <w:r w:rsidRPr="00D02662">
        <w:rPr>
          <w:sz w:val="24"/>
          <w:szCs w:val="24"/>
          <w:lang w:val="et-EE"/>
        </w:rPr>
        <w:t xml:space="preserve">Lepingu objektiks </w:t>
      </w:r>
      <w:r w:rsidR="006B6554" w:rsidRPr="00D02662">
        <w:rPr>
          <w:sz w:val="24"/>
          <w:szCs w:val="24"/>
          <w:lang w:val="et-EE"/>
        </w:rPr>
        <w:t>on</w:t>
      </w:r>
      <w:r w:rsidR="008212B6">
        <w:rPr>
          <w:sz w:val="24"/>
          <w:szCs w:val="24"/>
          <w:lang w:val="et-EE"/>
        </w:rPr>
        <w:t xml:space="preserve"> eksperdi poolt</w:t>
      </w:r>
      <w:r w:rsidR="006B6554" w:rsidRPr="00D02662">
        <w:rPr>
          <w:sz w:val="24"/>
          <w:szCs w:val="24"/>
          <w:lang w:val="et-EE"/>
        </w:rPr>
        <w:t xml:space="preserve"> </w:t>
      </w:r>
      <w:r w:rsidR="00C95C0B" w:rsidRPr="00D02662">
        <w:rPr>
          <w:sz w:val="24"/>
          <w:szCs w:val="24"/>
          <w:lang w:val="et-EE"/>
        </w:rPr>
        <w:fldChar w:fldCharType="begin"/>
      </w:r>
      <w:r w:rsidR="00C95C0B" w:rsidRPr="00D02662">
        <w:rPr>
          <w:sz w:val="24"/>
          <w:szCs w:val="24"/>
          <w:lang w:val="et-EE"/>
        </w:rPr>
        <w:instrText xml:space="preserve"> MACROBUTTON  AcceptAllChangesInDoc [Sisesta objekt] </w:instrText>
      </w:r>
      <w:r w:rsidR="00C95C0B" w:rsidRPr="00D02662">
        <w:rPr>
          <w:sz w:val="24"/>
          <w:szCs w:val="24"/>
          <w:lang w:val="et-EE"/>
        </w:rPr>
        <w:fldChar w:fldCharType="end"/>
      </w:r>
      <w:r w:rsidR="00C731E1">
        <w:rPr>
          <w:sz w:val="24"/>
          <w:szCs w:val="24"/>
          <w:lang w:val="et-EE"/>
        </w:rPr>
        <w:t>maaparandus</w:t>
      </w:r>
      <w:r w:rsidR="00D4037F" w:rsidRPr="00D02662">
        <w:rPr>
          <w:sz w:val="24"/>
          <w:szCs w:val="24"/>
          <w:lang w:val="et-EE"/>
        </w:rPr>
        <w:t xml:space="preserve">süsteemi rekonstrueerimise </w:t>
      </w:r>
      <w:r w:rsidR="006B6554" w:rsidRPr="00D02662">
        <w:rPr>
          <w:sz w:val="24"/>
          <w:szCs w:val="24"/>
          <w:lang w:val="et-EE"/>
        </w:rPr>
        <w:t>projekti</w:t>
      </w:r>
      <w:r w:rsidR="00874BFA" w:rsidRPr="00D02662">
        <w:rPr>
          <w:sz w:val="24"/>
          <w:szCs w:val="24"/>
          <w:lang w:val="et-EE"/>
        </w:rPr>
        <w:t xml:space="preserve"> </w:t>
      </w:r>
      <w:r w:rsidR="007F00F0" w:rsidRPr="00D02662">
        <w:rPr>
          <w:sz w:val="24"/>
          <w:szCs w:val="24"/>
          <w:lang w:val="et-EE"/>
        </w:rPr>
        <w:t>t</w:t>
      </w:r>
      <w:r w:rsidRPr="00D02662">
        <w:rPr>
          <w:sz w:val="24"/>
          <w:szCs w:val="24"/>
          <w:lang w:val="et-EE"/>
        </w:rPr>
        <w:t xml:space="preserve">öö nr </w:t>
      </w:r>
      <w:r w:rsidR="00C11940" w:rsidRPr="00D02662">
        <w:rPr>
          <w:sz w:val="24"/>
          <w:szCs w:val="24"/>
          <w:lang w:val="et-EE"/>
        </w:rPr>
        <w:fldChar w:fldCharType="begin"/>
      </w:r>
      <w:r w:rsidR="00C11940" w:rsidRPr="00D02662">
        <w:rPr>
          <w:sz w:val="24"/>
          <w:szCs w:val="24"/>
          <w:lang w:val="et-EE"/>
        </w:rPr>
        <w:instrText xml:space="preserve"> MACROBUTTON  AcceptAllChangesInDoc [Sisesta number]</w:instrText>
      </w:r>
      <w:r w:rsidR="00C11940" w:rsidRPr="00D02662">
        <w:rPr>
          <w:sz w:val="24"/>
          <w:szCs w:val="24"/>
          <w:lang w:val="et-EE"/>
        </w:rPr>
        <w:fldChar w:fldCharType="end"/>
      </w:r>
      <w:r w:rsidR="00C11940" w:rsidRPr="00D02662">
        <w:rPr>
          <w:sz w:val="24"/>
          <w:szCs w:val="24"/>
          <w:lang w:val="et-EE"/>
        </w:rPr>
        <w:t xml:space="preserve">, </w:t>
      </w:r>
      <w:r w:rsidRPr="00D02662">
        <w:rPr>
          <w:sz w:val="24"/>
          <w:szCs w:val="24"/>
          <w:lang w:val="et-EE"/>
        </w:rPr>
        <w:t>projekti koostaja</w:t>
      </w:r>
      <w:r w:rsidR="00C11940" w:rsidRPr="00D02662">
        <w:rPr>
          <w:sz w:val="24"/>
          <w:szCs w:val="24"/>
          <w:lang w:val="et-EE"/>
        </w:rPr>
        <w:t xml:space="preserve"> </w:t>
      </w:r>
      <w:r w:rsidR="00C11940" w:rsidRPr="00D02662">
        <w:rPr>
          <w:sz w:val="24"/>
          <w:szCs w:val="24"/>
          <w:lang w:val="et-EE"/>
        </w:rPr>
        <w:fldChar w:fldCharType="begin"/>
      </w:r>
      <w:r w:rsidR="00C11940" w:rsidRPr="00D02662">
        <w:rPr>
          <w:sz w:val="24"/>
          <w:szCs w:val="24"/>
          <w:lang w:val="et-EE"/>
        </w:rPr>
        <w:instrText xml:space="preserve"> MACROBUTTON  AcceptAllChangesInDoc [Sisesta koostaja] </w:instrText>
      </w:r>
      <w:r w:rsidR="00C11940" w:rsidRPr="00D02662">
        <w:rPr>
          <w:sz w:val="24"/>
          <w:szCs w:val="24"/>
          <w:lang w:val="et-EE"/>
        </w:rPr>
        <w:fldChar w:fldCharType="end"/>
      </w:r>
      <w:r w:rsidR="006B6554" w:rsidRPr="00D02662">
        <w:rPr>
          <w:sz w:val="24"/>
          <w:szCs w:val="24"/>
          <w:lang w:val="et-EE"/>
        </w:rPr>
        <w:t>ekspertiisi läbiviimine</w:t>
      </w:r>
      <w:r w:rsidRPr="00D02662">
        <w:rPr>
          <w:sz w:val="24"/>
          <w:szCs w:val="24"/>
          <w:lang w:val="et-EE"/>
        </w:rPr>
        <w:t>.</w:t>
      </w:r>
    </w:p>
    <w:p w14:paraId="3D210D72" w14:textId="77777777" w:rsidR="00CA2027" w:rsidRPr="00D02662" w:rsidRDefault="00CA2027" w:rsidP="00845655">
      <w:pPr>
        <w:tabs>
          <w:tab w:val="left" w:pos="851"/>
        </w:tabs>
        <w:jc w:val="both"/>
        <w:rPr>
          <w:sz w:val="24"/>
          <w:szCs w:val="24"/>
          <w:lang w:val="et-EE"/>
        </w:rPr>
      </w:pPr>
    </w:p>
    <w:p w14:paraId="380DA2C9" w14:textId="77777777" w:rsidR="00CA2027" w:rsidRPr="00D02662" w:rsidRDefault="00CA2027" w:rsidP="00845655">
      <w:pPr>
        <w:pStyle w:val="Pealkiri11"/>
        <w:tabs>
          <w:tab w:val="left" w:pos="851"/>
        </w:tabs>
        <w:ind w:left="0" w:firstLine="0"/>
        <w:rPr>
          <w:b/>
          <w:sz w:val="24"/>
          <w:szCs w:val="24"/>
          <w:lang w:val="et-EE"/>
        </w:rPr>
      </w:pPr>
      <w:r w:rsidRPr="00D02662">
        <w:rPr>
          <w:b/>
          <w:sz w:val="24"/>
          <w:szCs w:val="24"/>
          <w:lang w:val="et-EE"/>
        </w:rPr>
        <w:t xml:space="preserve">Eksperdi õigused ja kohustused </w:t>
      </w:r>
    </w:p>
    <w:p w14:paraId="7E2AC0B9" w14:textId="77777777" w:rsidR="00CA2027" w:rsidRPr="00D02662" w:rsidRDefault="00CA2027" w:rsidP="00845655">
      <w:pPr>
        <w:pStyle w:val="Pealkiri21"/>
        <w:tabs>
          <w:tab w:val="left" w:pos="851"/>
        </w:tabs>
        <w:ind w:left="0" w:firstLine="0"/>
        <w:jc w:val="both"/>
        <w:rPr>
          <w:sz w:val="24"/>
          <w:szCs w:val="24"/>
          <w:lang w:val="et-EE"/>
        </w:rPr>
      </w:pPr>
      <w:r w:rsidRPr="00D02662">
        <w:rPr>
          <w:sz w:val="24"/>
          <w:szCs w:val="24"/>
          <w:lang w:val="et-EE"/>
        </w:rPr>
        <w:t>Ekspert on kohustatud</w:t>
      </w:r>
      <w:r w:rsidR="00D02662" w:rsidRPr="00D02662">
        <w:rPr>
          <w:sz w:val="24"/>
          <w:szCs w:val="24"/>
          <w:lang w:val="et-EE"/>
        </w:rPr>
        <w:t>:</w:t>
      </w:r>
    </w:p>
    <w:p w14:paraId="493072E4" w14:textId="408DD3A5" w:rsidR="00CA2027" w:rsidRPr="00D02662" w:rsidRDefault="006B6554" w:rsidP="00845655">
      <w:pPr>
        <w:pStyle w:val="Pealkiri31"/>
        <w:tabs>
          <w:tab w:val="left" w:pos="851"/>
        </w:tabs>
        <w:ind w:left="0" w:firstLine="0"/>
        <w:jc w:val="both"/>
        <w:rPr>
          <w:sz w:val="24"/>
          <w:szCs w:val="24"/>
          <w:lang w:val="et-EE"/>
        </w:rPr>
      </w:pPr>
      <w:r w:rsidRPr="00D02662">
        <w:rPr>
          <w:sz w:val="24"/>
          <w:szCs w:val="24"/>
          <w:lang w:val="et-EE"/>
        </w:rPr>
        <w:t>t</w:t>
      </w:r>
      <w:r w:rsidR="0006519F" w:rsidRPr="00D02662">
        <w:rPr>
          <w:sz w:val="24"/>
          <w:szCs w:val="24"/>
          <w:lang w:val="et-EE"/>
        </w:rPr>
        <w:t>egem</w:t>
      </w:r>
      <w:r w:rsidR="0043132A" w:rsidRPr="00D02662">
        <w:rPr>
          <w:sz w:val="24"/>
          <w:szCs w:val="24"/>
          <w:lang w:val="et-EE"/>
        </w:rPr>
        <w:t>a ekspertiisi õigusaktidele ja l</w:t>
      </w:r>
      <w:r w:rsidR="00CA2027" w:rsidRPr="00D02662">
        <w:rPr>
          <w:sz w:val="24"/>
          <w:szCs w:val="24"/>
          <w:lang w:val="et-EE"/>
        </w:rPr>
        <w:t xml:space="preserve">epingu tingimustele </w:t>
      </w:r>
      <w:r w:rsidR="0006519F" w:rsidRPr="00D02662">
        <w:rPr>
          <w:sz w:val="24"/>
          <w:szCs w:val="24"/>
          <w:lang w:val="et-EE"/>
        </w:rPr>
        <w:t>vastavalt, head tava järgides ning</w:t>
      </w:r>
      <w:r w:rsidR="0043132A" w:rsidRPr="00D02662">
        <w:rPr>
          <w:sz w:val="24"/>
          <w:szCs w:val="24"/>
          <w:lang w:val="et-EE"/>
        </w:rPr>
        <w:t xml:space="preserve"> lähtuvalt t</w:t>
      </w:r>
      <w:r w:rsidR="005C4A89" w:rsidRPr="00D02662">
        <w:rPr>
          <w:sz w:val="24"/>
          <w:szCs w:val="24"/>
          <w:lang w:val="et-EE"/>
        </w:rPr>
        <w:t xml:space="preserve">ellija parimatest huvidest. </w:t>
      </w:r>
      <w:r w:rsidR="00955493" w:rsidRPr="00D02662">
        <w:rPr>
          <w:sz w:val="24"/>
          <w:szCs w:val="24"/>
          <w:lang w:val="et-EE"/>
        </w:rPr>
        <w:t xml:space="preserve">Ekspertiis </w:t>
      </w:r>
      <w:r w:rsidR="00CE1954" w:rsidRPr="00D02662">
        <w:rPr>
          <w:sz w:val="24"/>
          <w:szCs w:val="24"/>
          <w:lang w:val="et-EE"/>
        </w:rPr>
        <w:t xml:space="preserve">peab olema kooskõlas käesoleva lepinguga ja </w:t>
      </w:r>
      <w:r w:rsidR="0006519F" w:rsidRPr="00D02662">
        <w:rPr>
          <w:sz w:val="24"/>
          <w:szCs w:val="24"/>
          <w:lang w:val="et-EE"/>
        </w:rPr>
        <w:t>m</w:t>
      </w:r>
      <w:r w:rsidR="00955493" w:rsidRPr="00D02662">
        <w:rPr>
          <w:sz w:val="24"/>
          <w:szCs w:val="24"/>
          <w:lang w:val="et-EE"/>
        </w:rPr>
        <w:t>aaparandusseaduse</w:t>
      </w:r>
      <w:r w:rsidR="0006519F" w:rsidRPr="00D02662">
        <w:rPr>
          <w:sz w:val="24"/>
          <w:szCs w:val="24"/>
          <w:lang w:val="et-EE"/>
        </w:rPr>
        <w:t>ga ja selle alusel kehtestatud m</w:t>
      </w:r>
      <w:r w:rsidR="00955493" w:rsidRPr="00D02662">
        <w:rPr>
          <w:sz w:val="24"/>
          <w:szCs w:val="24"/>
          <w:lang w:val="et-EE"/>
        </w:rPr>
        <w:t>aaparandussüsteemi ehitusprojekti ekspertiisile esitatavate nõuete ja ekspertiisi tegemise korraga.</w:t>
      </w:r>
    </w:p>
    <w:p w14:paraId="62B46E11" w14:textId="77777777" w:rsidR="00294DEE" w:rsidRPr="007E16F3" w:rsidRDefault="00294DEE" w:rsidP="00845655">
      <w:pPr>
        <w:pStyle w:val="Pealkiri31"/>
        <w:tabs>
          <w:tab w:val="left" w:pos="851"/>
        </w:tabs>
        <w:ind w:left="0" w:firstLine="0"/>
        <w:jc w:val="both"/>
        <w:rPr>
          <w:sz w:val="24"/>
          <w:szCs w:val="24"/>
          <w:lang w:val="et-EE"/>
        </w:rPr>
      </w:pPr>
      <w:r w:rsidRPr="007E16F3">
        <w:rPr>
          <w:sz w:val="24"/>
          <w:szCs w:val="24"/>
          <w:lang w:val="et-EE"/>
        </w:rPr>
        <w:t>hindama maaparandusseaduse §-s 1</w:t>
      </w:r>
      <w:r w:rsidR="009F4963">
        <w:rPr>
          <w:sz w:val="24"/>
          <w:szCs w:val="24"/>
          <w:lang w:val="et-EE"/>
        </w:rPr>
        <w:t>8</w:t>
      </w:r>
      <w:r w:rsidRPr="007E16F3">
        <w:rPr>
          <w:sz w:val="24"/>
          <w:szCs w:val="24"/>
          <w:lang w:val="et-EE"/>
        </w:rPr>
        <w:t xml:space="preserve"> ning maaparandussüsteemi ehitusprojekti ekspertiisile esitatavate nõuete ja ekspertiisi tegemise korra § 3 lõikes 2 nimetatud asjaolusid, muu hulgas kas: </w:t>
      </w:r>
    </w:p>
    <w:p w14:paraId="3EEF68D4" w14:textId="33E19115" w:rsidR="00294DEE" w:rsidRPr="0094631D" w:rsidRDefault="00294DEE" w:rsidP="00845655">
      <w:pPr>
        <w:pStyle w:val="Pealkiri41"/>
        <w:tabs>
          <w:tab w:val="left" w:pos="851"/>
        </w:tabs>
        <w:ind w:left="0" w:firstLine="0"/>
        <w:jc w:val="both"/>
        <w:rPr>
          <w:lang w:val="et-EE"/>
        </w:rPr>
      </w:pPr>
      <w:r w:rsidRPr="007E16F3">
        <w:rPr>
          <w:sz w:val="24"/>
          <w:szCs w:val="24"/>
          <w:lang w:val="et-EE"/>
        </w:rPr>
        <w:t>projekt vastab</w:t>
      </w:r>
      <w:r w:rsidR="009F4963">
        <w:rPr>
          <w:sz w:val="24"/>
          <w:szCs w:val="24"/>
          <w:lang w:val="et-EE"/>
        </w:rPr>
        <w:t xml:space="preserve"> </w:t>
      </w:r>
      <w:hyperlink r:id="rId8" w:history="1">
        <w:r w:rsidRPr="00FF0ACC">
          <w:rPr>
            <w:rStyle w:val="Hyperlink"/>
            <w:sz w:val="24"/>
            <w:szCs w:val="24"/>
            <w:lang w:val="et-EE"/>
          </w:rPr>
          <w:t>„RMK metsakuivenduse ja -teede eh</w:t>
        </w:r>
        <w:r w:rsidR="00C95C0B" w:rsidRPr="00FF0ACC">
          <w:rPr>
            <w:rStyle w:val="Hyperlink"/>
            <w:sz w:val="24"/>
            <w:szCs w:val="24"/>
            <w:lang w:val="et-EE"/>
          </w:rPr>
          <w:t>itusprojekti näidiskoosseisule“</w:t>
        </w:r>
      </w:hyperlink>
      <w:r w:rsidR="0094631D">
        <w:rPr>
          <w:sz w:val="24"/>
          <w:szCs w:val="24"/>
          <w:lang w:val="et-EE"/>
        </w:rPr>
        <w:t>, mis on avaldatud RMK veebilehel</w:t>
      </w:r>
      <w:r w:rsidR="00FF0ACC">
        <w:rPr>
          <w:sz w:val="24"/>
          <w:szCs w:val="24"/>
          <w:lang w:val="et-EE"/>
        </w:rPr>
        <w:t>;</w:t>
      </w:r>
    </w:p>
    <w:p w14:paraId="5AB77B51" w14:textId="6B8DD05D" w:rsidR="00001930" w:rsidRPr="00D02662" w:rsidRDefault="00294DEE" w:rsidP="00845655">
      <w:pPr>
        <w:pStyle w:val="Pealkiri41"/>
        <w:tabs>
          <w:tab w:val="left" w:pos="851"/>
        </w:tabs>
        <w:ind w:left="0" w:firstLine="0"/>
        <w:jc w:val="both"/>
        <w:rPr>
          <w:sz w:val="24"/>
          <w:szCs w:val="24"/>
          <w:lang w:val="et-EE"/>
        </w:rPr>
      </w:pPr>
      <w:r w:rsidRPr="00D02662">
        <w:rPr>
          <w:sz w:val="24"/>
          <w:szCs w:val="24"/>
          <w:lang w:val="et-EE"/>
        </w:rPr>
        <w:t>projekt vastab</w:t>
      </w:r>
      <w:r w:rsidR="009F4963">
        <w:rPr>
          <w:sz w:val="24"/>
          <w:szCs w:val="24"/>
          <w:lang w:val="et-EE"/>
        </w:rPr>
        <w:t xml:space="preserve"> </w:t>
      </w:r>
      <w:hyperlink r:id="rId9" w:history="1">
        <w:r w:rsidRPr="00FF0ACC">
          <w:rPr>
            <w:rStyle w:val="Hyperlink"/>
            <w:sz w:val="24"/>
            <w:szCs w:val="24"/>
            <w:lang w:val="et-EE"/>
          </w:rPr>
          <w:t>„RMK metsateede katendite projekteerimise, ehitamise ja hooldamise juhendile“</w:t>
        </w:r>
      </w:hyperlink>
      <w:r w:rsidR="0094631D">
        <w:rPr>
          <w:sz w:val="24"/>
          <w:szCs w:val="24"/>
          <w:lang w:val="et-EE"/>
        </w:rPr>
        <w:t xml:space="preserve">, mis on avaldatud RMK veebilehel </w:t>
      </w:r>
    </w:p>
    <w:p w14:paraId="4C02BA5A" w14:textId="77777777" w:rsidR="00294DEE" w:rsidRPr="00D02662" w:rsidRDefault="00477F81" w:rsidP="00845655">
      <w:pPr>
        <w:pStyle w:val="Pealkiri41"/>
        <w:tabs>
          <w:tab w:val="left" w:pos="851"/>
        </w:tabs>
        <w:ind w:left="0" w:firstLine="0"/>
        <w:jc w:val="both"/>
        <w:rPr>
          <w:sz w:val="24"/>
          <w:szCs w:val="24"/>
          <w:lang w:val="et-EE"/>
        </w:rPr>
      </w:pPr>
      <w:r>
        <w:rPr>
          <w:sz w:val="24"/>
          <w:szCs w:val="24"/>
          <w:lang w:val="et-EE"/>
        </w:rPr>
        <w:t xml:space="preserve">projekt vastab </w:t>
      </w:r>
      <w:r w:rsidR="00294DEE" w:rsidRPr="00D02662">
        <w:rPr>
          <w:sz w:val="24"/>
          <w:szCs w:val="24"/>
          <w:lang w:val="et-EE"/>
        </w:rPr>
        <w:t>muudele projekteerimise lähteülesandes toodud juhistele;</w:t>
      </w:r>
    </w:p>
    <w:p w14:paraId="1FB3F187" w14:textId="77777777" w:rsidR="00294DEE" w:rsidRPr="00D02662" w:rsidRDefault="00294DEE" w:rsidP="00845655">
      <w:pPr>
        <w:pStyle w:val="Pealkiri41"/>
        <w:tabs>
          <w:tab w:val="left" w:pos="851"/>
        </w:tabs>
        <w:ind w:left="0" w:firstLine="0"/>
        <w:jc w:val="both"/>
        <w:rPr>
          <w:sz w:val="24"/>
          <w:szCs w:val="24"/>
          <w:lang w:val="et-EE"/>
        </w:rPr>
      </w:pPr>
      <w:r w:rsidRPr="00D02662">
        <w:rPr>
          <w:sz w:val="24"/>
          <w:szCs w:val="24"/>
          <w:lang w:val="et-EE"/>
        </w:rPr>
        <w:t xml:space="preserve">projekteerija valitud projektlahendused on tellijale kõige soodsamad või optimaalsemad. </w:t>
      </w:r>
    </w:p>
    <w:p w14:paraId="554591EC" w14:textId="77777777" w:rsidR="002D3E2F" w:rsidRPr="00D02662" w:rsidRDefault="006B6554" w:rsidP="00845655">
      <w:pPr>
        <w:pStyle w:val="Pealkiri31"/>
        <w:tabs>
          <w:tab w:val="left" w:pos="851"/>
        </w:tabs>
        <w:ind w:left="0" w:firstLine="0"/>
        <w:jc w:val="both"/>
        <w:rPr>
          <w:sz w:val="24"/>
          <w:szCs w:val="24"/>
          <w:lang w:val="et-EE"/>
        </w:rPr>
      </w:pPr>
      <w:r w:rsidRPr="00D02662">
        <w:rPr>
          <w:sz w:val="24"/>
          <w:szCs w:val="24"/>
          <w:lang w:val="et-EE"/>
        </w:rPr>
        <w:t>i</w:t>
      </w:r>
      <w:r w:rsidR="005C4A89" w:rsidRPr="00D02662">
        <w:rPr>
          <w:sz w:val="24"/>
          <w:szCs w:val="24"/>
          <w:lang w:val="et-EE"/>
        </w:rPr>
        <w:t>nfor</w:t>
      </w:r>
      <w:r w:rsidR="0043132A" w:rsidRPr="00D02662">
        <w:rPr>
          <w:sz w:val="24"/>
          <w:szCs w:val="24"/>
          <w:lang w:val="et-EE"/>
        </w:rPr>
        <w:t>meerima e-posti või kirja teel t</w:t>
      </w:r>
      <w:r w:rsidR="005C4A89" w:rsidRPr="00D02662">
        <w:rPr>
          <w:sz w:val="24"/>
          <w:szCs w:val="24"/>
          <w:lang w:val="et-EE"/>
        </w:rPr>
        <w:t xml:space="preserve">ellijat </w:t>
      </w:r>
      <w:r w:rsidR="002D3E2F" w:rsidRPr="00D02662">
        <w:rPr>
          <w:sz w:val="24"/>
          <w:szCs w:val="24"/>
          <w:lang w:val="et-EE"/>
        </w:rPr>
        <w:t>ekspertiisi kohe</w:t>
      </w:r>
      <w:r w:rsidR="005C4A89" w:rsidRPr="00D02662">
        <w:rPr>
          <w:sz w:val="24"/>
          <w:szCs w:val="24"/>
          <w:lang w:val="et-EE"/>
        </w:rPr>
        <w:t>st alustamist</w:t>
      </w:r>
      <w:r w:rsidR="002D3E2F" w:rsidRPr="00D02662">
        <w:rPr>
          <w:sz w:val="24"/>
          <w:szCs w:val="24"/>
          <w:lang w:val="et-EE"/>
        </w:rPr>
        <w:t>,</w:t>
      </w:r>
      <w:r w:rsidR="005C4A89" w:rsidRPr="00D02662">
        <w:rPr>
          <w:sz w:val="24"/>
          <w:szCs w:val="24"/>
          <w:lang w:val="et-EE"/>
        </w:rPr>
        <w:t xml:space="preserve"> </w:t>
      </w:r>
      <w:r w:rsidR="002D3E2F" w:rsidRPr="00D02662">
        <w:rPr>
          <w:sz w:val="24"/>
          <w:szCs w:val="24"/>
          <w:lang w:val="et-EE"/>
        </w:rPr>
        <w:t>teostamise või lõpetamist takistavate asjaolude ilmnemisel</w:t>
      </w:r>
      <w:r w:rsidR="0006519F" w:rsidRPr="00D02662">
        <w:rPr>
          <w:sz w:val="24"/>
          <w:szCs w:val="24"/>
          <w:lang w:val="et-EE"/>
        </w:rPr>
        <w:t xml:space="preserve"> viivitamatult</w:t>
      </w:r>
      <w:r w:rsidR="002D3E2F" w:rsidRPr="00D02662">
        <w:rPr>
          <w:sz w:val="24"/>
          <w:szCs w:val="24"/>
          <w:lang w:val="et-EE"/>
        </w:rPr>
        <w:t xml:space="preserve">, kuid mitte hiljem kui </w:t>
      </w:r>
      <w:r w:rsidR="00D41A20">
        <w:rPr>
          <w:sz w:val="24"/>
          <w:szCs w:val="24"/>
          <w:lang w:val="et-EE"/>
        </w:rPr>
        <w:t>2 (kahe)</w:t>
      </w:r>
      <w:r w:rsidR="002D3E2F" w:rsidRPr="00D02662">
        <w:rPr>
          <w:sz w:val="24"/>
          <w:szCs w:val="24"/>
          <w:lang w:val="et-EE"/>
        </w:rPr>
        <w:t xml:space="preserve"> tööpäeva jooksul alates vastavate asjaolude ilmnemisest</w:t>
      </w:r>
      <w:r w:rsidRPr="00D02662">
        <w:rPr>
          <w:sz w:val="24"/>
          <w:szCs w:val="24"/>
          <w:lang w:val="et-EE"/>
        </w:rPr>
        <w:t>;</w:t>
      </w:r>
    </w:p>
    <w:p w14:paraId="68FBE851" w14:textId="77777777" w:rsidR="002D3E2F" w:rsidRDefault="006B6554" w:rsidP="00845655">
      <w:pPr>
        <w:pStyle w:val="Pealkiri31"/>
        <w:tabs>
          <w:tab w:val="left" w:pos="851"/>
        </w:tabs>
        <w:ind w:left="0" w:firstLine="0"/>
        <w:jc w:val="both"/>
        <w:rPr>
          <w:sz w:val="24"/>
          <w:szCs w:val="24"/>
          <w:lang w:val="et-EE"/>
        </w:rPr>
      </w:pPr>
      <w:r w:rsidRPr="00D02662">
        <w:rPr>
          <w:sz w:val="24"/>
          <w:szCs w:val="24"/>
          <w:lang w:val="et-EE"/>
        </w:rPr>
        <w:t>i</w:t>
      </w:r>
      <w:r w:rsidR="002D3E2F" w:rsidRPr="00D02662">
        <w:rPr>
          <w:sz w:val="24"/>
          <w:szCs w:val="24"/>
          <w:lang w:val="et-EE"/>
        </w:rPr>
        <w:t xml:space="preserve">nformeerima </w:t>
      </w:r>
      <w:r w:rsidR="005C4A89" w:rsidRPr="00D02662">
        <w:rPr>
          <w:sz w:val="24"/>
          <w:szCs w:val="24"/>
          <w:lang w:val="et-EE"/>
        </w:rPr>
        <w:t xml:space="preserve">e-posti või kirja teel </w:t>
      </w:r>
      <w:r w:rsidR="0043132A" w:rsidRPr="00D02662">
        <w:rPr>
          <w:sz w:val="24"/>
          <w:szCs w:val="24"/>
          <w:lang w:val="et-EE"/>
        </w:rPr>
        <w:t>t</w:t>
      </w:r>
      <w:r w:rsidR="002D3E2F" w:rsidRPr="00D02662">
        <w:rPr>
          <w:sz w:val="24"/>
          <w:szCs w:val="24"/>
          <w:lang w:val="et-EE"/>
        </w:rPr>
        <w:t>ellijat talle edastatud lähteandmete v</w:t>
      </w:r>
      <w:r w:rsidR="005C4A89" w:rsidRPr="00D02662">
        <w:rPr>
          <w:sz w:val="24"/>
          <w:szCs w:val="24"/>
          <w:lang w:val="et-EE"/>
        </w:rPr>
        <w:t>ms vigadest või puudulikkusest</w:t>
      </w:r>
      <w:r w:rsidRPr="00D02662">
        <w:rPr>
          <w:sz w:val="24"/>
          <w:szCs w:val="24"/>
          <w:lang w:val="et-EE"/>
        </w:rPr>
        <w:t xml:space="preserve">; </w:t>
      </w:r>
    </w:p>
    <w:p w14:paraId="230C669C" w14:textId="77777777" w:rsidR="00A65A33" w:rsidRPr="00D02662" w:rsidRDefault="008961AC" w:rsidP="00845655">
      <w:pPr>
        <w:pStyle w:val="Pealkiri31"/>
        <w:tabs>
          <w:tab w:val="left" w:pos="851"/>
        </w:tabs>
        <w:ind w:left="0" w:firstLine="0"/>
        <w:jc w:val="both"/>
        <w:rPr>
          <w:sz w:val="24"/>
          <w:szCs w:val="24"/>
          <w:lang w:val="et-EE"/>
        </w:rPr>
      </w:pPr>
      <w:r>
        <w:rPr>
          <w:sz w:val="24"/>
          <w:szCs w:val="24"/>
          <w:lang w:val="et-EE"/>
        </w:rPr>
        <w:t>saatma</w:t>
      </w:r>
      <w:r w:rsidR="00A65A33">
        <w:rPr>
          <w:sz w:val="24"/>
          <w:szCs w:val="24"/>
          <w:lang w:val="et-EE"/>
        </w:rPr>
        <w:t xml:space="preserve"> projekteerijale </w:t>
      </w:r>
      <w:r>
        <w:rPr>
          <w:sz w:val="24"/>
          <w:szCs w:val="24"/>
          <w:lang w:val="et-EE"/>
        </w:rPr>
        <w:t>ettepanekud ja märkused projekti vastavusse viimiseks ekspertarvamusest lähtuvate vigade ja muudatuste tegemiseks;</w:t>
      </w:r>
    </w:p>
    <w:p w14:paraId="2DC939D4" w14:textId="77777777" w:rsidR="00D02662" w:rsidRDefault="00E900F4" w:rsidP="00845655">
      <w:pPr>
        <w:pStyle w:val="Pealkiri31"/>
        <w:tabs>
          <w:tab w:val="left" w:pos="851"/>
        </w:tabs>
        <w:ind w:left="0" w:firstLine="0"/>
        <w:jc w:val="both"/>
        <w:rPr>
          <w:sz w:val="24"/>
          <w:szCs w:val="24"/>
          <w:lang w:val="et-EE"/>
        </w:rPr>
      </w:pPr>
      <w:r w:rsidRPr="00D02662">
        <w:rPr>
          <w:sz w:val="24"/>
          <w:szCs w:val="24"/>
          <w:lang w:val="et-EE"/>
        </w:rPr>
        <w:t>saatma</w:t>
      </w:r>
      <w:r w:rsidR="005C4A89" w:rsidRPr="00D02662">
        <w:rPr>
          <w:sz w:val="24"/>
          <w:szCs w:val="24"/>
          <w:lang w:val="et-EE"/>
        </w:rPr>
        <w:t xml:space="preserve"> </w:t>
      </w:r>
      <w:r w:rsidR="0043132A" w:rsidRPr="00D02662">
        <w:rPr>
          <w:sz w:val="24"/>
          <w:szCs w:val="24"/>
          <w:lang w:val="et-EE"/>
        </w:rPr>
        <w:t>t</w:t>
      </w:r>
      <w:r w:rsidR="001E39E9" w:rsidRPr="00D02662">
        <w:rPr>
          <w:sz w:val="24"/>
          <w:szCs w:val="24"/>
          <w:lang w:val="et-EE"/>
        </w:rPr>
        <w:t xml:space="preserve">ellijale </w:t>
      </w:r>
      <w:r w:rsidR="0043132A" w:rsidRPr="00D02662">
        <w:rPr>
          <w:sz w:val="24"/>
          <w:szCs w:val="24"/>
          <w:lang w:val="et-EE"/>
        </w:rPr>
        <w:t>l</w:t>
      </w:r>
      <w:r w:rsidR="00A47E39" w:rsidRPr="00D02662">
        <w:rPr>
          <w:sz w:val="24"/>
          <w:szCs w:val="24"/>
          <w:lang w:val="et-EE"/>
        </w:rPr>
        <w:t>epingu</w:t>
      </w:r>
      <w:r w:rsidR="0006519F" w:rsidRPr="00D02662">
        <w:rPr>
          <w:sz w:val="24"/>
          <w:szCs w:val="24"/>
          <w:lang w:val="et-EE"/>
        </w:rPr>
        <w:t xml:space="preserve"> </w:t>
      </w:r>
      <w:r w:rsidR="00642E3A" w:rsidRPr="00D02662">
        <w:rPr>
          <w:sz w:val="24"/>
          <w:szCs w:val="24"/>
          <w:lang w:val="et-EE"/>
        </w:rPr>
        <w:t>nõuetele</w:t>
      </w:r>
      <w:r w:rsidR="00E001D1" w:rsidRPr="00D02662">
        <w:rPr>
          <w:sz w:val="24"/>
          <w:szCs w:val="24"/>
          <w:lang w:val="et-EE"/>
        </w:rPr>
        <w:t xml:space="preserve"> vastava</w:t>
      </w:r>
      <w:r w:rsidR="00A47E39" w:rsidRPr="00D02662">
        <w:rPr>
          <w:sz w:val="24"/>
          <w:szCs w:val="24"/>
          <w:lang w:val="et-EE"/>
        </w:rPr>
        <w:t xml:space="preserve"> </w:t>
      </w:r>
      <w:r w:rsidR="00E001D1" w:rsidRPr="00D02662">
        <w:rPr>
          <w:sz w:val="24"/>
          <w:szCs w:val="24"/>
          <w:lang w:val="et-EE"/>
        </w:rPr>
        <w:t xml:space="preserve">ekspertiisiakti </w:t>
      </w:r>
      <w:r w:rsidRPr="00D02662">
        <w:rPr>
          <w:sz w:val="24"/>
          <w:szCs w:val="24"/>
          <w:lang w:val="et-EE"/>
        </w:rPr>
        <w:t xml:space="preserve">digitaalallkirjastatult </w:t>
      </w:r>
      <w:r w:rsidR="00D41A20">
        <w:rPr>
          <w:sz w:val="24"/>
          <w:szCs w:val="24"/>
          <w:lang w:val="et-EE"/>
        </w:rPr>
        <w:t xml:space="preserve">punktis </w:t>
      </w:r>
      <w:r w:rsidR="00D41A20" w:rsidRPr="0030700A">
        <w:rPr>
          <w:sz w:val="24"/>
          <w:szCs w:val="24"/>
          <w:lang w:val="et-EE"/>
        </w:rPr>
        <w:t>7</w:t>
      </w:r>
      <w:r w:rsidR="00870B3B" w:rsidRPr="00D02662">
        <w:rPr>
          <w:sz w:val="24"/>
          <w:szCs w:val="24"/>
          <w:lang w:val="et-EE"/>
        </w:rPr>
        <w:t xml:space="preserve"> toodud </w:t>
      </w:r>
      <w:r w:rsidRPr="00D02662">
        <w:rPr>
          <w:sz w:val="24"/>
          <w:szCs w:val="24"/>
          <w:lang w:val="et-EE"/>
        </w:rPr>
        <w:t>e-posti aadressile</w:t>
      </w:r>
      <w:r w:rsidR="00870B3B" w:rsidRPr="00D02662">
        <w:rPr>
          <w:sz w:val="24"/>
          <w:szCs w:val="24"/>
          <w:lang w:val="et-EE"/>
        </w:rPr>
        <w:t>.</w:t>
      </w:r>
    </w:p>
    <w:p w14:paraId="1E3B2029" w14:textId="77777777" w:rsidR="00D76F72" w:rsidRPr="00D02662" w:rsidRDefault="00955493" w:rsidP="00845655">
      <w:pPr>
        <w:pStyle w:val="Pealkiri21"/>
        <w:tabs>
          <w:tab w:val="left" w:pos="851"/>
        </w:tabs>
        <w:ind w:left="0" w:firstLine="0"/>
        <w:jc w:val="both"/>
        <w:rPr>
          <w:sz w:val="24"/>
          <w:szCs w:val="24"/>
          <w:lang w:val="et-EE"/>
        </w:rPr>
      </w:pPr>
      <w:r w:rsidRPr="00D02662">
        <w:rPr>
          <w:sz w:val="24"/>
          <w:szCs w:val="24"/>
          <w:lang w:val="et-EE"/>
        </w:rPr>
        <w:t>Eksperdil on õigus:</w:t>
      </w:r>
      <w:r w:rsidR="00D76F72" w:rsidRPr="00D02662">
        <w:rPr>
          <w:sz w:val="24"/>
          <w:szCs w:val="24"/>
          <w:lang w:val="et-EE"/>
        </w:rPr>
        <w:t xml:space="preserve"> </w:t>
      </w:r>
    </w:p>
    <w:p w14:paraId="5D4D966A" w14:textId="77777777" w:rsidR="00D76F72" w:rsidRDefault="0043132A" w:rsidP="00845655">
      <w:pPr>
        <w:pStyle w:val="Pealkiri31"/>
        <w:tabs>
          <w:tab w:val="left" w:pos="851"/>
        </w:tabs>
        <w:ind w:left="0" w:firstLine="0"/>
        <w:jc w:val="both"/>
        <w:rPr>
          <w:sz w:val="24"/>
          <w:szCs w:val="24"/>
          <w:lang w:val="et-EE"/>
        </w:rPr>
      </w:pPr>
      <w:r w:rsidRPr="00D02662">
        <w:rPr>
          <w:sz w:val="24"/>
          <w:szCs w:val="24"/>
          <w:lang w:val="et-EE"/>
        </w:rPr>
        <w:t xml:space="preserve">saada tellijalt </w:t>
      </w:r>
      <w:r w:rsidR="00A65A33">
        <w:rPr>
          <w:sz w:val="24"/>
          <w:szCs w:val="24"/>
          <w:lang w:val="et-EE"/>
        </w:rPr>
        <w:t xml:space="preserve">ja projekteerijalt </w:t>
      </w:r>
      <w:r w:rsidRPr="00D02662">
        <w:rPr>
          <w:sz w:val="24"/>
          <w:szCs w:val="24"/>
          <w:lang w:val="et-EE"/>
        </w:rPr>
        <w:t>l</w:t>
      </w:r>
      <w:r w:rsidR="00D76F72" w:rsidRPr="00D02662">
        <w:rPr>
          <w:sz w:val="24"/>
          <w:szCs w:val="24"/>
          <w:lang w:val="et-EE"/>
        </w:rPr>
        <w:t>epingu täitmiseks vajalikku informatsiooni ja dokumente;</w:t>
      </w:r>
    </w:p>
    <w:p w14:paraId="04905254" w14:textId="77777777" w:rsidR="00A65A33" w:rsidRPr="00D02662" w:rsidRDefault="00A65A33" w:rsidP="00845655">
      <w:pPr>
        <w:pStyle w:val="Pealkiri31"/>
        <w:tabs>
          <w:tab w:val="left" w:pos="851"/>
        </w:tabs>
        <w:ind w:left="0" w:firstLine="0"/>
        <w:jc w:val="both"/>
        <w:rPr>
          <w:sz w:val="24"/>
          <w:szCs w:val="24"/>
          <w:lang w:val="et-EE"/>
        </w:rPr>
      </w:pPr>
      <w:r>
        <w:rPr>
          <w:sz w:val="24"/>
          <w:szCs w:val="24"/>
          <w:lang w:val="et-EE"/>
        </w:rPr>
        <w:t xml:space="preserve">nõuda projekteerijalt projekti vastavusse viimist </w:t>
      </w:r>
      <w:r w:rsidR="00946AFD">
        <w:rPr>
          <w:sz w:val="24"/>
          <w:szCs w:val="24"/>
          <w:lang w:val="et-EE"/>
        </w:rPr>
        <w:t>tulenevalt</w:t>
      </w:r>
      <w:r>
        <w:rPr>
          <w:sz w:val="24"/>
          <w:szCs w:val="24"/>
          <w:lang w:val="et-EE"/>
        </w:rPr>
        <w:t xml:space="preserve"> punktides 2.1.1 ja 2.1.2 </w:t>
      </w:r>
      <w:r w:rsidR="003A2ADB">
        <w:rPr>
          <w:sz w:val="24"/>
          <w:szCs w:val="24"/>
          <w:lang w:val="et-EE"/>
        </w:rPr>
        <w:t>toodud</w:t>
      </w:r>
      <w:r>
        <w:rPr>
          <w:sz w:val="24"/>
          <w:szCs w:val="24"/>
          <w:lang w:val="et-EE"/>
        </w:rPr>
        <w:t xml:space="preserve"> kohustustest;</w:t>
      </w:r>
    </w:p>
    <w:p w14:paraId="2FB3109F" w14:textId="77777777" w:rsidR="00E001D1" w:rsidRPr="00D02662" w:rsidRDefault="006B6554" w:rsidP="00845655">
      <w:pPr>
        <w:pStyle w:val="Pealkiri31"/>
        <w:tabs>
          <w:tab w:val="left" w:pos="851"/>
        </w:tabs>
        <w:ind w:left="0" w:firstLine="0"/>
        <w:jc w:val="both"/>
        <w:rPr>
          <w:sz w:val="24"/>
          <w:szCs w:val="24"/>
          <w:lang w:val="et-EE"/>
        </w:rPr>
      </w:pPr>
      <w:r w:rsidRPr="00D02662">
        <w:rPr>
          <w:sz w:val="24"/>
          <w:szCs w:val="24"/>
          <w:lang w:val="et-EE"/>
        </w:rPr>
        <w:t>s</w:t>
      </w:r>
      <w:r w:rsidR="00955493" w:rsidRPr="00D02662">
        <w:rPr>
          <w:sz w:val="24"/>
          <w:szCs w:val="24"/>
          <w:lang w:val="et-EE"/>
        </w:rPr>
        <w:t xml:space="preserve">aada </w:t>
      </w:r>
      <w:r w:rsidR="0043132A" w:rsidRPr="00D02662">
        <w:rPr>
          <w:sz w:val="24"/>
          <w:szCs w:val="24"/>
          <w:lang w:val="et-EE"/>
        </w:rPr>
        <w:t>ekspertiisi tegemise eest tasu l</w:t>
      </w:r>
      <w:r w:rsidR="00955493" w:rsidRPr="00D02662">
        <w:rPr>
          <w:sz w:val="24"/>
          <w:szCs w:val="24"/>
          <w:lang w:val="et-EE"/>
        </w:rPr>
        <w:t>epingus säte</w:t>
      </w:r>
      <w:r w:rsidR="00D76F72" w:rsidRPr="00D02662">
        <w:rPr>
          <w:sz w:val="24"/>
          <w:szCs w:val="24"/>
          <w:lang w:val="et-EE"/>
        </w:rPr>
        <w:t>statud tingimustel ja korras.</w:t>
      </w:r>
    </w:p>
    <w:p w14:paraId="03916EC5" w14:textId="77777777" w:rsidR="00FA352F" w:rsidRDefault="00FA352F" w:rsidP="00845655">
      <w:pPr>
        <w:tabs>
          <w:tab w:val="left" w:pos="851"/>
        </w:tabs>
        <w:jc w:val="both"/>
        <w:rPr>
          <w:sz w:val="24"/>
          <w:szCs w:val="24"/>
          <w:lang w:val="et-EE"/>
        </w:rPr>
      </w:pPr>
    </w:p>
    <w:p w14:paraId="74C994AD" w14:textId="77777777" w:rsidR="001C533A" w:rsidRPr="00D02662" w:rsidRDefault="001C533A" w:rsidP="00845655">
      <w:pPr>
        <w:tabs>
          <w:tab w:val="left" w:pos="851"/>
        </w:tabs>
        <w:jc w:val="both"/>
        <w:rPr>
          <w:sz w:val="24"/>
          <w:szCs w:val="24"/>
          <w:lang w:val="et-EE"/>
        </w:rPr>
      </w:pPr>
    </w:p>
    <w:p w14:paraId="7D532838" w14:textId="77777777" w:rsidR="00526BBC" w:rsidRPr="00D02662" w:rsidRDefault="00955493" w:rsidP="00845655">
      <w:pPr>
        <w:pStyle w:val="Pealkiri11"/>
        <w:tabs>
          <w:tab w:val="left" w:pos="851"/>
        </w:tabs>
        <w:ind w:left="0" w:firstLine="0"/>
        <w:jc w:val="both"/>
        <w:rPr>
          <w:b/>
          <w:sz w:val="24"/>
          <w:szCs w:val="24"/>
          <w:lang w:val="et-EE"/>
        </w:rPr>
      </w:pPr>
      <w:r w:rsidRPr="00D02662">
        <w:rPr>
          <w:b/>
          <w:sz w:val="24"/>
          <w:szCs w:val="24"/>
          <w:lang w:val="et-EE"/>
        </w:rPr>
        <w:lastRenderedPageBreak/>
        <w:t>Tellija õigused ja kohustused</w:t>
      </w:r>
    </w:p>
    <w:p w14:paraId="7A3AF66F" w14:textId="77777777" w:rsidR="00955493" w:rsidRPr="00D02662" w:rsidRDefault="00955493" w:rsidP="00845655">
      <w:pPr>
        <w:pStyle w:val="Pealkiri21"/>
        <w:tabs>
          <w:tab w:val="left" w:pos="851"/>
        </w:tabs>
        <w:ind w:left="0" w:firstLine="0"/>
        <w:jc w:val="both"/>
        <w:rPr>
          <w:sz w:val="24"/>
          <w:szCs w:val="24"/>
          <w:lang w:val="et-EE"/>
        </w:rPr>
      </w:pPr>
      <w:r w:rsidRPr="00D02662">
        <w:rPr>
          <w:sz w:val="24"/>
          <w:szCs w:val="24"/>
          <w:lang w:val="et-EE"/>
        </w:rPr>
        <w:t xml:space="preserve">Tellija on kohustatud tasuma </w:t>
      </w:r>
      <w:r w:rsidR="006B6554" w:rsidRPr="00D02662">
        <w:rPr>
          <w:sz w:val="24"/>
          <w:szCs w:val="24"/>
          <w:lang w:val="et-EE"/>
        </w:rPr>
        <w:t xml:space="preserve">nõuetekohaselt läbiviidud ekspertiisi ja vormistatud ekspertiisiakti </w:t>
      </w:r>
      <w:r w:rsidR="001E39E9" w:rsidRPr="00D02662">
        <w:rPr>
          <w:sz w:val="24"/>
          <w:szCs w:val="24"/>
          <w:lang w:val="et-EE"/>
        </w:rPr>
        <w:t>eest.</w:t>
      </w:r>
    </w:p>
    <w:p w14:paraId="430CF789" w14:textId="77777777" w:rsidR="00D02662" w:rsidRPr="00D02662" w:rsidRDefault="0043132A" w:rsidP="00845655">
      <w:pPr>
        <w:pStyle w:val="Pealkiri21"/>
        <w:tabs>
          <w:tab w:val="left" w:pos="851"/>
        </w:tabs>
        <w:ind w:left="0" w:firstLine="0"/>
        <w:jc w:val="both"/>
        <w:rPr>
          <w:sz w:val="24"/>
          <w:szCs w:val="24"/>
          <w:lang w:val="et-EE"/>
        </w:rPr>
      </w:pPr>
      <w:r w:rsidRPr="00D02662">
        <w:rPr>
          <w:sz w:val="24"/>
          <w:szCs w:val="24"/>
          <w:lang w:val="et-EE"/>
        </w:rPr>
        <w:t>Tellija on kohustatud e</w:t>
      </w:r>
      <w:r w:rsidR="00526BBC" w:rsidRPr="00D02662">
        <w:rPr>
          <w:sz w:val="24"/>
          <w:szCs w:val="24"/>
          <w:lang w:val="et-EE"/>
        </w:rPr>
        <w:t>ksperdile üle andma:</w:t>
      </w:r>
    </w:p>
    <w:p w14:paraId="63811C4F" w14:textId="77777777" w:rsidR="00526BBC" w:rsidRPr="00D02662" w:rsidRDefault="00C95C0B" w:rsidP="00845655">
      <w:pPr>
        <w:pStyle w:val="Pealkiri31"/>
        <w:tabs>
          <w:tab w:val="left" w:pos="851"/>
        </w:tabs>
        <w:ind w:left="0" w:firstLine="0"/>
        <w:jc w:val="both"/>
        <w:rPr>
          <w:sz w:val="24"/>
          <w:szCs w:val="24"/>
          <w:lang w:val="et-EE"/>
        </w:rPr>
      </w:pPr>
      <w:r w:rsidRPr="00D02662">
        <w:rPr>
          <w:sz w:val="24"/>
          <w:szCs w:val="24"/>
          <w:lang w:val="et-EE"/>
        </w:rPr>
        <w:fldChar w:fldCharType="begin"/>
      </w:r>
      <w:r w:rsidRPr="00D02662">
        <w:rPr>
          <w:sz w:val="24"/>
          <w:szCs w:val="24"/>
          <w:lang w:val="et-EE"/>
        </w:rPr>
        <w:instrText xml:space="preserve"> MACROBUTTON  AcceptAllChangesInDoc [Sisesta objekt] </w:instrText>
      </w:r>
      <w:r w:rsidRPr="00D02662">
        <w:rPr>
          <w:sz w:val="24"/>
          <w:szCs w:val="24"/>
          <w:lang w:val="et-EE"/>
        </w:rPr>
        <w:fldChar w:fldCharType="end"/>
      </w:r>
      <w:r w:rsidR="00526BBC" w:rsidRPr="00D02662">
        <w:rPr>
          <w:sz w:val="24"/>
          <w:szCs w:val="24"/>
          <w:lang w:val="et-EE"/>
        </w:rPr>
        <w:t>maaparandussüsteemi rekonstr</w:t>
      </w:r>
      <w:r w:rsidR="000B31C7" w:rsidRPr="00D02662">
        <w:rPr>
          <w:sz w:val="24"/>
          <w:szCs w:val="24"/>
          <w:lang w:val="et-EE"/>
        </w:rPr>
        <w:t xml:space="preserve">ueerimise projekti </w:t>
      </w:r>
      <w:r w:rsidR="00C11940" w:rsidRPr="00D02662">
        <w:rPr>
          <w:sz w:val="24"/>
          <w:szCs w:val="24"/>
          <w:lang w:val="et-EE"/>
        </w:rPr>
        <w:t xml:space="preserve">(töö nr </w:t>
      </w:r>
      <w:r w:rsidR="00C11940" w:rsidRPr="00D02662">
        <w:rPr>
          <w:sz w:val="24"/>
          <w:szCs w:val="24"/>
          <w:lang w:val="et-EE"/>
        </w:rPr>
        <w:fldChar w:fldCharType="begin"/>
      </w:r>
      <w:r w:rsidR="00C11940" w:rsidRPr="00D02662">
        <w:rPr>
          <w:sz w:val="24"/>
          <w:szCs w:val="24"/>
          <w:lang w:val="et-EE"/>
        </w:rPr>
        <w:instrText xml:space="preserve"> MACROBUTTON  AcceptAllChangesInDoc [Sisesta number]</w:instrText>
      </w:r>
      <w:r w:rsidR="00C11940" w:rsidRPr="00D02662">
        <w:rPr>
          <w:sz w:val="24"/>
          <w:szCs w:val="24"/>
          <w:lang w:val="et-EE"/>
        </w:rPr>
        <w:fldChar w:fldCharType="end"/>
      </w:r>
      <w:r w:rsidR="00C11940" w:rsidRPr="00D02662">
        <w:rPr>
          <w:sz w:val="24"/>
          <w:szCs w:val="24"/>
          <w:lang w:val="et-EE"/>
        </w:rPr>
        <w:t xml:space="preserve">, projekti koostaja </w:t>
      </w:r>
      <w:r w:rsidR="00C11940" w:rsidRPr="00D02662">
        <w:rPr>
          <w:sz w:val="24"/>
          <w:szCs w:val="24"/>
          <w:lang w:val="et-EE"/>
        </w:rPr>
        <w:fldChar w:fldCharType="begin"/>
      </w:r>
      <w:r w:rsidR="00C11940" w:rsidRPr="00D02662">
        <w:rPr>
          <w:sz w:val="24"/>
          <w:szCs w:val="24"/>
          <w:lang w:val="et-EE"/>
        </w:rPr>
        <w:instrText xml:space="preserve"> MACROBUTTON  AcceptAllChangesInDoc [Sisesta koostaja] </w:instrText>
      </w:r>
      <w:r w:rsidR="00C11940" w:rsidRPr="00D02662">
        <w:rPr>
          <w:sz w:val="24"/>
          <w:szCs w:val="24"/>
          <w:lang w:val="et-EE"/>
        </w:rPr>
        <w:fldChar w:fldCharType="end"/>
      </w:r>
      <w:r w:rsidR="00C11940" w:rsidRPr="00D02662">
        <w:rPr>
          <w:sz w:val="24"/>
          <w:szCs w:val="24"/>
          <w:lang w:val="et-EE"/>
        </w:rPr>
        <w:t>)</w:t>
      </w:r>
      <w:r w:rsidR="00AC37D2" w:rsidRPr="00D02662">
        <w:rPr>
          <w:sz w:val="24"/>
          <w:szCs w:val="24"/>
          <w:lang w:val="et-EE"/>
        </w:rPr>
        <w:t>.</w:t>
      </w:r>
    </w:p>
    <w:p w14:paraId="6B27DEDC" w14:textId="77777777" w:rsidR="00844D71" w:rsidRPr="00D02662" w:rsidRDefault="00844D71" w:rsidP="00845655">
      <w:pPr>
        <w:tabs>
          <w:tab w:val="left" w:pos="851"/>
        </w:tabs>
        <w:jc w:val="both"/>
        <w:rPr>
          <w:sz w:val="24"/>
          <w:szCs w:val="24"/>
          <w:lang w:val="et-EE"/>
        </w:rPr>
      </w:pPr>
    </w:p>
    <w:p w14:paraId="739D87CB" w14:textId="77777777" w:rsidR="001E39E9" w:rsidRPr="00D02662" w:rsidRDefault="001E39E9" w:rsidP="00845655">
      <w:pPr>
        <w:pStyle w:val="Pealkiri11"/>
        <w:tabs>
          <w:tab w:val="left" w:pos="851"/>
        </w:tabs>
        <w:ind w:left="0" w:firstLine="0"/>
        <w:jc w:val="both"/>
        <w:rPr>
          <w:b/>
          <w:sz w:val="24"/>
          <w:szCs w:val="24"/>
          <w:lang w:val="et-EE"/>
        </w:rPr>
      </w:pPr>
      <w:r w:rsidRPr="00D02662">
        <w:rPr>
          <w:b/>
          <w:sz w:val="24"/>
          <w:szCs w:val="24"/>
          <w:lang w:val="et-EE"/>
        </w:rPr>
        <w:t>Töö üleandmine-vastuvõtmine</w:t>
      </w:r>
    </w:p>
    <w:p w14:paraId="7D6F69E8" w14:textId="77777777" w:rsidR="001E39E9" w:rsidRPr="00D02662" w:rsidRDefault="006B6554" w:rsidP="00845655">
      <w:pPr>
        <w:pStyle w:val="Pealkiri21"/>
        <w:tabs>
          <w:tab w:val="left" w:pos="851"/>
        </w:tabs>
        <w:ind w:left="0" w:firstLine="0"/>
        <w:jc w:val="both"/>
        <w:rPr>
          <w:sz w:val="24"/>
          <w:szCs w:val="24"/>
          <w:lang w:val="et-EE"/>
        </w:rPr>
      </w:pPr>
      <w:r w:rsidRPr="00D02662">
        <w:rPr>
          <w:sz w:val="24"/>
          <w:szCs w:val="24"/>
          <w:lang w:val="et-EE"/>
        </w:rPr>
        <w:t>Ekspert</w:t>
      </w:r>
      <w:r w:rsidR="001E39E9" w:rsidRPr="00D02662">
        <w:rPr>
          <w:sz w:val="24"/>
          <w:szCs w:val="24"/>
          <w:lang w:val="et-EE"/>
        </w:rPr>
        <w:t xml:space="preserve"> </w:t>
      </w:r>
      <w:r w:rsidR="0006519F" w:rsidRPr="00D02662">
        <w:rPr>
          <w:sz w:val="24"/>
          <w:szCs w:val="24"/>
          <w:lang w:val="et-EE"/>
        </w:rPr>
        <w:t>on kohustatud</w:t>
      </w:r>
      <w:r w:rsidR="0043132A" w:rsidRPr="00D02662">
        <w:rPr>
          <w:sz w:val="24"/>
          <w:szCs w:val="24"/>
          <w:lang w:val="et-EE"/>
        </w:rPr>
        <w:t xml:space="preserve"> </w:t>
      </w:r>
      <w:r w:rsidR="00EE00F0" w:rsidRPr="00D02662">
        <w:rPr>
          <w:sz w:val="24"/>
          <w:szCs w:val="24"/>
          <w:lang w:val="et-EE"/>
        </w:rPr>
        <w:t>te</w:t>
      </w:r>
      <w:r w:rsidR="001E39E9" w:rsidRPr="00D02662">
        <w:rPr>
          <w:sz w:val="24"/>
          <w:szCs w:val="24"/>
          <w:lang w:val="et-EE"/>
        </w:rPr>
        <w:t xml:space="preserve">llijale </w:t>
      </w:r>
      <w:r w:rsidRPr="00D02662">
        <w:rPr>
          <w:sz w:val="24"/>
          <w:szCs w:val="24"/>
          <w:lang w:val="et-EE"/>
        </w:rPr>
        <w:t>nõuetekohas</w:t>
      </w:r>
      <w:r w:rsidR="0006519F" w:rsidRPr="00D02662">
        <w:rPr>
          <w:sz w:val="24"/>
          <w:szCs w:val="24"/>
          <w:lang w:val="et-EE"/>
        </w:rPr>
        <w:t>elt vormistatud ekspertiisiakti</w:t>
      </w:r>
      <w:r w:rsidR="00E900F4" w:rsidRPr="00D02662">
        <w:rPr>
          <w:sz w:val="24"/>
          <w:szCs w:val="24"/>
          <w:lang w:val="et-EE"/>
        </w:rPr>
        <w:t xml:space="preserve"> </w:t>
      </w:r>
      <w:r w:rsidR="00F66278" w:rsidRPr="00D02662">
        <w:rPr>
          <w:sz w:val="24"/>
          <w:szCs w:val="24"/>
          <w:lang w:val="et-EE"/>
        </w:rPr>
        <w:t>s</w:t>
      </w:r>
      <w:r w:rsidR="00E900F4" w:rsidRPr="00D02662">
        <w:rPr>
          <w:sz w:val="24"/>
          <w:szCs w:val="24"/>
          <w:lang w:val="et-EE"/>
        </w:rPr>
        <w:t xml:space="preserve">aatma </w:t>
      </w:r>
      <w:r w:rsidR="001E39E9" w:rsidRPr="00D02662">
        <w:rPr>
          <w:sz w:val="24"/>
          <w:szCs w:val="24"/>
          <w:lang w:val="et-EE"/>
        </w:rPr>
        <w:t xml:space="preserve">hiljemalt </w:t>
      </w:r>
      <w:r w:rsidR="00C11940" w:rsidRPr="00D02662">
        <w:rPr>
          <w:sz w:val="24"/>
          <w:szCs w:val="24"/>
          <w:lang w:val="et-EE"/>
        </w:rPr>
        <w:t>[Vali kuupäev]</w:t>
      </w:r>
      <w:r w:rsidR="001E39E9" w:rsidRPr="00D02662">
        <w:rPr>
          <w:sz w:val="24"/>
          <w:szCs w:val="24"/>
          <w:lang w:val="et-EE"/>
        </w:rPr>
        <w:t>.</w:t>
      </w:r>
    </w:p>
    <w:p w14:paraId="363EF087" w14:textId="77777777" w:rsidR="001E39E9" w:rsidRPr="00D02662" w:rsidRDefault="001E39E9" w:rsidP="00845655">
      <w:pPr>
        <w:pStyle w:val="Pealkiri21"/>
        <w:tabs>
          <w:tab w:val="left" w:pos="851"/>
        </w:tabs>
        <w:ind w:left="0" w:firstLine="0"/>
        <w:jc w:val="both"/>
        <w:rPr>
          <w:sz w:val="24"/>
          <w:szCs w:val="24"/>
          <w:lang w:val="et-EE"/>
        </w:rPr>
      </w:pPr>
      <w:r w:rsidRPr="00D02662">
        <w:rPr>
          <w:sz w:val="24"/>
          <w:szCs w:val="24"/>
          <w:lang w:val="et-EE"/>
        </w:rPr>
        <w:t xml:space="preserve">Tellija esitab </w:t>
      </w:r>
      <w:r w:rsidR="0043132A" w:rsidRPr="00D02662">
        <w:rPr>
          <w:sz w:val="24"/>
          <w:szCs w:val="24"/>
          <w:lang w:val="et-EE"/>
        </w:rPr>
        <w:t>e</w:t>
      </w:r>
      <w:r w:rsidR="0080178E" w:rsidRPr="00D02662">
        <w:rPr>
          <w:sz w:val="24"/>
          <w:szCs w:val="24"/>
          <w:lang w:val="et-EE"/>
        </w:rPr>
        <w:t>ksperdile</w:t>
      </w:r>
      <w:r w:rsidR="0043132A" w:rsidRPr="00D02662">
        <w:rPr>
          <w:sz w:val="24"/>
          <w:szCs w:val="24"/>
          <w:lang w:val="et-EE"/>
        </w:rPr>
        <w:t xml:space="preserve"> oma pretensioonid, edaspidi </w:t>
      </w:r>
      <w:r w:rsidR="0043132A" w:rsidRPr="00D41A20">
        <w:rPr>
          <w:b/>
          <w:sz w:val="24"/>
          <w:szCs w:val="24"/>
          <w:lang w:val="et-EE"/>
        </w:rPr>
        <w:t>v</w:t>
      </w:r>
      <w:r w:rsidRPr="00D41A20">
        <w:rPr>
          <w:b/>
          <w:sz w:val="24"/>
          <w:szCs w:val="24"/>
          <w:lang w:val="et-EE"/>
        </w:rPr>
        <w:t>astuväited</w:t>
      </w:r>
      <w:r w:rsidRPr="00D02662">
        <w:rPr>
          <w:sz w:val="24"/>
          <w:szCs w:val="24"/>
          <w:lang w:val="et-EE"/>
        </w:rPr>
        <w:t xml:space="preserve">, seoses </w:t>
      </w:r>
      <w:r w:rsidR="0080178E" w:rsidRPr="00D02662">
        <w:rPr>
          <w:sz w:val="24"/>
          <w:szCs w:val="24"/>
          <w:lang w:val="et-EE"/>
        </w:rPr>
        <w:t xml:space="preserve">ekspertiisi </w:t>
      </w:r>
      <w:r w:rsidR="0043132A" w:rsidRPr="00D02662">
        <w:rPr>
          <w:sz w:val="24"/>
          <w:szCs w:val="24"/>
          <w:lang w:val="et-EE"/>
        </w:rPr>
        <w:t>mittevastavusega l</w:t>
      </w:r>
      <w:r w:rsidRPr="00D02662">
        <w:rPr>
          <w:sz w:val="24"/>
          <w:szCs w:val="24"/>
          <w:lang w:val="et-EE"/>
        </w:rPr>
        <w:t xml:space="preserve">epingule 7 (seitsme) tööpäeva jooksul arvates </w:t>
      </w:r>
      <w:r w:rsidR="0080178E" w:rsidRPr="00D02662">
        <w:rPr>
          <w:sz w:val="24"/>
          <w:szCs w:val="24"/>
          <w:lang w:val="et-EE"/>
        </w:rPr>
        <w:t>ekspertiisiakti</w:t>
      </w:r>
      <w:r w:rsidRPr="00D02662">
        <w:rPr>
          <w:sz w:val="24"/>
          <w:szCs w:val="24"/>
          <w:lang w:val="et-EE"/>
        </w:rPr>
        <w:t xml:space="preserve"> </w:t>
      </w:r>
      <w:r w:rsidR="00E900F4" w:rsidRPr="00D02662">
        <w:rPr>
          <w:sz w:val="24"/>
          <w:szCs w:val="24"/>
          <w:lang w:val="et-EE"/>
        </w:rPr>
        <w:t xml:space="preserve">saamisest. </w:t>
      </w:r>
    </w:p>
    <w:p w14:paraId="279E3FA4" w14:textId="77777777" w:rsidR="001E39E9" w:rsidRPr="00D02662" w:rsidRDefault="0080178E" w:rsidP="00845655">
      <w:pPr>
        <w:pStyle w:val="Pealkiri21"/>
        <w:tabs>
          <w:tab w:val="left" w:pos="851"/>
        </w:tabs>
        <w:ind w:left="0" w:firstLine="0"/>
        <w:jc w:val="both"/>
        <w:rPr>
          <w:sz w:val="24"/>
          <w:szCs w:val="24"/>
          <w:lang w:val="et-EE"/>
        </w:rPr>
      </w:pPr>
      <w:r w:rsidRPr="00D02662">
        <w:rPr>
          <w:sz w:val="24"/>
          <w:szCs w:val="24"/>
          <w:lang w:val="et-EE"/>
        </w:rPr>
        <w:t xml:space="preserve">Ekspertiis </w:t>
      </w:r>
      <w:r w:rsidR="0043132A" w:rsidRPr="00D02662">
        <w:rPr>
          <w:sz w:val="24"/>
          <w:szCs w:val="24"/>
          <w:lang w:val="et-EE"/>
        </w:rPr>
        <w:t>loetakse t</w:t>
      </w:r>
      <w:r w:rsidR="001E39E9" w:rsidRPr="00D02662">
        <w:rPr>
          <w:sz w:val="24"/>
          <w:szCs w:val="24"/>
          <w:lang w:val="et-EE"/>
        </w:rPr>
        <w:t>e</w:t>
      </w:r>
      <w:r w:rsidR="0043132A" w:rsidRPr="00D02662">
        <w:rPr>
          <w:sz w:val="24"/>
          <w:szCs w:val="24"/>
          <w:lang w:val="et-EE"/>
        </w:rPr>
        <w:t>llija poolt vastu võetuks, kui tellija ei ole esitanud v</w:t>
      </w:r>
      <w:r w:rsidR="001E39E9" w:rsidRPr="00D02662">
        <w:rPr>
          <w:sz w:val="24"/>
          <w:szCs w:val="24"/>
          <w:lang w:val="et-EE"/>
        </w:rPr>
        <w:t xml:space="preserve">astuväiteid punktis </w:t>
      </w:r>
      <w:r w:rsidR="0006519F" w:rsidRPr="00D02662">
        <w:rPr>
          <w:sz w:val="24"/>
          <w:szCs w:val="24"/>
          <w:lang w:val="et-EE"/>
        </w:rPr>
        <w:t>4</w:t>
      </w:r>
      <w:r w:rsidR="00AC37D2" w:rsidRPr="00D02662">
        <w:rPr>
          <w:sz w:val="24"/>
          <w:szCs w:val="24"/>
          <w:lang w:val="et-EE"/>
        </w:rPr>
        <w:t>.2</w:t>
      </w:r>
      <w:r w:rsidR="001E39E9" w:rsidRPr="00D02662">
        <w:rPr>
          <w:sz w:val="24"/>
          <w:szCs w:val="24"/>
          <w:lang w:val="et-EE"/>
        </w:rPr>
        <w:t xml:space="preserve"> nimetatud tähtaja jooksul.</w:t>
      </w:r>
    </w:p>
    <w:p w14:paraId="7CFC2CD3" w14:textId="77777777" w:rsidR="00F66278" w:rsidRPr="00D02662" w:rsidRDefault="0043132A" w:rsidP="00845655">
      <w:pPr>
        <w:pStyle w:val="Pealkiri21"/>
        <w:tabs>
          <w:tab w:val="left" w:pos="851"/>
        </w:tabs>
        <w:ind w:left="0" w:firstLine="0"/>
        <w:jc w:val="both"/>
        <w:rPr>
          <w:sz w:val="24"/>
          <w:szCs w:val="24"/>
          <w:lang w:val="et-EE"/>
        </w:rPr>
      </w:pPr>
      <w:r w:rsidRPr="00D02662">
        <w:rPr>
          <w:sz w:val="24"/>
          <w:szCs w:val="24"/>
          <w:lang w:val="et-EE"/>
        </w:rPr>
        <w:t>Juhul, kui tellija esitab oma vastuväited, peab t</w:t>
      </w:r>
      <w:r w:rsidR="001E39E9" w:rsidRPr="00D02662">
        <w:rPr>
          <w:sz w:val="24"/>
          <w:szCs w:val="24"/>
          <w:lang w:val="et-EE"/>
        </w:rPr>
        <w:t xml:space="preserve">öövõtja tegema </w:t>
      </w:r>
      <w:r w:rsidR="0006519F" w:rsidRPr="00D02662">
        <w:rPr>
          <w:sz w:val="24"/>
          <w:szCs w:val="24"/>
          <w:lang w:val="et-EE"/>
        </w:rPr>
        <w:t>ekspertiisiaktis</w:t>
      </w:r>
      <w:r w:rsidRPr="00D02662">
        <w:rPr>
          <w:sz w:val="24"/>
          <w:szCs w:val="24"/>
          <w:lang w:val="et-EE"/>
        </w:rPr>
        <w:t xml:space="preserve"> vastavad parandused t</w:t>
      </w:r>
      <w:r w:rsidR="001E39E9" w:rsidRPr="00D02662">
        <w:rPr>
          <w:sz w:val="24"/>
          <w:szCs w:val="24"/>
          <w:lang w:val="et-EE"/>
        </w:rPr>
        <w:t xml:space="preserve">ellija määratud tähtaja jooksul. Sellisel juhul loetakse </w:t>
      </w:r>
      <w:r w:rsidR="0006519F" w:rsidRPr="00D02662">
        <w:rPr>
          <w:sz w:val="24"/>
          <w:szCs w:val="24"/>
          <w:lang w:val="et-EE"/>
        </w:rPr>
        <w:t>ekspertiisiakt</w:t>
      </w:r>
      <w:r w:rsidR="001E39E9" w:rsidRPr="00D02662">
        <w:rPr>
          <w:sz w:val="24"/>
          <w:szCs w:val="24"/>
          <w:lang w:val="et-EE"/>
        </w:rPr>
        <w:t xml:space="preserve"> vastu võetuks, kui </w:t>
      </w:r>
      <w:r w:rsidRPr="00D02662">
        <w:rPr>
          <w:sz w:val="24"/>
          <w:szCs w:val="24"/>
          <w:lang w:val="et-EE"/>
        </w:rPr>
        <w:t>e</w:t>
      </w:r>
      <w:r w:rsidR="0006519F" w:rsidRPr="00D02662">
        <w:rPr>
          <w:sz w:val="24"/>
          <w:szCs w:val="24"/>
          <w:lang w:val="et-EE"/>
        </w:rPr>
        <w:t>kspert</w:t>
      </w:r>
      <w:r w:rsidRPr="00D02662">
        <w:rPr>
          <w:sz w:val="24"/>
          <w:szCs w:val="24"/>
          <w:lang w:val="et-EE"/>
        </w:rPr>
        <w:t xml:space="preserve"> on teinud parandused ja tellijal ei ole enam va</w:t>
      </w:r>
      <w:r w:rsidR="001E39E9" w:rsidRPr="00D02662">
        <w:rPr>
          <w:sz w:val="24"/>
          <w:szCs w:val="24"/>
          <w:lang w:val="et-EE"/>
        </w:rPr>
        <w:t xml:space="preserve">stuväiteid. </w:t>
      </w:r>
    </w:p>
    <w:p w14:paraId="715087F8" w14:textId="77777777" w:rsidR="00E900F4" w:rsidRPr="00D02662" w:rsidRDefault="00E900F4" w:rsidP="00845655">
      <w:pPr>
        <w:pStyle w:val="Pealkiri21"/>
        <w:tabs>
          <w:tab w:val="left" w:pos="851"/>
        </w:tabs>
        <w:ind w:left="0" w:firstLine="0"/>
        <w:jc w:val="both"/>
        <w:rPr>
          <w:sz w:val="24"/>
          <w:szCs w:val="24"/>
          <w:lang w:val="et-EE"/>
        </w:rPr>
      </w:pPr>
      <w:r w:rsidRPr="00D02662">
        <w:rPr>
          <w:sz w:val="24"/>
          <w:szCs w:val="24"/>
          <w:lang w:val="et-EE"/>
        </w:rPr>
        <w:t xml:space="preserve">Ekspertiisiakti </w:t>
      </w:r>
      <w:r w:rsidR="00F66278" w:rsidRPr="00D02662">
        <w:rPr>
          <w:sz w:val="24"/>
          <w:szCs w:val="24"/>
          <w:lang w:val="et-EE"/>
        </w:rPr>
        <w:t>vast</w:t>
      </w:r>
      <w:r w:rsidR="00C11940" w:rsidRPr="00D02662">
        <w:rPr>
          <w:sz w:val="24"/>
          <w:szCs w:val="24"/>
          <w:lang w:val="et-EE"/>
        </w:rPr>
        <w:t>u</w:t>
      </w:r>
      <w:r w:rsidR="00F66278" w:rsidRPr="00D02662">
        <w:rPr>
          <w:sz w:val="24"/>
          <w:szCs w:val="24"/>
          <w:lang w:val="et-EE"/>
        </w:rPr>
        <w:t xml:space="preserve">võtmisel </w:t>
      </w:r>
      <w:r w:rsidR="0043132A" w:rsidRPr="00D02662">
        <w:rPr>
          <w:sz w:val="24"/>
          <w:szCs w:val="24"/>
          <w:lang w:val="et-EE"/>
        </w:rPr>
        <w:t>vormistavad p</w:t>
      </w:r>
      <w:r w:rsidRPr="00D02662">
        <w:rPr>
          <w:sz w:val="24"/>
          <w:szCs w:val="24"/>
          <w:lang w:val="et-EE"/>
        </w:rPr>
        <w:t>ooled üleandmise-vastuvõtmise akti, mil</w:t>
      </w:r>
      <w:r w:rsidR="00F66278" w:rsidRPr="00D02662">
        <w:rPr>
          <w:sz w:val="24"/>
          <w:szCs w:val="24"/>
          <w:lang w:val="et-EE"/>
        </w:rPr>
        <w:t>lele kirju</w:t>
      </w:r>
      <w:r w:rsidRPr="00D02662">
        <w:rPr>
          <w:sz w:val="24"/>
          <w:szCs w:val="24"/>
          <w:lang w:val="et-EE"/>
        </w:rPr>
        <w:t xml:space="preserve">tavad alla </w:t>
      </w:r>
      <w:r w:rsidR="0043132A" w:rsidRPr="00D02662">
        <w:rPr>
          <w:sz w:val="24"/>
          <w:szCs w:val="24"/>
          <w:lang w:val="et-EE"/>
        </w:rPr>
        <w:t>p</w:t>
      </w:r>
      <w:r w:rsidRPr="00D02662">
        <w:rPr>
          <w:sz w:val="24"/>
          <w:szCs w:val="24"/>
          <w:lang w:val="et-EE"/>
        </w:rPr>
        <w:t xml:space="preserve">oolte esindajad. </w:t>
      </w:r>
    </w:p>
    <w:p w14:paraId="397D35E5" w14:textId="77777777" w:rsidR="001E39E9" w:rsidRPr="00D02662" w:rsidRDefault="001E39E9" w:rsidP="00845655">
      <w:pPr>
        <w:pStyle w:val="Pealkiri21"/>
        <w:tabs>
          <w:tab w:val="left" w:pos="851"/>
        </w:tabs>
        <w:ind w:left="0" w:firstLine="0"/>
        <w:jc w:val="both"/>
        <w:rPr>
          <w:sz w:val="24"/>
          <w:szCs w:val="24"/>
          <w:lang w:val="et-EE"/>
        </w:rPr>
      </w:pPr>
      <w:r w:rsidRPr="00D02662">
        <w:rPr>
          <w:sz w:val="24"/>
          <w:szCs w:val="24"/>
          <w:lang w:val="et-EE"/>
        </w:rPr>
        <w:t xml:space="preserve">Pärast </w:t>
      </w:r>
      <w:r w:rsidR="0006519F" w:rsidRPr="00D02662">
        <w:rPr>
          <w:sz w:val="24"/>
          <w:szCs w:val="24"/>
          <w:lang w:val="et-EE"/>
        </w:rPr>
        <w:t>ekspertiisiakti</w:t>
      </w:r>
      <w:r w:rsidR="0043132A" w:rsidRPr="00D02662">
        <w:rPr>
          <w:sz w:val="24"/>
          <w:szCs w:val="24"/>
          <w:lang w:val="et-EE"/>
        </w:rPr>
        <w:t xml:space="preserve"> vastuvõtmist t</w:t>
      </w:r>
      <w:r w:rsidRPr="00D02662">
        <w:rPr>
          <w:sz w:val="24"/>
          <w:szCs w:val="24"/>
          <w:lang w:val="et-EE"/>
        </w:rPr>
        <w:t xml:space="preserve">ellija poolt on </w:t>
      </w:r>
      <w:r w:rsidR="0043132A" w:rsidRPr="00D02662">
        <w:rPr>
          <w:sz w:val="24"/>
          <w:szCs w:val="24"/>
          <w:lang w:val="et-EE"/>
        </w:rPr>
        <w:t>e</w:t>
      </w:r>
      <w:r w:rsidR="0006519F" w:rsidRPr="00D02662">
        <w:rPr>
          <w:sz w:val="24"/>
          <w:szCs w:val="24"/>
          <w:lang w:val="et-EE"/>
        </w:rPr>
        <w:t>ksperdil</w:t>
      </w:r>
      <w:r w:rsidR="0043132A" w:rsidRPr="00D02662">
        <w:rPr>
          <w:sz w:val="24"/>
          <w:szCs w:val="24"/>
          <w:lang w:val="et-EE"/>
        </w:rPr>
        <w:t xml:space="preserve"> õigus l</w:t>
      </w:r>
      <w:r w:rsidRPr="00D02662">
        <w:rPr>
          <w:sz w:val="24"/>
          <w:szCs w:val="24"/>
          <w:lang w:val="et-EE"/>
        </w:rPr>
        <w:t>epinguga kokkulepitud tasule.</w:t>
      </w:r>
    </w:p>
    <w:p w14:paraId="13897553" w14:textId="77777777" w:rsidR="00BA36D9" w:rsidRPr="00D02662" w:rsidRDefault="00BA36D9" w:rsidP="00845655">
      <w:pPr>
        <w:tabs>
          <w:tab w:val="left" w:pos="851"/>
        </w:tabs>
        <w:jc w:val="both"/>
        <w:rPr>
          <w:sz w:val="24"/>
          <w:szCs w:val="24"/>
          <w:lang w:val="et-EE"/>
        </w:rPr>
      </w:pPr>
    </w:p>
    <w:p w14:paraId="1B66B08B" w14:textId="77777777" w:rsidR="00BA36D9" w:rsidRPr="00D02662" w:rsidRDefault="00BA36D9" w:rsidP="00845655">
      <w:pPr>
        <w:pStyle w:val="Pealkiri11"/>
        <w:tabs>
          <w:tab w:val="left" w:pos="851"/>
        </w:tabs>
        <w:ind w:left="0" w:firstLine="0"/>
        <w:jc w:val="both"/>
        <w:rPr>
          <w:b/>
          <w:sz w:val="24"/>
          <w:szCs w:val="24"/>
          <w:lang w:val="et-EE"/>
        </w:rPr>
      </w:pPr>
      <w:r w:rsidRPr="00D02662">
        <w:rPr>
          <w:b/>
          <w:sz w:val="24"/>
          <w:szCs w:val="24"/>
          <w:lang w:val="et-EE"/>
        </w:rPr>
        <w:t>Tasu</w:t>
      </w:r>
    </w:p>
    <w:p w14:paraId="4D8F9199" w14:textId="77777777" w:rsidR="00BA36D9" w:rsidRPr="00AA6E24" w:rsidRDefault="00BA36D9" w:rsidP="00845655">
      <w:pPr>
        <w:pStyle w:val="Pealkiri21"/>
        <w:tabs>
          <w:tab w:val="left" w:pos="851"/>
        </w:tabs>
        <w:ind w:left="0" w:firstLine="0"/>
        <w:jc w:val="both"/>
        <w:rPr>
          <w:sz w:val="24"/>
          <w:szCs w:val="24"/>
          <w:lang w:val="fi-FI"/>
        </w:rPr>
      </w:pPr>
      <w:r w:rsidRPr="00D02662">
        <w:rPr>
          <w:sz w:val="24"/>
          <w:szCs w:val="24"/>
          <w:lang w:val="et-EE"/>
        </w:rPr>
        <w:t xml:space="preserve">Tellija maksab </w:t>
      </w:r>
      <w:r w:rsidR="00BC52AC" w:rsidRPr="00D02662">
        <w:rPr>
          <w:sz w:val="24"/>
          <w:szCs w:val="24"/>
          <w:lang w:val="et-EE"/>
        </w:rPr>
        <w:t>e</w:t>
      </w:r>
      <w:r w:rsidR="00DA41FE" w:rsidRPr="00D02662">
        <w:rPr>
          <w:sz w:val="24"/>
          <w:szCs w:val="24"/>
          <w:lang w:val="et-EE"/>
        </w:rPr>
        <w:t>ksperdile ekspertiisi</w:t>
      </w:r>
      <w:r w:rsidRPr="00D02662">
        <w:rPr>
          <w:sz w:val="24"/>
          <w:szCs w:val="24"/>
          <w:lang w:val="et-EE"/>
        </w:rPr>
        <w:t xml:space="preserve"> teostamise eest tasu summas </w:t>
      </w:r>
      <w:r w:rsidR="00EE00F0" w:rsidRPr="00D02662">
        <w:rPr>
          <w:sz w:val="24"/>
          <w:szCs w:val="24"/>
        </w:rPr>
        <w:fldChar w:fldCharType="begin"/>
      </w:r>
      <w:r w:rsidR="00EE00F0" w:rsidRPr="008212B6">
        <w:rPr>
          <w:sz w:val="24"/>
          <w:szCs w:val="24"/>
          <w:lang w:val="fi-FI"/>
        </w:rPr>
        <w:instrText xml:space="preserve"> MACROBUTTON  AcceptAllChangesInDoc [Sisesta summa] </w:instrText>
      </w:r>
      <w:r w:rsidR="00EE00F0" w:rsidRPr="00D02662">
        <w:rPr>
          <w:sz w:val="24"/>
          <w:szCs w:val="24"/>
        </w:rPr>
        <w:fldChar w:fldCharType="end"/>
      </w:r>
      <w:r w:rsidR="00EE00F0" w:rsidRPr="008212B6">
        <w:rPr>
          <w:sz w:val="24"/>
          <w:szCs w:val="24"/>
          <w:lang w:val="fi-FI"/>
        </w:rPr>
        <w:t xml:space="preserve">  (</w:t>
      </w:r>
      <w:r w:rsidR="00EE00F0" w:rsidRPr="00D02662">
        <w:rPr>
          <w:rFonts w:eastAsia="Calibri"/>
          <w:sz w:val="24"/>
          <w:szCs w:val="24"/>
        </w:rPr>
        <w:fldChar w:fldCharType="begin"/>
      </w:r>
      <w:r w:rsidR="00EE00F0" w:rsidRPr="008212B6">
        <w:rPr>
          <w:rFonts w:eastAsia="Calibri"/>
          <w:sz w:val="24"/>
          <w:szCs w:val="24"/>
          <w:lang w:val="fi-FI"/>
        </w:rPr>
        <w:instrText xml:space="preserve"> MACROBUTTON  AcceptAllChangesInDoc [Sisesta summa sõnadega]) </w:instrText>
      </w:r>
      <w:r w:rsidR="00EE00F0" w:rsidRPr="00D02662">
        <w:rPr>
          <w:rFonts w:eastAsia="Calibri"/>
          <w:sz w:val="24"/>
          <w:szCs w:val="24"/>
        </w:rPr>
        <w:fldChar w:fldCharType="end"/>
      </w:r>
      <w:r w:rsidR="00C95C0B" w:rsidRPr="00D02662">
        <w:rPr>
          <w:sz w:val="24"/>
          <w:szCs w:val="24"/>
          <w:lang w:val="et-EE"/>
        </w:rPr>
        <w:t>eurot, millele lisandub käibemaks.</w:t>
      </w:r>
    </w:p>
    <w:p w14:paraId="17D170E7" w14:textId="77777777" w:rsidR="00AA6E24" w:rsidRPr="008212B6" w:rsidRDefault="00AA6E24" w:rsidP="00845655">
      <w:pPr>
        <w:pStyle w:val="Pealkiri21"/>
        <w:tabs>
          <w:tab w:val="left" w:pos="851"/>
        </w:tabs>
        <w:ind w:left="0" w:firstLine="0"/>
        <w:jc w:val="both"/>
        <w:rPr>
          <w:sz w:val="24"/>
          <w:szCs w:val="24"/>
          <w:lang w:val="fi-FI"/>
        </w:rPr>
      </w:pPr>
      <w:r>
        <w:rPr>
          <w:sz w:val="24"/>
          <w:szCs w:val="24"/>
          <w:lang w:val="et-EE"/>
        </w:rPr>
        <w:t xml:space="preserve">Tellija on kohustatud maksma </w:t>
      </w:r>
      <w:r w:rsidR="00477F81">
        <w:rPr>
          <w:sz w:val="24"/>
          <w:szCs w:val="24"/>
          <w:lang w:val="et-EE"/>
        </w:rPr>
        <w:t>eksperdile ekspertiisi teostamise</w:t>
      </w:r>
      <w:r>
        <w:rPr>
          <w:sz w:val="24"/>
          <w:szCs w:val="24"/>
          <w:lang w:val="et-EE"/>
        </w:rPr>
        <w:t xml:space="preserve"> tasu </w:t>
      </w:r>
      <w:r w:rsidR="009F4963">
        <w:rPr>
          <w:sz w:val="24"/>
          <w:szCs w:val="24"/>
          <w:lang w:val="et-EE"/>
        </w:rPr>
        <w:t xml:space="preserve">hiljemalt kuni </w:t>
      </w:r>
      <w:r>
        <w:rPr>
          <w:sz w:val="24"/>
          <w:szCs w:val="24"/>
          <w:lang w:val="et-EE"/>
        </w:rPr>
        <w:t>14 (neliteist) kalendrip</w:t>
      </w:r>
      <w:r w:rsidR="009F4963">
        <w:rPr>
          <w:sz w:val="24"/>
          <w:szCs w:val="24"/>
          <w:lang w:val="et-EE"/>
        </w:rPr>
        <w:t>äeva jooksul arve kättesaamisest</w:t>
      </w:r>
      <w:r>
        <w:rPr>
          <w:sz w:val="24"/>
          <w:szCs w:val="24"/>
          <w:lang w:val="et-EE"/>
        </w:rPr>
        <w:t>.</w:t>
      </w:r>
    </w:p>
    <w:p w14:paraId="58E50AFC" w14:textId="2651DE68" w:rsidR="00BA36D9" w:rsidRPr="00D02662" w:rsidRDefault="00C0184D" w:rsidP="00845655">
      <w:pPr>
        <w:pStyle w:val="Pealkiri21"/>
        <w:tabs>
          <w:tab w:val="left" w:pos="851"/>
        </w:tabs>
        <w:ind w:left="0" w:firstLine="0"/>
        <w:jc w:val="both"/>
        <w:rPr>
          <w:sz w:val="24"/>
          <w:szCs w:val="24"/>
          <w:lang w:val="et-EE"/>
        </w:rPr>
      </w:pPr>
      <w:r w:rsidRPr="00D02662">
        <w:rPr>
          <w:sz w:val="24"/>
          <w:szCs w:val="24"/>
          <w:lang w:val="et-EE"/>
        </w:rPr>
        <w:t>T</w:t>
      </w:r>
      <w:r w:rsidR="00BA36D9" w:rsidRPr="00D02662">
        <w:rPr>
          <w:sz w:val="24"/>
          <w:szCs w:val="24"/>
          <w:lang w:val="et-EE"/>
        </w:rPr>
        <w:t xml:space="preserve">ellija tasub </w:t>
      </w:r>
      <w:r w:rsidR="00004AF2" w:rsidRPr="00D02662">
        <w:rPr>
          <w:sz w:val="24"/>
          <w:szCs w:val="24"/>
          <w:lang w:val="et-EE"/>
        </w:rPr>
        <w:t>ekspertiisi</w:t>
      </w:r>
      <w:r w:rsidR="00BA36D9" w:rsidRPr="00D02662">
        <w:rPr>
          <w:sz w:val="24"/>
          <w:szCs w:val="24"/>
          <w:lang w:val="et-EE"/>
        </w:rPr>
        <w:t xml:space="preserve"> eest </w:t>
      </w:r>
      <w:r w:rsidR="0043132A" w:rsidRPr="00D02662">
        <w:rPr>
          <w:sz w:val="24"/>
          <w:szCs w:val="24"/>
          <w:lang w:val="et-EE"/>
        </w:rPr>
        <w:t>e</w:t>
      </w:r>
      <w:r w:rsidR="00DA41FE" w:rsidRPr="00D02662">
        <w:rPr>
          <w:sz w:val="24"/>
          <w:szCs w:val="24"/>
          <w:lang w:val="et-EE"/>
        </w:rPr>
        <w:t>ksperdi poolt esitatud arve</w:t>
      </w:r>
      <w:r w:rsidR="00BA36D9" w:rsidRPr="00D02662">
        <w:rPr>
          <w:sz w:val="24"/>
          <w:szCs w:val="24"/>
          <w:lang w:val="et-EE"/>
        </w:rPr>
        <w:t xml:space="preserve"> alusel. </w:t>
      </w:r>
      <w:r w:rsidR="00434AD6">
        <w:rPr>
          <w:sz w:val="24"/>
          <w:szCs w:val="24"/>
          <w:lang w:val="et-EE"/>
        </w:rPr>
        <w:t xml:space="preserve">Ekspert </w:t>
      </w:r>
      <w:r w:rsidR="00434AD6" w:rsidRPr="00434AD6">
        <w:rPr>
          <w:sz w:val="24"/>
          <w:szCs w:val="24"/>
          <w:lang w:val="et-EE"/>
        </w:rPr>
        <w:t>esitab arve vaid elektrooniliselt. Arve esitamiseks tuleb kasutada elektrooniliste arvete esitamiseks mõeldud raamatupidamistarkvara või raamatupidamistarkvara E-</w:t>
      </w:r>
      <w:proofErr w:type="spellStart"/>
      <w:r w:rsidR="00434AD6" w:rsidRPr="00434AD6">
        <w:rPr>
          <w:sz w:val="24"/>
          <w:szCs w:val="24"/>
          <w:lang w:val="et-EE"/>
        </w:rPr>
        <w:t>arveldaja</w:t>
      </w:r>
      <w:proofErr w:type="spellEnd"/>
      <w:r w:rsidR="00434AD6" w:rsidRPr="00434AD6">
        <w:rPr>
          <w:sz w:val="24"/>
          <w:szCs w:val="24"/>
          <w:lang w:val="et-EE"/>
        </w:rPr>
        <w:t xml:space="preserve">, mis asub ettevõtjaportaalis </w:t>
      </w:r>
      <w:hyperlink r:id="rId10" w:history="1">
        <w:r w:rsidR="00434AD6" w:rsidRPr="00F46E68">
          <w:rPr>
            <w:rStyle w:val="Hyperlink"/>
            <w:sz w:val="24"/>
            <w:szCs w:val="24"/>
            <w:lang w:val="et-EE"/>
          </w:rPr>
          <w:t>https://www.rik.ee/et/e-arveldaja</w:t>
        </w:r>
      </w:hyperlink>
      <w:r w:rsidR="00434AD6" w:rsidRPr="00434AD6">
        <w:rPr>
          <w:sz w:val="24"/>
          <w:szCs w:val="24"/>
          <w:lang w:val="et-EE"/>
        </w:rPr>
        <w:t>.</w:t>
      </w:r>
    </w:p>
    <w:p w14:paraId="65E340CF" w14:textId="77777777" w:rsidR="005C4A89" w:rsidRPr="00D02662" w:rsidRDefault="00C0184D" w:rsidP="00845655">
      <w:pPr>
        <w:pStyle w:val="Pealkiri21"/>
        <w:tabs>
          <w:tab w:val="left" w:pos="851"/>
        </w:tabs>
        <w:ind w:left="0" w:firstLine="0"/>
        <w:jc w:val="both"/>
        <w:rPr>
          <w:sz w:val="24"/>
          <w:szCs w:val="24"/>
          <w:lang w:val="et-EE"/>
        </w:rPr>
      </w:pPr>
      <w:r w:rsidRPr="00D02662">
        <w:rPr>
          <w:sz w:val="24"/>
          <w:szCs w:val="24"/>
          <w:lang w:val="et-EE"/>
        </w:rPr>
        <w:t>A</w:t>
      </w:r>
      <w:r w:rsidR="0043132A" w:rsidRPr="00D02662">
        <w:rPr>
          <w:sz w:val="24"/>
          <w:szCs w:val="24"/>
          <w:lang w:val="et-EE"/>
        </w:rPr>
        <w:t>rve esitamise aluseks on p</w:t>
      </w:r>
      <w:r w:rsidR="00BA36D9" w:rsidRPr="00D02662">
        <w:rPr>
          <w:sz w:val="24"/>
          <w:szCs w:val="24"/>
          <w:lang w:val="et-EE"/>
        </w:rPr>
        <w:t>oolte poolt allkirjastatud tööde vastuvõtmise akt.</w:t>
      </w:r>
    </w:p>
    <w:p w14:paraId="5A3A282E" w14:textId="77777777" w:rsidR="00BA36D9" w:rsidRPr="00D02662" w:rsidRDefault="00BA36D9" w:rsidP="00845655">
      <w:pPr>
        <w:tabs>
          <w:tab w:val="left" w:pos="851"/>
        </w:tabs>
        <w:jc w:val="both"/>
        <w:rPr>
          <w:sz w:val="24"/>
          <w:szCs w:val="24"/>
          <w:lang w:val="et-EE"/>
        </w:rPr>
      </w:pPr>
    </w:p>
    <w:p w14:paraId="04244488" w14:textId="77777777" w:rsidR="00BA36D9" w:rsidRPr="00D02662" w:rsidRDefault="00BA36D9" w:rsidP="00845655">
      <w:pPr>
        <w:pStyle w:val="Pealkiri11"/>
        <w:tabs>
          <w:tab w:val="left" w:pos="851"/>
        </w:tabs>
        <w:ind w:left="0" w:firstLine="0"/>
        <w:jc w:val="both"/>
        <w:rPr>
          <w:b/>
          <w:sz w:val="24"/>
          <w:szCs w:val="24"/>
          <w:lang w:val="et-EE"/>
        </w:rPr>
      </w:pPr>
      <w:r w:rsidRPr="00D02662">
        <w:rPr>
          <w:b/>
          <w:sz w:val="24"/>
          <w:szCs w:val="24"/>
          <w:lang w:val="et-EE"/>
        </w:rPr>
        <w:t>Poolte vastutus</w:t>
      </w:r>
    </w:p>
    <w:p w14:paraId="7E65C462" w14:textId="77777777" w:rsidR="00BA36D9" w:rsidRPr="00D02662" w:rsidRDefault="00BA36D9" w:rsidP="00845655">
      <w:pPr>
        <w:pStyle w:val="Pealkiri21"/>
        <w:tabs>
          <w:tab w:val="left" w:pos="851"/>
        </w:tabs>
        <w:ind w:left="0" w:firstLine="0"/>
        <w:jc w:val="both"/>
        <w:rPr>
          <w:sz w:val="24"/>
          <w:szCs w:val="24"/>
          <w:lang w:val="et-EE"/>
        </w:rPr>
      </w:pPr>
      <w:r w:rsidRPr="00D02662">
        <w:rPr>
          <w:sz w:val="24"/>
          <w:szCs w:val="24"/>
          <w:lang w:val="et-EE"/>
        </w:rPr>
        <w:t xml:space="preserve">Pooled vastutavad </w:t>
      </w:r>
      <w:r w:rsidR="00DA41FE" w:rsidRPr="00D02662">
        <w:rPr>
          <w:sz w:val="24"/>
          <w:szCs w:val="24"/>
          <w:lang w:val="et-EE"/>
        </w:rPr>
        <w:t xml:space="preserve">õigusaktidest või </w:t>
      </w:r>
      <w:r w:rsidR="0043132A" w:rsidRPr="00D02662">
        <w:rPr>
          <w:sz w:val="24"/>
          <w:szCs w:val="24"/>
          <w:lang w:val="et-EE"/>
        </w:rPr>
        <w:t>l</w:t>
      </w:r>
      <w:r w:rsidRPr="00D02662">
        <w:rPr>
          <w:sz w:val="24"/>
          <w:szCs w:val="24"/>
          <w:lang w:val="et-EE"/>
        </w:rPr>
        <w:t>epingust tulen</w:t>
      </w:r>
      <w:r w:rsidR="00DA41FE" w:rsidRPr="00D02662">
        <w:rPr>
          <w:sz w:val="24"/>
          <w:szCs w:val="24"/>
          <w:lang w:val="et-EE"/>
        </w:rPr>
        <w:t>evate kohustuste rikkumise eest.</w:t>
      </w:r>
    </w:p>
    <w:p w14:paraId="212BDF89" w14:textId="77777777" w:rsidR="00BA36D9" w:rsidRPr="00D02662" w:rsidRDefault="00BA36D9" w:rsidP="00845655">
      <w:pPr>
        <w:pStyle w:val="Pealkiri21"/>
        <w:tabs>
          <w:tab w:val="left" w:pos="851"/>
        </w:tabs>
        <w:ind w:left="0" w:firstLine="0"/>
        <w:jc w:val="both"/>
        <w:rPr>
          <w:sz w:val="24"/>
          <w:szCs w:val="24"/>
          <w:lang w:val="et-EE"/>
        </w:rPr>
      </w:pPr>
      <w:r w:rsidRPr="00D02662">
        <w:rPr>
          <w:sz w:val="24"/>
          <w:szCs w:val="24"/>
          <w:lang w:val="et-EE"/>
        </w:rPr>
        <w:t xml:space="preserve">Juhul, kui </w:t>
      </w:r>
      <w:r w:rsidR="0043132A" w:rsidRPr="00D02662">
        <w:rPr>
          <w:sz w:val="24"/>
          <w:szCs w:val="24"/>
          <w:lang w:val="et-EE"/>
        </w:rPr>
        <w:t>e</w:t>
      </w:r>
      <w:r w:rsidR="00DA41FE" w:rsidRPr="00D02662">
        <w:rPr>
          <w:sz w:val="24"/>
          <w:szCs w:val="24"/>
          <w:lang w:val="et-EE"/>
        </w:rPr>
        <w:t xml:space="preserve">kspert </w:t>
      </w:r>
      <w:r w:rsidRPr="00D02662">
        <w:rPr>
          <w:sz w:val="24"/>
          <w:szCs w:val="24"/>
          <w:lang w:val="et-EE"/>
        </w:rPr>
        <w:t xml:space="preserve">viivitab </w:t>
      </w:r>
      <w:r w:rsidR="00004AF2" w:rsidRPr="00D02662">
        <w:rPr>
          <w:sz w:val="24"/>
          <w:szCs w:val="24"/>
          <w:lang w:val="et-EE"/>
        </w:rPr>
        <w:t>ekspertiisiakti</w:t>
      </w:r>
      <w:r w:rsidRPr="00D02662">
        <w:rPr>
          <w:sz w:val="24"/>
          <w:szCs w:val="24"/>
          <w:lang w:val="et-EE"/>
        </w:rPr>
        <w:t xml:space="preserve"> üleandmiseg</w:t>
      </w:r>
      <w:r w:rsidR="0043132A" w:rsidRPr="00D02662">
        <w:rPr>
          <w:sz w:val="24"/>
          <w:szCs w:val="24"/>
          <w:lang w:val="et-EE"/>
        </w:rPr>
        <w:t>a üle kokkulepitud tähtaja, on t</w:t>
      </w:r>
      <w:r w:rsidRPr="00D02662">
        <w:rPr>
          <w:sz w:val="24"/>
          <w:szCs w:val="24"/>
          <w:lang w:val="et-EE"/>
        </w:rPr>
        <w:t>ellijal õigus nõuda leppetrahvi tasu</w:t>
      </w:r>
      <w:r w:rsidR="0043132A" w:rsidRPr="00D02662">
        <w:rPr>
          <w:sz w:val="24"/>
          <w:szCs w:val="24"/>
          <w:lang w:val="et-EE"/>
        </w:rPr>
        <w:t>mist, mille suuruseks on 0,15% l</w:t>
      </w:r>
      <w:r w:rsidRPr="00D02662">
        <w:rPr>
          <w:sz w:val="24"/>
          <w:szCs w:val="24"/>
          <w:lang w:val="et-EE"/>
        </w:rPr>
        <w:t xml:space="preserve">epingu kohaselt </w:t>
      </w:r>
      <w:r w:rsidR="0043132A" w:rsidRPr="00D02662">
        <w:rPr>
          <w:sz w:val="24"/>
          <w:szCs w:val="24"/>
          <w:lang w:val="et-EE"/>
        </w:rPr>
        <w:t>e</w:t>
      </w:r>
      <w:r w:rsidR="00DA41FE" w:rsidRPr="00D02662">
        <w:rPr>
          <w:sz w:val="24"/>
          <w:szCs w:val="24"/>
          <w:lang w:val="et-EE"/>
        </w:rPr>
        <w:t>ksperdile</w:t>
      </w:r>
      <w:r w:rsidR="00C11940" w:rsidRPr="00D02662">
        <w:rPr>
          <w:sz w:val="24"/>
          <w:szCs w:val="24"/>
          <w:lang w:val="et-EE"/>
        </w:rPr>
        <w:t xml:space="preserve"> maksta</w:t>
      </w:r>
      <w:r w:rsidRPr="00D02662">
        <w:rPr>
          <w:sz w:val="24"/>
          <w:szCs w:val="24"/>
          <w:lang w:val="et-EE"/>
        </w:rPr>
        <w:t xml:space="preserve">vast tasust iga üleandmisega viivitatud kalendripäeva eest, kuid kokku mitte rohkem kui 30 (kolmkümmend) protsenti </w:t>
      </w:r>
      <w:r w:rsidR="0043132A" w:rsidRPr="00D02662">
        <w:rPr>
          <w:sz w:val="24"/>
          <w:szCs w:val="24"/>
          <w:lang w:val="et-EE"/>
        </w:rPr>
        <w:t>e</w:t>
      </w:r>
      <w:r w:rsidR="00DA41FE" w:rsidRPr="00D02662">
        <w:rPr>
          <w:sz w:val="24"/>
          <w:szCs w:val="24"/>
          <w:lang w:val="et-EE"/>
        </w:rPr>
        <w:t xml:space="preserve">ksperdile </w:t>
      </w:r>
      <w:r w:rsidRPr="00D02662">
        <w:rPr>
          <w:sz w:val="24"/>
          <w:szCs w:val="24"/>
          <w:lang w:val="et-EE"/>
        </w:rPr>
        <w:t xml:space="preserve">makstavast tasust. Tellijal on õigus </w:t>
      </w:r>
      <w:r w:rsidR="00004AF2" w:rsidRPr="00D02662">
        <w:rPr>
          <w:sz w:val="24"/>
          <w:szCs w:val="24"/>
          <w:lang w:val="et-EE"/>
        </w:rPr>
        <w:t>ekspertiisi</w:t>
      </w:r>
      <w:r w:rsidRPr="00D02662">
        <w:rPr>
          <w:sz w:val="24"/>
          <w:szCs w:val="24"/>
          <w:lang w:val="et-EE"/>
        </w:rPr>
        <w:t xml:space="preserve"> eest tasumisel vähendada </w:t>
      </w:r>
      <w:r w:rsidR="0043132A" w:rsidRPr="00D02662">
        <w:rPr>
          <w:sz w:val="24"/>
          <w:szCs w:val="24"/>
          <w:lang w:val="et-EE"/>
        </w:rPr>
        <w:t>ek</w:t>
      </w:r>
      <w:r w:rsidR="00DA41FE" w:rsidRPr="00D02662">
        <w:rPr>
          <w:sz w:val="24"/>
          <w:szCs w:val="24"/>
          <w:lang w:val="et-EE"/>
        </w:rPr>
        <w:t xml:space="preserve">sperdile </w:t>
      </w:r>
      <w:r w:rsidRPr="00D02662">
        <w:rPr>
          <w:sz w:val="24"/>
          <w:szCs w:val="24"/>
          <w:lang w:val="et-EE"/>
        </w:rPr>
        <w:t xml:space="preserve">makstavat tasu leppetrahvi summa võrra. </w:t>
      </w:r>
    </w:p>
    <w:p w14:paraId="2B2B4F08" w14:textId="77777777" w:rsidR="00BA36D9" w:rsidRPr="00D02662" w:rsidRDefault="00004AF2" w:rsidP="00845655">
      <w:pPr>
        <w:pStyle w:val="Pealkiri21"/>
        <w:tabs>
          <w:tab w:val="left" w:pos="851"/>
        </w:tabs>
        <w:ind w:left="0" w:firstLine="0"/>
        <w:jc w:val="both"/>
        <w:rPr>
          <w:sz w:val="24"/>
          <w:szCs w:val="24"/>
          <w:lang w:val="et-EE"/>
        </w:rPr>
      </w:pPr>
      <w:r w:rsidRPr="00D02662">
        <w:rPr>
          <w:sz w:val="24"/>
          <w:szCs w:val="24"/>
          <w:lang w:val="et-EE"/>
        </w:rPr>
        <w:t>Tellijal on õigus nõuda punktis 6</w:t>
      </w:r>
      <w:r w:rsidR="00BA36D9" w:rsidRPr="00D02662">
        <w:rPr>
          <w:sz w:val="24"/>
          <w:szCs w:val="24"/>
          <w:lang w:val="et-EE"/>
        </w:rPr>
        <w:t xml:space="preserve">.2 sätestatud leppetrahvi tasumist ka aja eest, mil </w:t>
      </w:r>
      <w:r w:rsidR="0043132A" w:rsidRPr="00D02662">
        <w:rPr>
          <w:sz w:val="24"/>
          <w:szCs w:val="24"/>
          <w:lang w:val="et-EE"/>
        </w:rPr>
        <w:t>e</w:t>
      </w:r>
      <w:r w:rsidR="00DA41FE" w:rsidRPr="00D02662">
        <w:rPr>
          <w:sz w:val="24"/>
          <w:szCs w:val="24"/>
          <w:lang w:val="et-EE"/>
        </w:rPr>
        <w:t xml:space="preserve">ksperti </w:t>
      </w:r>
      <w:r w:rsidR="00BA36D9" w:rsidRPr="00D02662">
        <w:rPr>
          <w:sz w:val="24"/>
          <w:szCs w:val="24"/>
          <w:lang w:val="et-EE"/>
        </w:rPr>
        <w:t>teeb parandusi t</w:t>
      </w:r>
      <w:r w:rsidR="0043132A" w:rsidRPr="00D02662">
        <w:rPr>
          <w:sz w:val="24"/>
          <w:szCs w:val="24"/>
          <w:lang w:val="et-EE"/>
        </w:rPr>
        <w:t>ulenevalt tellija v</w:t>
      </w:r>
      <w:r w:rsidR="00BA36D9" w:rsidRPr="00D02662">
        <w:rPr>
          <w:sz w:val="24"/>
          <w:szCs w:val="24"/>
          <w:lang w:val="et-EE"/>
        </w:rPr>
        <w:t>astuväidetest.</w:t>
      </w:r>
    </w:p>
    <w:p w14:paraId="3783AB97" w14:textId="77777777" w:rsidR="00BA36D9" w:rsidRPr="00D02662" w:rsidRDefault="0043132A" w:rsidP="00845655">
      <w:pPr>
        <w:pStyle w:val="Pealkiri21"/>
        <w:tabs>
          <w:tab w:val="left" w:pos="851"/>
        </w:tabs>
        <w:ind w:left="0" w:firstLine="0"/>
        <w:jc w:val="both"/>
        <w:rPr>
          <w:sz w:val="24"/>
          <w:szCs w:val="24"/>
          <w:lang w:val="et-EE"/>
        </w:rPr>
      </w:pPr>
      <w:r w:rsidRPr="00D02662">
        <w:rPr>
          <w:sz w:val="24"/>
          <w:szCs w:val="24"/>
          <w:lang w:val="et-EE"/>
        </w:rPr>
        <w:t>Juhul, kui t</w:t>
      </w:r>
      <w:r w:rsidR="00BA36D9" w:rsidRPr="00D02662">
        <w:rPr>
          <w:sz w:val="24"/>
          <w:szCs w:val="24"/>
          <w:lang w:val="et-EE"/>
        </w:rPr>
        <w:t xml:space="preserve">ellija viivitab </w:t>
      </w:r>
      <w:r w:rsidRPr="00D02662">
        <w:rPr>
          <w:sz w:val="24"/>
          <w:szCs w:val="24"/>
          <w:lang w:val="et-EE"/>
        </w:rPr>
        <w:t>e</w:t>
      </w:r>
      <w:r w:rsidR="00DA41FE" w:rsidRPr="00D02662">
        <w:rPr>
          <w:sz w:val="24"/>
          <w:szCs w:val="24"/>
          <w:lang w:val="et-EE"/>
        </w:rPr>
        <w:t>ksperdile</w:t>
      </w:r>
      <w:r w:rsidR="00BA36D9" w:rsidRPr="00D02662">
        <w:rPr>
          <w:sz w:val="24"/>
          <w:szCs w:val="24"/>
          <w:lang w:val="et-EE"/>
        </w:rPr>
        <w:t xml:space="preserve"> tasu maksmisega üle kokkulepitud tähtaja, on </w:t>
      </w:r>
      <w:r w:rsidRPr="00D02662">
        <w:rPr>
          <w:sz w:val="24"/>
          <w:szCs w:val="24"/>
          <w:lang w:val="et-EE"/>
        </w:rPr>
        <w:t>e</w:t>
      </w:r>
      <w:r w:rsidR="00DA41FE" w:rsidRPr="00D02662">
        <w:rPr>
          <w:sz w:val="24"/>
          <w:szCs w:val="24"/>
          <w:lang w:val="et-EE"/>
        </w:rPr>
        <w:t>ksperdil</w:t>
      </w:r>
      <w:r w:rsidR="00BA36D9" w:rsidRPr="00D02662">
        <w:rPr>
          <w:sz w:val="24"/>
          <w:szCs w:val="24"/>
          <w:lang w:val="et-EE"/>
        </w:rPr>
        <w:t xml:space="preserve"> õigus nõuda viivist summas 0,15% tasumisega viivitatud summast iga tasumisega viivitatud kalendripäeva eest, kuid mitte rohkem, kui </w:t>
      </w:r>
      <w:r w:rsidR="00DA41FE" w:rsidRPr="00D02662">
        <w:rPr>
          <w:sz w:val="24"/>
          <w:szCs w:val="24"/>
          <w:lang w:val="et-EE"/>
        </w:rPr>
        <w:t>30 (kolmkümmend) protsenti tasu</w:t>
      </w:r>
      <w:r w:rsidR="00BA36D9" w:rsidRPr="00D02662">
        <w:rPr>
          <w:sz w:val="24"/>
          <w:szCs w:val="24"/>
          <w:lang w:val="et-EE"/>
        </w:rPr>
        <w:t>misega viivitatud summast.</w:t>
      </w:r>
    </w:p>
    <w:p w14:paraId="515A96D9" w14:textId="77777777" w:rsidR="00BA36D9" w:rsidRPr="00D02662" w:rsidRDefault="0043132A" w:rsidP="00845655">
      <w:pPr>
        <w:pStyle w:val="Pealkiri21"/>
        <w:tabs>
          <w:tab w:val="left" w:pos="851"/>
        </w:tabs>
        <w:ind w:left="0" w:firstLine="0"/>
        <w:jc w:val="both"/>
        <w:rPr>
          <w:sz w:val="24"/>
          <w:szCs w:val="24"/>
          <w:lang w:val="et-EE"/>
        </w:rPr>
      </w:pPr>
      <w:r w:rsidRPr="00D02662">
        <w:rPr>
          <w:sz w:val="24"/>
          <w:szCs w:val="24"/>
          <w:lang w:val="et-EE"/>
        </w:rPr>
        <w:t>Tellija peab esitama l</w:t>
      </w:r>
      <w:r w:rsidR="00BA36D9" w:rsidRPr="00D02662">
        <w:rPr>
          <w:sz w:val="24"/>
          <w:szCs w:val="24"/>
          <w:lang w:val="et-EE"/>
        </w:rPr>
        <w:t xml:space="preserve">epingust tuleneva leppetrahvi nõude </w:t>
      </w:r>
      <w:r w:rsidRPr="00D02662">
        <w:rPr>
          <w:sz w:val="24"/>
          <w:szCs w:val="24"/>
          <w:lang w:val="et-EE"/>
        </w:rPr>
        <w:t>e</w:t>
      </w:r>
      <w:r w:rsidR="00004AF2" w:rsidRPr="00D02662">
        <w:rPr>
          <w:sz w:val="24"/>
          <w:szCs w:val="24"/>
          <w:lang w:val="et-EE"/>
        </w:rPr>
        <w:t>ksperd</w:t>
      </w:r>
      <w:r w:rsidR="00DA41FE" w:rsidRPr="00D02662">
        <w:rPr>
          <w:sz w:val="24"/>
          <w:szCs w:val="24"/>
          <w:lang w:val="et-EE"/>
        </w:rPr>
        <w:t>ile</w:t>
      </w:r>
      <w:r w:rsidR="00BA36D9" w:rsidRPr="00D02662">
        <w:rPr>
          <w:sz w:val="24"/>
          <w:szCs w:val="24"/>
          <w:lang w:val="et-EE"/>
        </w:rPr>
        <w:t xml:space="preserve"> hiljemalt 3 (kolme) ku</w:t>
      </w:r>
      <w:r w:rsidRPr="00D02662">
        <w:rPr>
          <w:sz w:val="24"/>
          <w:szCs w:val="24"/>
          <w:lang w:val="et-EE"/>
        </w:rPr>
        <w:t>u jooksul arvates päevast, mil t</w:t>
      </w:r>
      <w:r w:rsidR="00BA36D9" w:rsidRPr="00D02662">
        <w:rPr>
          <w:sz w:val="24"/>
          <w:szCs w:val="24"/>
          <w:lang w:val="et-EE"/>
        </w:rPr>
        <w:t xml:space="preserve">ellijal tekkis leppetrahvi nõude esitamise õigus. </w:t>
      </w:r>
    </w:p>
    <w:p w14:paraId="1B59D841" w14:textId="77777777" w:rsidR="00BA36D9" w:rsidRDefault="00294DEE" w:rsidP="00845655">
      <w:pPr>
        <w:pStyle w:val="Pealkiri21"/>
        <w:tabs>
          <w:tab w:val="left" w:pos="851"/>
        </w:tabs>
        <w:ind w:left="0" w:firstLine="0"/>
        <w:jc w:val="both"/>
        <w:rPr>
          <w:sz w:val="24"/>
          <w:szCs w:val="24"/>
          <w:lang w:val="et-EE"/>
        </w:rPr>
      </w:pPr>
      <w:r w:rsidRPr="00D02662">
        <w:rPr>
          <w:sz w:val="24"/>
          <w:szCs w:val="24"/>
          <w:lang w:val="et-EE"/>
        </w:rPr>
        <w:t xml:space="preserve">Ekspert </w:t>
      </w:r>
      <w:r w:rsidR="0043132A" w:rsidRPr="00D02662">
        <w:rPr>
          <w:sz w:val="24"/>
          <w:szCs w:val="24"/>
          <w:lang w:val="et-EE"/>
        </w:rPr>
        <w:t>vastutab l</w:t>
      </w:r>
      <w:r w:rsidRPr="00D02662">
        <w:rPr>
          <w:sz w:val="24"/>
          <w:szCs w:val="24"/>
          <w:lang w:val="et-EE"/>
        </w:rPr>
        <w:t xml:space="preserve">epingu rikkumise eest 2 (kahe) aasta jooksul arvates maaparandussüsteemi rekonstrueerimistööde lõpetamisest. </w:t>
      </w:r>
      <w:r w:rsidR="0043132A" w:rsidRPr="00D02662">
        <w:rPr>
          <w:sz w:val="24"/>
          <w:szCs w:val="24"/>
          <w:lang w:val="et-EE"/>
        </w:rPr>
        <w:t>Ekspert on kohustatud hüvitama lepingu rikkumise tagajärjel t</w:t>
      </w:r>
      <w:r w:rsidRPr="00D02662">
        <w:rPr>
          <w:sz w:val="24"/>
          <w:szCs w:val="24"/>
          <w:lang w:val="et-EE"/>
        </w:rPr>
        <w:t>ellijale tekkinud kahju, sealhulgas on kahjuna käsitletav eksperdi poolt avas</w:t>
      </w:r>
      <w:r w:rsidR="0043132A" w:rsidRPr="00D02662">
        <w:rPr>
          <w:sz w:val="24"/>
          <w:szCs w:val="24"/>
          <w:lang w:val="et-EE"/>
        </w:rPr>
        <w:t>tamata projekteerimisvea tõttu t</w:t>
      </w:r>
      <w:r w:rsidRPr="00D02662">
        <w:rPr>
          <w:sz w:val="24"/>
          <w:szCs w:val="24"/>
          <w:lang w:val="et-EE"/>
        </w:rPr>
        <w:t>ellijale tekkinud täiendavad kulutused.</w:t>
      </w:r>
    </w:p>
    <w:p w14:paraId="60C9EBC9" w14:textId="77777777" w:rsidR="00F95E30" w:rsidRPr="00D02662" w:rsidRDefault="00F95E30" w:rsidP="00845655">
      <w:pPr>
        <w:pStyle w:val="Pealkiri21"/>
        <w:numPr>
          <w:ilvl w:val="0"/>
          <w:numId w:val="0"/>
        </w:numPr>
        <w:tabs>
          <w:tab w:val="left" w:pos="851"/>
        </w:tabs>
        <w:jc w:val="both"/>
        <w:rPr>
          <w:sz w:val="24"/>
          <w:szCs w:val="24"/>
          <w:lang w:val="et-EE"/>
        </w:rPr>
      </w:pPr>
    </w:p>
    <w:p w14:paraId="3D67645F" w14:textId="77777777" w:rsidR="00333C4E" w:rsidRPr="00D02662" w:rsidRDefault="00333C4E" w:rsidP="00845655">
      <w:pPr>
        <w:pStyle w:val="Pealkiri11"/>
        <w:tabs>
          <w:tab w:val="left" w:pos="851"/>
        </w:tabs>
        <w:ind w:left="0" w:firstLine="0"/>
        <w:jc w:val="both"/>
        <w:rPr>
          <w:b/>
          <w:sz w:val="24"/>
          <w:szCs w:val="24"/>
          <w:lang w:val="et-EE"/>
        </w:rPr>
      </w:pPr>
      <w:r w:rsidRPr="00D02662">
        <w:rPr>
          <w:b/>
          <w:sz w:val="24"/>
          <w:szCs w:val="24"/>
          <w:lang w:val="et-EE"/>
        </w:rPr>
        <w:t>Poolte esindajad ja kontaktandmed</w:t>
      </w:r>
    </w:p>
    <w:p w14:paraId="42826EFF" w14:textId="77777777" w:rsidR="00333C4E" w:rsidRPr="00D02662" w:rsidRDefault="00333C4E" w:rsidP="00845655">
      <w:pPr>
        <w:pStyle w:val="Pealkiri21"/>
        <w:tabs>
          <w:tab w:val="left" w:pos="851"/>
        </w:tabs>
        <w:ind w:left="0" w:firstLine="0"/>
        <w:jc w:val="both"/>
        <w:rPr>
          <w:sz w:val="24"/>
          <w:szCs w:val="24"/>
          <w:lang w:val="et-EE"/>
        </w:rPr>
      </w:pPr>
      <w:r w:rsidRPr="00D02662">
        <w:rPr>
          <w:sz w:val="24"/>
          <w:szCs w:val="24"/>
          <w:lang w:val="et-EE"/>
        </w:rPr>
        <w:lastRenderedPageBreak/>
        <w:t>Projekti vastutav spetsialist on</w:t>
      </w:r>
      <w:r w:rsidR="00D41A20">
        <w:rPr>
          <w:sz w:val="24"/>
          <w:szCs w:val="24"/>
          <w:lang w:val="et-EE"/>
        </w:rPr>
        <w:t xml:space="preserve"> </w:t>
      </w:r>
      <w:r w:rsidRPr="00D02662">
        <w:rPr>
          <w:rFonts w:eastAsia="Calibri"/>
          <w:sz w:val="24"/>
          <w:szCs w:val="24"/>
        </w:rPr>
        <w:fldChar w:fldCharType="begin"/>
      </w:r>
      <w:r w:rsidRPr="008212B6">
        <w:rPr>
          <w:rFonts w:eastAsia="Calibri"/>
          <w:sz w:val="24"/>
          <w:szCs w:val="24"/>
          <w:lang w:val="fi-FI"/>
        </w:rPr>
        <w:instrText xml:space="preserve"> MACROBUTTON  AcceptAllChangesInDoc [Sisesta eesnimi ja perekonnanimi], </w:instrText>
      </w:r>
      <w:r w:rsidRPr="00D02662">
        <w:rPr>
          <w:rFonts w:eastAsia="Calibri"/>
          <w:sz w:val="24"/>
          <w:szCs w:val="24"/>
        </w:rPr>
        <w:fldChar w:fldCharType="end"/>
      </w:r>
      <w:r w:rsidRPr="00D02662">
        <w:rPr>
          <w:sz w:val="24"/>
          <w:szCs w:val="24"/>
          <w:lang w:val="et-EE"/>
        </w:rPr>
        <w:t xml:space="preserve">tel </w:t>
      </w:r>
      <w:r w:rsidRPr="00D02662">
        <w:rPr>
          <w:sz w:val="24"/>
          <w:szCs w:val="24"/>
          <w:lang w:val="et-EE"/>
        </w:rPr>
        <w:fldChar w:fldCharType="begin"/>
      </w:r>
      <w:r w:rsidRPr="00D02662">
        <w:rPr>
          <w:sz w:val="24"/>
          <w:szCs w:val="24"/>
          <w:lang w:val="et-EE"/>
        </w:rPr>
        <w:instrText xml:space="preserve"> MACROBUTTON  AcceptAllChangesInDoc [Sisesta number]</w:instrText>
      </w:r>
      <w:r w:rsidRPr="00D02662">
        <w:rPr>
          <w:sz w:val="24"/>
          <w:szCs w:val="24"/>
          <w:lang w:val="et-EE"/>
        </w:rPr>
        <w:fldChar w:fldCharType="end"/>
      </w:r>
      <w:r w:rsidRPr="00D02662">
        <w:rPr>
          <w:sz w:val="24"/>
          <w:szCs w:val="24"/>
          <w:lang w:val="et-EE"/>
        </w:rPr>
        <w:t xml:space="preserve"> e-post </w:t>
      </w:r>
      <w:r w:rsidRPr="00D02662">
        <w:rPr>
          <w:sz w:val="24"/>
          <w:szCs w:val="24"/>
          <w:lang w:val="et-EE"/>
        </w:rPr>
        <w:fldChar w:fldCharType="begin"/>
      </w:r>
      <w:r w:rsidRPr="00D02662">
        <w:rPr>
          <w:sz w:val="24"/>
          <w:szCs w:val="24"/>
          <w:lang w:val="et-EE"/>
        </w:rPr>
        <w:instrText xml:space="preserve"> MACROBUTTON  AcceptAllChangesInDoc [Sisesta e-post]. </w:instrText>
      </w:r>
      <w:r w:rsidRPr="00D02662">
        <w:rPr>
          <w:sz w:val="24"/>
          <w:szCs w:val="24"/>
          <w:lang w:val="et-EE"/>
        </w:rPr>
        <w:fldChar w:fldCharType="end"/>
      </w:r>
    </w:p>
    <w:p w14:paraId="20E9085A" w14:textId="77777777" w:rsidR="00C0184D" w:rsidRPr="00D02662" w:rsidRDefault="00C0184D" w:rsidP="00845655">
      <w:pPr>
        <w:pStyle w:val="Pealkiri21"/>
        <w:tabs>
          <w:tab w:val="left" w:pos="851"/>
        </w:tabs>
        <w:ind w:left="0" w:firstLine="0"/>
        <w:jc w:val="both"/>
        <w:rPr>
          <w:sz w:val="24"/>
          <w:szCs w:val="24"/>
          <w:lang w:val="et-EE"/>
        </w:rPr>
      </w:pPr>
      <w:r w:rsidRPr="00D02662">
        <w:rPr>
          <w:sz w:val="24"/>
          <w:szCs w:val="24"/>
          <w:lang w:val="et-EE"/>
        </w:rPr>
        <w:t xml:space="preserve">Tellija kontaktisik pooltevahelises asjaajamises on </w:t>
      </w:r>
      <w:r w:rsidRPr="00D02662">
        <w:rPr>
          <w:rFonts w:eastAsia="Calibri"/>
          <w:sz w:val="24"/>
          <w:szCs w:val="24"/>
        </w:rPr>
        <w:fldChar w:fldCharType="begin"/>
      </w:r>
      <w:r w:rsidRPr="008212B6">
        <w:rPr>
          <w:rFonts w:eastAsia="Calibri"/>
          <w:sz w:val="24"/>
          <w:szCs w:val="24"/>
          <w:lang w:val="fi-FI"/>
        </w:rPr>
        <w:instrText xml:space="preserve"> MACROBUTTON  AcceptAllChangesInDoc [Sisesta eesnimi ja perekonnanimi], </w:instrText>
      </w:r>
      <w:r w:rsidRPr="00D02662">
        <w:rPr>
          <w:rFonts w:eastAsia="Calibri"/>
          <w:sz w:val="24"/>
          <w:szCs w:val="24"/>
        </w:rPr>
        <w:fldChar w:fldCharType="end"/>
      </w:r>
      <w:r w:rsidRPr="00D02662">
        <w:rPr>
          <w:sz w:val="24"/>
          <w:szCs w:val="24"/>
          <w:lang w:val="et-EE"/>
        </w:rPr>
        <w:t xml:space="preserve">tel </w:t>
      </w:r>
      <w:r w:rsidRPr="00D02662">
        <w:rPr>
          <w:sz w:val="24"/>
          <w:szCs w:val="24"/>
          <w:lang w:val="et-EE"/>
        </w:rPr>
        <w:fldChar w:fldCharType="begin"/>
      </w:r>
      <w:r w:rsidRPr="00D02662">
        <w:rPr>
          <w:sz w:val="24"/>
          <w:szCs w:val="24"/>
          <w:lang w:val="et-EE"/>
        </w:rPr>
        <w:instrText xml:space="preserve"> MACROBUTTON  AcceptAllChangesInDoc [Sisesta number]</w:instrText>
      </w:r>
      <w:r w:rsidRPr="00D02662">
        <w:rPr>
          <w:sz w:val="24"/>
          <w:szCs w:val="24"/>
          <w:lang w:val="et-EE"/>
        </w:rPr>
        <w:fldChar w:fldCharType="end"/>
      </w:r>
      <w:r w:rsidRPr="00D02662">
        <w:rPr>
          <w:sz w:val="24"/>
          <w:szCs w:val="24"/>
          <w:lang w:val="et-EE"/>
        </w:rPr>
        <w:t xml:space="preserve"> e-post </w:t>
      </w:r>
      <w:r w:rsidRPr="00D02662">
        <w:rPr>
          <w:sz w:val="24"/>
          <w:szCs w:val="24"/>
          <w:lang w:val="et-EE"/>
        </w:rPr>
        <w:fldChar w:fldCharType="begin"/>
      </w:r>
      <w:r w:rsidRPr="00D02662">
        <w:rPr>
          <w:sz w:val="24"/>
          <w:szCs w:val="24"/>
          <w:lang w:val="et-EE"/>
        </w:rPr>
        <w:instrText xml:space="preserve"> MACROBUTTON  AcceptAllChangesInDoc [Sisesta e-post]. </w:instrText>
      </w:r>
      <w:r w:rsidRPr="00D02662">
        <w:rPr>
          <w:sz w:val="24"/>
          <w:szCs w:val="24"/>
          <w:lang w:val="et-EE"/>
        </w:rPr>
        <w:fldChar w:fldCharType="end"/>
      </w:r>
    </w:p>
    <w:p w14:paraId="26F224C3" w14:textId="77777777" w:rsidR="00333C4E" w:rsidRPr="00D02662" w:rsidRDefault="00333C4E" w:rsidP="00845655">
      <w:pPr>
        <w:pStyle w:val="Pealkiri21"/>
        <w:tabs>
          <w:tab w:val="left" w:pos="851"/>
        </w:tabs>
        <w:ind w:left="0" w:firstLine="0"/>
        <w:jc w:val="both"/>
        <w:rPr>
          <w:sz w:val="24"/>
          <w:szCs w:val="24"/>
          <w:lang w:val="et-EE"/>
        </w:rPr>
      </w:pPr>
      <w:r w:rsidRPr="00D02662">
        <w:rPr>
          <w:sz w:val="24"/>
          <w:szCs w:val="24"/>
          <w:lang w:val="et-EE"/>
        </w:rPr>
        <w:t>Ekspertiisi teostaja on</w:t>
      </w:r>
      <w:r w:rsidRPr="008212B6">
        <w:rPr>
          <w:rFonts w:eastAsia="Calibri"/>
          <w:sz w:val="24"/>
          <w:szCs w:val="24"/>
          <w:lang w:val="fi-FI"/>
        </w:rPr>
        <w:t xml:space="preserve"> </w:t>
      </w:r>
      <w:r w:rsidRPr="00D02662">
        <w:rPr>
          <w:rFonts w:eastAsia="Calibri"/>
          <w:sz w:val="24"/>
          <w:szCs w:val="24"/>
        </w:rPr>
        <w:fldChar w:fldCharType="begin"/>
      </w:r>
      <w:r w:rsidRPr="008212B6">
        <w:rPr>
          <w:rFonts w:eastAsia="Calibri"/>
          <w:sz w:val="24"/>
          <w:szCs w:val="24"/>
          <w:lang w:val="fi-FI"/>
        </w:rPr>
        <w:instrText xml:space="preserve"> MACROBUTTON  AcceptAllChangesInDoc [Sisesta eesnimi ja perekonnanimi], </w:instrText>
      </w:r>
      <w:r w:rsidRPr="00D02662">
        <w:rPr>
          <w:rFonts w:eastAsia="Calibri"/>
          <w:sz w:val="24"/>
          <w:szCs w:val="24"/>
        </w:rPr>
        <w:fldChar w:fldCharType="end"/>
      </w:r>
      <w:r w:rsidRPr="00D02662">
        <w:rPr>
          <w:sz w:val="24"/>
          <w:szCs w:val="24"/>
          <w:lang w:val="et-EE"/>
        </w:rPr>
        <w:t xml:space="preserve">tel </w:t>
      </w:r>
      <w:r w:rsidRPr="00D02662">
        <w:rPr>
          <w:sz w:val="24"/>
          <w:szCs w:val="24"/>
          <w:lang w:val="et-EE"/>
        </w:rPr>
        <w:fldChar w:fldCharType="begin"/>
      </w:r>
      <w:r w:rsidRPr="00D02662">
        <w:rPr>
          <w:sz w:val="24"/>
          <w:szCs w:val="24"/>
          <w:lang w:val="et-EE"/>
        </w:rPr>
        <w:instrText xml:space="preserve"> MACROBUTTON  AcceptAllChangesInDoc [Sisesta number]</w:instrText>
      </w:r>
      <w:r w:rsidRPr="00D02662">
        <w:rPr>
          <w:sz w:val="24"/>
          <w:szCs w:val="24"/>
          <w:lang w:val="et-EE"/>
        </w:rPr>
        <w:fldChar w:fldCharType="end"/>
      </w:r>
      <w:r w:rsidRPr="00D02662">
        <w:rPr>
          <w:sz w:val="24"/>
          <w:szCs w:val="24"/>
          <w:lang w:val="et-EE"/>
        </w:rPr>
        <w:t xml:space="preserve"> e-post </w:t>
      </w:r>
      <w:r w:rsidRPr="00D02662">
        <w:rPr>
          <w:sz w:val="24"/>
          <w:szCs w:val="24"/>
          <w:lang w:val="et-EE"/>
        </w:rPr>
        <w:fldChar w:fldCharType="begin"/>
      </w:r>
      <w:r w:rsidRPr="00D02662">
        <w:rPr>
          <w:sz w:val="24"/>
          <w:szCs w:val="24"/>
          <w:lang w:val="et-EE"/>
        </w:rPr>
        <w:instrText xml:space="preserve"> MACROBUTTON  AcceptAllChangesInDoc [Sisesta e-post]. </w:instrText>
      </w:r>
      <w:r w:rsidRPr="00D02662">
        <w:rPr>
          <w:sz w:val="24"/>
          <w:szCs w:val="24"/>
          <w:lang w:val="et-EE"/>
        </w:rPr>
        <w:fldChar w:fldCharType="end"/>
      </w:r>
    </w:p>
    <w:p w14:paraId="32790BEE" w14:textId="77777777" w:rsidR="00333C4E" w:rsidRPr="00D02662" w:rsidRDefault="00333C4E" w:rsidP="00845655">
      <w:pPr>
        <w:tabs>
          <w:tab w:val="left" w:pos="851"/>
        </w:tabs>
        <w:jc w:val="both"/>
        <w:rPr>
          <w:sz w:val="24"/>
          <w:szCs w:val="24"/>
          <w:lang w:val="et-EE"/>
        </w:rPr>
      </w:pPr>
    </w:p>
    <w:p w14:paraId="68CB810D" w14:textId="77777777" w:rsidR="00BA36D9" w:rsidRPr="00D02662" w:rsidRDefault="00BA36D9" w:rsidP="00845655">
      <w:pPr>
        <w:pStyle w:val="Pealkiri11"/>
        <w:tabs>
          <w:tab w:val="left" w:pos="851"/>
        </w:tabs>
        <w:ind w:left="0" w:firstLine="0"/>
        <w:jc w:val="both"/>
        <w:rPr>
          <w:b/>
          <w:sz w:val="24"/>
          <w:szCs w:val="24"/>
          <w:lang w:val="et-EE"/>
        </w:rPr>
      </w:pPr>
      <w:r w:rsidRPr="00D02662">
        <w:rPr>
          <w:b/>
          <w:sz w:val="24"/>
          <w:szCs w:val="24"/>
          <w:lang w:val="et-EE"/>
        </w:rPr>
        <w:t>Teadete edastamine</w:t>
      </w:r>
    </w:p>
    <w:p w14:paraId="6222B686" w14:textId="77777777" w:rsidR="00581A18" w:rsidRPr="00D02662" w:rsidRDefault="00581A18" w:rsidP="00845655">
      <w:pPr>
        <w:pStyle w:val="Pealkiri21"/>
        <w:tabs>
          <w:tab w:val="left" w:pos="851"/>
        </w:tabs>
        <w:ind w:left="0" w:firstLine="0"/>
        <w:jc w:val="both"/>
        <w:rPr>
          <w:sz w:val="24"/>
          <w:szCs w:val="24"/>
          <w:lang w:val="et-EE"/>
        </w:rPr>
      </w:pPr>
      <w:r w:rsidRPr="00D02662">
        <w:rPr>
          <w:sz w:val="24"/>
          <w:szCs w:val="24"/>
          <w:lang w:val="et-EE"/>
        </w:rPr>
        <w:t>Lepinguga seotud teated edastatakse telefoni teel või e-kirja teel poole lepingus märgitud e-posti aadressile. Kontaktandmete muutusest on pool kohustatud koheselt informeerima teist poolt.</w:t>
      </w:r>
    </w:p>
    <w:p w14:paraId="68C1149C" w14:textId="77777777" w:rsidR="00581A18" w:rsidRPr="00D02662" w:rsidRDefault="00581A18" w:rsidP="00845655">
      <w:pPr>
        <w:pStyle w:val="Pealkiri21"/>
        <w:tabs>
          <w:tab w:val="left" w:pos="851"/>
        </w:tabs>
        <w:ind w:left="0" w:firstLine="0"/>
        <w:jc w:val="both"/>
        <w:rPr>
          <w:sz w:val="24"/>
          <w:szCs w:val="24"/>
          <w:lang w:val="et-EE"/>
        </w:rPr>
      </w:pPr>
      <w:r w:rsidRPr="00D02662">
        <w:rPr>
          <w:sz w:val="24"/>
          <w:szCs w:val="24"/>
          <w:lang w:val="et-EE"/>
        </w:rPr>
        <w:t xml:space="preserve">E-kirja teel edastatud teated peetakse </w:t>
      </w:r>
      <w:proofErr w:type="spellStart"/>
      <w:r w:rsidRPr="00D02662">
        <w:rPr>
          <w:sz w:val="24"/>
          <w:szCs w:val="24"/>
          <w:lang w:val="et-EE"/>
        </w:rPr>
        <w:t>kättesaaduks</w:t>
      </w:r>
      <w:proofErr w:type="spellEnd"/>
      <w:r w:rsidRPr="00D02662">
        <w:rPr>
          <w:sz w:val="24"/>
          <w:szCs w:val="24"/>
          <w:lang w:val="et-EE"/>
        </w:rPr>
        <w:t xml:space="preserve"> alates teate edastamisele järgnevast tööpäevast.</w:t>
      </w:r>
    </w:p>
    <w:p w14:paraId="52408E05" w14:textId="77777777" w:rsidR="00384957" w:rsidRPr="00D02662" w:rsidRDefault="00581A18" w:rsidP="00845655">
      <w:pPr>
        <w:pStyle w:val="Pealkiri21"/>
        <w:tabs>
          <w:tab w:val="left" w:pos="851"/>
        </w:tabs>
        <w:ind w:left="0" w:firstLine="0"/>
        <w:jc w:val="both"/>
        <w:rPr>
          <w:sz w:val="24"/>
          <w:szCs w:val="24"/>
          <w:lang w:val="et-EE"/>
        </w:rPr>
      </w:pPr>
      <w:r w:rsidRPr="00D02662">
        <w:rPr>
          <w:sz w:val="24"/>
          <w:szCs w:val="24"/>
          <w:lang w:val="et-E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1953E7F" w14:textId="77777777" w:rsidR="00333C4E" w:rsidRPr="00D02662" w:rsidRDefault="00333C4E" w:rsidP="00845655">
      <w:pPr>
        <w:tabs>
          <w:tab w:val="left" w:pos="851"/>
        </w:tabs>
        <w:jc w:val="both"/>
        <w:rPr>
          <w:sz w:val="24"/>
          <w:szCs w:val="24"/>
          <w:lang w:val="et-EE"/>
        </w:rPr>
      </w:pPr>
    </w:p>
    <w:p w14:paraId="258B3819" w14:textId="77777777" w:rsidR="00333C4E" w:rsidRPr="00D02662" w:rsidRDefault="00333C4E" w:rsidP="00845655">
      <w:pPr>
        <w:pStyle w:val="Pealkiri11"/>
        <w:tabs>
          <w:tab w:val="left" w:pos="851"/>
        </w:tabs>
        <w:ind w:left="0" w:firstLine="0"/>
        <w:jc w:val="both"/>
        <w:rPr>
          <w:b/>
          <w:sz w:val="24"/>
          <w:szCs w:val="24"/>
          <w:lang w:val="et-EE"/>
        </w:rPr>
      </w:pPr>
      <w:r w:rsidRPr="00D02662">
        <w:rPr>
          <w:b/>
          <w:sz w:val="24"/>
          <w:szCs w:val="24"/>
          <w:lang w:val="et-EE"/>
        </w:rPr>
        <w:t xml:space="preserve">Lepingu lõppemine ja lõpetamine </w:t>
      </w:r>
    </w:p>
    <w:p w14:paraId="68F3E621" w14:textId="77777777" w:rsidR="00333C4E" w:rsidRPr="00D02662" w:rsidRDefault="00333C4E" w:rsidP="00845655">
      <w:pPr>
        <w:pStyle w:val="Pealkiri21"/>
        <w:tabs>
          <w:tab w:val="left" w:pos="851"/>
        </w:tabs>
        <w:ind w:left="0" w:firstLine="0"/>
        <w:jc w:val="both"/>
        <w:rPr>
          <w:sz w:val="24"/>
          <w:szCs w:val="24"/>
          <w:lang w:val="et-EE"/>
        </w:rPr>
      </w:pPr>
      <w:r w:rsidRPr="00D02662">
        <w:rPr>
          <w:sz w:val="24"/>
          <w:szCs w:val="24"/>
          <w:lang w:val="et-EE"/>
        </w:rPr>
        <w:t>Leping lõpeb, kui lepingust tulenevad poolte kohustused on mõlemapoolselt täielikult ja nõuetekohaselt täidetud.</w:t>
      </w:r>
    </w:p>
    <w:p w14:paraId="6FD07207" w14:textId="77777777" w:rsidR="00333C4E" w:rsidRPr="00D02662" w:rsidRDefault="00333C4E" w:rsidP="00845655">
      <w:pPr>
        <w:pStyle w:val="Pealkiri21"/>
        <w:tabs>
          <w:tab w:val="left" w:pos="851"/>
        </w:tabs>
        <w:ind w:left="0" w:firstLine="0"/>
        <w:jc w:val="both"/>
        <w:rPr>
          <w:sz w:val="24"/>
          <w:szCs w:val="24"/>
          <w:lang w:val="et-EE"/>
        </w:rPr>
      </w:pPr>
      <w:r w:rsidRPr="00D02662">
        <w:rPr>
          <w:sz w:val="24"/>
          <w:szCs w:val="24"/>
          <w:lang w:val="et-EE"/>
        </w:rPr>
        <w:t>Kui ekspertiisi tegemise käigus on ilmselt selge, et seda ei tehta nõuetekohaselt, on tellijal õigus määrata eksperdile tähtaeg puuduste kõrvaldamiseks, selle mittetäitmisel aga kas lepingust taganeda ja nõuda kahjude hüvitamist, või teha töö jätkamine ja puuduste kõrvaldamine ülesandeks kolmandale isikule eksperdi arvel.</w:t>
      </w:r>
    </w:p>
    <w:p w14:paraId="2AB361EB" w14:textId="77777777" w:rsidR="00333C4E" w:rsidRPr="00D02662" w:rsidRDefault="00333C4E" w:rsidP="00845655">
      <w:pPr>
        <w:pStyle w:val="Pealkiri21"/>
        <w:tabs>
          <w:tab w:val="left" w:pos="851"/>
        </w:tabs>
        <w:ind w:left="0" w:firstLine="0"/>
        <w:jc w:val="both"/>
        <w:rPr>
          <w:sz w:val="24"/>
          <w:szCs w:val="24"/>
          <w:lang w:val="et-EE"/>
        </w:rPr>
      </w:pPr>
      <w:r w:rsidRPr="00D02662">
        <w:rPr>
          <w:sz w:val="24"/>
          <w:szCs w:val="24"/>
          <w:lang w:val="et-EE"/>
        </w:rPr>
        <w:t xml:space="preserve">Juhul, kui ekspert ei ole ekspertiisiakti tellijale üle andnud hiljemalt 1 (ühe) kuu möödumisel arvates kokkulepitud üleandmise tähtajast, on tellijal õigus ilma eksperdile kokkulepitud tasu maksmata lepingust ühepoolselt taganeda ja nõuda sisse lepinguga ettenähtud leppetrahv ning tekitatud kahju. </w:t>
      </w:r>
    </w:p>
    <w:p w14:paraId="3EC03316" w14:textId="77777777" w:rsidR="00FA352F" w:rsidRPr="00D02662" w:rsidRDefault="00FA352F" w:rsidP="00845655">
      <w:pPr>
        <w:tabs>
          <w:tab w:val="left" w:pos="851"/>
        </w:tabs>
        <w:jc w:val="both"/>
        <w:rPr>
          <w:sz w:val="24"/>
          <w:szCs w:val="24"/>
          <w:lang w:val="et-EE"/>
        </w:rPr>
      </w:pPr>
    </w:p>
    <w:p w14:paraId="6E74AE1A" w14:textId="77777777" w:rsidR="00BA36D9" w:rsidRPr="00D02662" w:rsidRDefault="00BA36D9" w:rsidP="00845655">
      <w:pPr>
        <w:pStyle w:val="Pealkiri11"/>
        <w:tabs>
          <w:tab w:val="left" w:pos="851"/>
        </w:tabs>
        <w:ind w:left="0" w:firstLine="0"/>
        <w:jc w:val="both"/>
        <w:rPr>
          <w:b/>
          <w:sz w:val="24"/>
          <w:szCs w:val="24"/>
          <w:lang w:val="et-EE"/>
        </w:rPr>
      </w:pPr>
      <w:r w:rsidRPr="00D02662">
        <w:rPr>
          <w:b/>
          <w:sz w:val="24"/>
          <w:szCs w:val="24"/>
          <w:lang w:val="et-EE"/>
        </w:rPr>
        <w:t>Lõppsätted</w:t>
      </w:r>
    </w:p>
    <w:p w14:paraId="0D4816DB" w14:textId="77777777" w:rsidR="00BA36D9" w:rsidRPr="00D02662" w:rsidRDefault="00EE00F0" w:rsidP="00845655">
      <w:pPr>
        <w:pStyle w:val="Pealkiri21"/>
        <w:tabs>
          <w:tab w:val="left" w:pos="851"/>
        </w:tabs>
        <w:ind w:left="0" w:firstLine="0"/>
        <w:jc w:val="both"/>
        <w:rPr>
          <w:sz w:val="24"/>
          <w:szCs w:val="24"/>
          <w:lang w:val="et-EE"/>
        </w:rPr>
      </w:pPr>
      <w:r w:rsidRPr="00D02662">
        <w:rPr>
          <w:sz w:val="24"/>
          <w:szCs w:val="24"/>
          <w:lang w:val="et-EE"/>
        </w:rPr>
        <w:t xml:space="preserve">Kõik </w:t>
      </w:r>
      <w:r w:rsidR="0043132A" w:rsidRPr="00D02662">
        <w:rPr>
          <w:sz w:val="24"/>
          <w:szCs w:val="24"/>
          <w:lang w:val="et-EE"/>
        </w:rPr>
        <w:t>l</w:t>
      </w:r>
      <w:r w:rsidR="00BA36D9" w:rsidRPr="00D02662">
        <w:rPr>
          <w:sz w:val="24"/>
          <w:szCs w:val="24"/>
          <w:lang w:val="et-EE"/>
        </w:rPr>
        <w:t>epingu muudatused jõustuvad päras</w:t>
      </w:r>
      <w:r w:rsidR="0043132A" w:rsidRPr="00D02662">
        <w:rPr>
          <w:sz w:val="24"/>
          <w:szCs w:val="24"/>
          <w:lang w:val="et-EE"/>
        </w:rPr>
        <w:t>t nende allakirjutamist mõlema p</w:t>
      </w:r>
      <w:r w:rsidR="00BA36D9" w:rsidRPr="00D02662">
        <w:rPr>
          <w:sz w:val="24"/>
          <w:szCs w:val="24"/>
          <w:lang w:val="et-EE"/>
        </w:rPr>
        <w:t>oole poolt</w:t>
      </w:r>
      <w:r w:rsidR="0043132A" w:rsidRPr="00D02662">
        <w:rPr>
          <w:sz w:val="24"/>
          <w:szCs w:val="24"/>
          <w:lang w:val="et-EE"/>
        </w:rPr>
        <w:t xml:space="preserve"> allakirjutamise momendist või p</w:t>
      </w:r>
      <w:r w:rsidR="00BA36D9" w:rsidRPr="00D02662">
        <w:rPr>
          <w:sz w:val="24"/>
          <w:szCs w:val="24"/>
          <w:lang w:val="et-EE"/>
        </w:rPr>
        <w:t xml:space="preserve">oolte poolt kirjalikult määratud tähtajal. </w:t>
      </w:r>
    </w:p>
    <w:p w14:paraId="21A18955" w14:textId="77777777" w:rsidR="00BA36D9" w:rsidRPr="00D02662" w:rsidRDefault="00BA36D9" w:rsidP="00845655">
      <w:pPr>
        <w:pStyle w:val="Pealkiri21"/>
        <w:tabs>
          <w:tab w:val="left" w:pos="851"/>
        </w:tabs>
        <w:ind w:left="0" w:firstLine="0"/>
        <w:jc w:val="both"/>
        <w:rPr>
          <w:sz w:val="24"/>
          <w:szCs w:val="24"/>
          <w:lang w:val="et-EE"/>
        </w:rPr>
      </w:pPr>
      <w:r w:rsidRPr="00D02662">
        <w:rPr>
          <w:sz w:val="24"/>
          <w:szCs w:val="24"/>
          <w:lang w:val="et-EE"/>
        </w:rPr>
        <w:t>Lepinguga seonduvaid eria</w:t>
      </w:r>
      <w:r w:rsidR="0043132A" w:rsidRPr="00D02662">
        <w:rPr>
          <w:sz w:val="24"/>
          <w:szCs w:val="24"/>
          <w:lang w:val="et-EE"/>
        </w:rPr>
        <w:t>rvamusi ja vaidlusi lahendavad p</w:t>
      </w:r>
      <w:r w:rsidRPr="00D02662">
        <w:rPr>
          <w:sz w:val="24"/>
          <w:szCs w:val="24"/>
          <w:lang w:val="et-EE"/>
        </w:rPr>
        <w:t>ooled eelkõige läbirääkimiste teel</w:t>
      </w:r>
      <w:r w:rsidR="0043132A" w:rsidRPr="00D02662">
        <w:rPr>
          <w:sz w:val="24"/>
          <w:szCs w:val="24"/>
          <w:lang w:val="et-EE"/>
        </w:rPr>
        <w:t>. Kui l</w:t>
      </w:r>
      <w:r w:rsidRPr="00D02662">
        <w:rPr>
          <w:sz w:val="24"/>
          <w:szCs w:val="24"/>
          <w:lang w:val="et-EE"/>
        </w:rPr>
        <w:t>epingust tulenevaid vaidlusi ei õnnestu lahendada</w:t>
      </w:r>
      <w:r w:rsidR="0043132A" w:rsidRPr="00D02662">
        <w:rPr>
          <w:sz w:val="24"/>
          <w:szCs w:val="24"/>
          <w:lang w:val="et-EE"/>
        </w:rPr>
        <w:t xml:space="preserve"> p</w:t>
      </w:r>
      <w:r w:rsidR="00004AF2" w:rsidRPr="00D02662">
        <w:rPr>
          <w:sz w:val="24"/>
          <w:szCs w:val="24"/>
          <w:lang w:val="et-EE"/>
        </w:rPr>
        <w:t>oolte läbirääkimistega, lahen</w:t>
      </w:r>
      <w:r w:rsidRPr="00D02662">
        <w:rPr>
          <w:sz w:val="24"/>
          <w:szCs w:val="24"/>
          <w:lang w:val="et-EE"/>
        </w:rPr>
        <w:t xml:space="preserve">datakse vaidlus </w:t>
      </w:r>
      <w:r w:rsidR="00EE00F0" w:rsidRPr="00D02662">
        <w:rPr>
          <w:sz w:val="24"/>
          <w:szCs w:val="24"/>
          <w:lang w:val="et-EE"/>
        </w:rPr>
        <w:t>õigusaktidega kehtestatud korras</w:t>
      </w:r>
      <w:r w:rsidRPr="00D02662">
        <w:rPr>
          <w:sz w:val="24"/>
          <w:szCs w:val="24"/>
          <w:lang w:val="et-EE"/>
        </w:rPr>
        <w:t xml:space="preserve">. </w:t>
      </w:r>
    </w:p>
    <w:p w14:paraId="1B33D2C2" w14:textId="77777777" w:rsidR="00C34C9A" w:rsidRPr="00D02662" w:rsidRDefault="00C34C9A" w:rsidP="00C0209B">
      <w:pPr>
        <w:ind w:right="-7"/>
        <w:jc w:val="both"/>
        <w:rPr>
          <w:sz w:val="24"/>
          <w:szCs w:val="24"/>
          <w:lang w:val="et-EE"/>
        </w:rPr>
        <w:sectPr w:rsidR="00C34C9A" w:rsidRPr="00D02662" w:rsidSect="00845655">
          <w:headerReference w:type="even" r:id="rId11"/>
          <w:headerReference w:type="default" r:id="rId12"/>
          <w:headerReference w:type="first" r:id="rId13"/>
          <w:type w:val="continuous"/>
          <w:pgSz w:w="11906" w:h="16838"/>
          <w:pgMar w:top="1134" w:right="707" w:bottom="567" w:left="1418" w:header="709" w:footer="709" w:gutter="0"/>
          <w:cols w:space="708"/>
          <w:titlePg/>
        </w:sectPr>
      </w:pPr>
    </w:p>
    <w:p w14:paraId="2E2923CF" w14:textId="77777777" w:rsidR="006C4138" w:rsidRPr="00D02662" w:rsidRDefault="006C4138" w:rsidP="000962F3">
      <w:pPr>
        <w:rPr>
          <w:b/>
          <w:sz w:val="24"/>
          <w:szCs w:val="24"/>
          <w:lang w:val="et-EE"/>
        </w:rPr>
      </w:pPr>
    </w:p>
    <w:p w14:paraId="7B4F930A" w14:textId="77777777" w:rsidR="003E53DB" w:rsidRPr="00D02662" w:rsidRDefault="00EE00F0" w:rsidP="00855379">
      <w:pPr>
        <w:rPr>
          <w:b/>
          <w:sz w:val="24"/>
          <w:szCs w:val="24"/>
          <w:lang w:val="et-EE"/>
        </w:rPr>
      </w:pPr>
      <w:r w:rsidRPr="00D02662">
        <w:rPr>
          <w:b/>
          <w:sz w:val="24"/>
          <w:szCs w:val="24"/>
          <w:lang w:val="et-EE"/>
        </w:rPr>
        <w:t>Poolte andmed ja allkirjad</w:t>
      </w:r>
    </w:p>
    <w:tbl>
      <w:tblPr>
        <w:tblpPr w:leftFromText="141" w:rightFromText="141" w:vertAnchor="text" w:horzAnchor="margin" w:tblpY="133"/>
        <w:tblW w:w="0" w:type="auto"/>
        <w:tblLook w:val="04A0" w:firstRow="1" w:lastRow="0" w:firstColumn="1" w:lastColumn="0" w:noHBand="0" w:noVBand="1"/>
      </w:tblPr>
      <w:tblGrid>
        <w:gridCol w:w="4175"/>
        <w:gridCol w:w="701"/>
        <w:gridCol w:w="4194"/>
      </w:tblGrid>
      <w:tr w:rsidR="00254895" w:rsidRPr="00D02662" w14:paraId="5B56FFE2" w14:textId="77777777" w:rsidTr="000D6565">
        <w:trPr>
          <w:trHeight w:val="138"/>
        </w:trPr>
        <w:tc>
          <w:tcPr>
            <w:tcW w:w="4176" w:type="dxa"/>
            <w:shd w:val="clear" w:color="auto" w:fill="auto"/>
          </w:tcPr>
          <w:p w14:paraId="36C8D47B" w14:textId="77777777" w:rsidR="00254895" w:rsidRPr="000D6565" w:rsidRDefault="00254895" w:rsidP="00F95E30">
            <w:pPr>
              <w:rPr>
                <w:b/>
                <w:sz w:val="24"/>
                <w:szCs w:val="24"/>
                <w:lang w:val="et-EE"/>
              </w:rPr>
            </w:pPr>
            <w:r w:rsidRPr="000D6565">
              <w:rPr>
                <w:b/>
                <w:sz w:val="24"/>
                <w:szCs w:val="24"/>
                <w:lang w:val="et-EE"/>
              </w:rPr>
              <w:t>Tellija</w:t>
            </w:r>
            <w:r w:rsidRPr="000D6565">
              <w:rPr>
                <w:b/>
                <w:sz w:val="24"/>
                <w:szCs w:val="24"/>
                <w:lang w:val="et-EE"/>
              </w:rPr>
              <w:tab/>
            </w:r>
          </w:p>
        </w:tc>
        <w:tc>
          <w:tcPr>
            <w:tcW w:w="701" w:type="dxa"/>
            <w:shd w:val="clear" w:color="auto" w:fill="auto"/>
          </w:tcPr>
          <w:p w14:paraId="518C313F" w14:textId="77777777" w:rsidR="00254895" w:rsidRPr="000D6565" w:rsidRDefault="00254895" w:rsidP="00F95E30">
            <w:pPr>
              <w:rPr>
                <w:b/>
                <w:sz w:val="24"/>
                <w:szCs w:val="24"/>
                <w:lang w:val="et-EE"/>
              </w:rPr>
            </w:pPr>
          </w:p>
        </w:tc>
        <w:tc>
          <w:tcPr>
            <w:tcW w:w="4195" w:type="dxa"/>
            <w:shd w:val="clear" w:color="auto" w:fill="auto"/>
          </w:tcPr>
          <w:p w14:paraId="0A4A316E" w14:textId="77777777" w:rsidR="00254895" w:rsidRPr="000D6565" w:rsidRDefault="00EC31A1" w:rsidP="00F95E30">
            <w:pPr>
              <w:rPr>
                <w:b/>
                <w:sz w:val="24"/>
                <w:szCs w:val="24"/>
                <w:lang w:val="et-EE"/>
              </w:rPr>
            </w:pPr>
            <w:r w:rsidRPr="000D6565">
              <w:rPr>
                <w:b/>
                <w:sz w:val="24"/>
                <w:szCs w:val="24"/>
                <w:lang w:val="et-EE"/>
              </w:rPr>
              <w:t>Ekspert</w:t>
            </w:r>
          </w:p>
        </w:tc>
      </w:tr>
      <w:tr w:rsidR="000E179D" w:rsidRPr="00D02662" w14:paraId="28D0291C" w14:textId="77777777" w:rsidTr="000D6565">
        <w:trPr>
          <w:trHeight w:val="138"/>
        </w:trPr>
        <w:tc>
          <w:tcPr>
            <w:tcW w:w="4176" w:type="dxa"/>
            <w:shd w:val="clear" w:color="auto" w:fill="auto"/>
          </w:tcPr>
          <w:p w14:paraId="33A36069" w14:textId="77777777" w:rsidR="000E179D" w:rsidRPr="000D6565" w:rsidRDefault="000E179D" w:rsidP="00F95E30">
            <w:pPr>
              <w:rPr>
                <w:b/>
                <w:sz w:val="24"/>
                <w:szCs w:val="24"/>
                <w:lang w:val="et-EE"/>
              </w:rPr>
            </w:pPr>
          </w:p>
        </w:tc>
        <w:tc>
          <w:tcPr>
            <w:tcW w:w="701" w:type="dxa"/>
            <w:shd w:val="clear" w:color="auto" w:fill="auto"/>
          </w:tcPr>
          <w:p w14:paraId="1DB677C9" w14:textId="77777777" w:rsidR="000E179D" w:rsidRPr="000D6565" w:rsidRDefault="000E179D" w:rsidP="00F95E30">
            <w:pPr>
              <w:rPr>
                <w:b/>
                <w:sz w:val="24"/>
                <w:szCs w:val="24"/>
                <w:lang w:val="et-EE"/>
              </w:rPr>
            </w:pPr>
          </w:p>
        </w:tc>
        <w:tc>
          <w:tcPr>
            <w:tcW w:w="4195" w:type="dxa"/>
            <w:shd w:val="clear" w:color="auto" w:fill="auto"/>
          </w:tcPr>
          <w:p w14:paraId="7C1E131D" w14:textId="77777777" w:rsidR="000E179D" w:rsidRPr="000D6565" w:rsidRDefault="000E179D" w:rsidP="00F95E30">
            <w:pPr>
              <w:rPr>
                <w:b/>
                <w:sz w:val="24"/>
                <w:szCs w:val="24"/>
                <w:lang w:val="et-EE"/>
              </w:rPr>
            </w:pPr>
          </w:p>
        </w:tc>
      </w:tr>
      <w:tr w:rsidR="00254895" w:rsidRPr="00D02662" w14:paraId="01B8A351" w14:textId="77777777" w:rsidTr="000D6565">
        <w:trPr>
          <w:trHeight w:val="1361"/>
        </w:trPr>
        <w:tc>
          <w:tcPr>
            <w:tcW w:w="4176" w:type="dxa"/>
            <w:shd w:val="clear" w:color="auto" w:fill="auto"/>
          </w:tcPr>
          <w:p w14:paraId="190E0B2C" w14:textId="77777777" w:rsidR="00033687" w:rsidRPr="00033687" w:rsidRDefault="00033687" w:rsidP="00033687">
            <w:pPr>
              <w:rPr>
                <w:sz w:val="24"/>
                <w:szCs w:val="24"/>
                <w:lang w:val="et-EE"/>
              </w:rPr>
            </w:pPr>
            <w:r w:rsidRPr="00033687">
              <w:rPr>
                <w:sz w:val="24"/>
                <w:szCs w:val="24"/>
                <w:lang w:val="et-EE"/>
              </w:rPr>
              <w:t>Riigimetsa Majandamise Keskus</w:t>
            </w:r>
          </w:p>
          <w:p w14:paraId="4ACF60CA" w14:textId="77777777" w:rsidR="00033687" w:rsidRPr="00033687" w:rsidRDefault="00033687" w:rsidP="00033687">
            <w:pPr>
              <w:rPr>
                <w:sz w:val="24"/>
                <w:szCs w:val="24"/>
                <w:lang w:val="et-EE"/>
              </w:rPr>
            </w:pPr>
            <w:r w:rsidRPr="00033687">
              <w:rPr>
                <w:sz w:val="24"/>
                <w:szCs w:val="24"/>
                <w:lang w:val="et-EE"/>
              </w:rPr>
              <w:t>Registrikood 70004459</w:t>
            </w:r>
          </w:p>
          <w:p w14:paraId="10C0FC01" w14:textId="4D9D1527" w:rsidR="00033687" w:rsidRPr="00033687" w:rsidRDefault="00B94657" w:rsidP="00033687">
            <w:pPr>
              <w:rPr>
                <w:sz w:val="24"/>
                <w:szCs w:val="24"/>
                <w:lang w:val="et-EE"/>
              </w:rPr>
            </w:pPr>
            <w:r>
              <w:rPr>
                <w:sz w:val="24"/>
                <w:szCs w:val="24"/>
                <w:lang w:val="et-EE"/>
              </w:rPr>
              <w:t xml:space="preserve">Mõisa /3, </w:t>
            </w:r>
            <w:proofErr w:type="spellStart"/>
            <w:r w:rsidR="00033687" w:rsidRPr="00033687">
              <w:rPr>
                <w:sz w:val="24"/>
                <w:szCs w:val="24"/>
                <w:lang w:val="et-EE"/>
              </w:rPr>
              <w:t>Sagadi</w:t>
            </w:r>
            <w:proofErr w:type="spellEnd"/>
            <w:r w:rsidR="00033687" w:rsidRPr="00033687">
              <w:rPr>
                <w:sz w:val="24"/>
                <w:szCs w:val="24"/>
                <w:lang w:val="et-EE"/>
              </w:rPr>
              <w:t xml:space="preserve"> küla, Haljala vald,</w:t>
            </w:r>
          </w:p>
          <w:p w14:paraId="569064F0" w14:textId="77777777" w:rsidR="00033687" w:rsidRPr="00033687" w:rsidRDefault="00033687" w:rsidP="00033687">
            <w:pPr>
              <w:rPr>
                <w:sz w:val="24"/>
                <w:szCs w:val="24"/>
                <w:lang w:val="et-EE"/>
              </w:rPr>
            </w:pPr>
            <w:r w:rsidRPr="00033687">
              <w:rPr>
                <w:sz w:val="24"/>
                <w:szCs w:val="24"/>
                <w:lang w:val="et-EE"/>
              </w:rPr>
              <w:t>45403 Lääne-Viru maakond</w:t>
            </w:r>
          </w:p>
          <w:p w14:paraId="7C7D3C53" w14:textId="77777777" w:rsidR="00033687" w:rsidRPr="00033687" w:rsidRDefault="00033687" w:rsidP="00033687">
            <w:pPr>
              <w:rPr>
                <w:sz w:val="24"/>
                <w:szCs w:val="24"/>
                <w:lang w:val="et-EE"/>
              </w:rPr>
            </w:pPr>
            <w:r w:rsidRPr="00033687">
              <w:rPr>
                <w:sz w:val="24"/>
                <w:szCs w:val="24"/>
                <w:lang w:val="et-EE"/>
              </w:rPr>
              <w:t xml:space="preserve">Tel 676 7500 </w:t>
            </w:r>
          </w:p>
          <w:p w14:paraId="6B8046FE" w14:textId="63C808D2" w:rsidR="00033687" w:rsidRPr="00033687" w:rsidRDefault="00033687" w:rsidP="00033687">
            <w:pPr>
              <w:rPr>
                <w:sz w:val="24"/>
                <w:szCs w:val="24"/>
                <w:lang w:val="et-EE"/>
              </w:rPr>
            </w:pPr>
            <w:r w:rsidRPr="00033687">
              <w:rPr>
                <w:sz w:val="24"/>
                <w:szCs w:val="24"/>
                <w:lang w:val="et-EE"/>
              </w:rPr>
              <w:t xml:space="preserve">E-post </w:t>
            </w:r>
            <w:hyperlink r:id="rId14" w:history="1">
              <w:r w:rsidRPr="00092BAC">
                <w:rPr>
                  <w:rStyle w:val="Hyperlink"/>
                  <w:sz w:val="24"/>
                  <w:szCs w:val="24"/>
                  <w:lang w:val="et-EE"/>
                </w:rPr>
                <w:t>rmk@rmk.ee</w:t>
              </w:r>
            </w:hyperlink>
            <w:r>
              <w:rPr>
                <w:sz w:val="24"/>
                <w:szCs w:val="24"/>
                <w:lang w:val="et-EE"/>
              </w:rPr>
              <w:t xml:space="preserve"> </w:t>
            </w:r>
            <w:r w:rsidRPr="00033687">
              <w:rPr>
                <w:sz w:val="24"/>
                <w:szCs w:val="24"/>
                <w:lang w:val="et-EE"/>
              </w:rPr>
              <w:t xml:space="preserve"> </w:t>
            </w:r>
            <w:r>
              <w:rPr>
                <w:sz w:val="24"/>
                <w:szCs w:val="24"/>
                <w:lang w:val="et-EE"/>
              </w:rPr>
              <w:t xml:space="preserve"> </w:t>
            </w:r>
          </w:p>
          <w:p w14:paraId="33306E71" w14:textId="77777777" w:rsidR="00033687" w:rsidRPr="00033687" w:rsidRDefault="00033687" w:rsidP="00033687">
            <w:pPr>
              <w:rPr>
                <w:sz w:val="24"/>
                <w:szCs w:val="24"/>
                <w:lang w:val="et-EE"/>
              </w:rPr>
            </w:pPr>
            <w:r w:rsidRPr="00033687">
              <w:rPr>
                <w:sz w:val="24"/>
                <w:szCs w:val="24"/>
                <w:lang w:val="et-EE"/>
              </w:rPr>
              <w:t xml:space="preserve">RMK </w:t>
            </w:r>
            <w:proofErr w:type="spellStart"/>
            <w:r w:rsidRPr="00033687">
              <w:rPr>
                <w:sz w:val="24"/>
                <w:szCs w:val="24"/>
                <w:lang w:val="et-EE"/>
              </w:rPr>
              <w:t>Metsatarisu</w:t>
            </w:r>
            <w:proofErr w:type="spellEnd"/>
            <w:r w:rsidRPr="00033687">
              <w:rPr>
                <w:sz w:val="24"/>
                <w:szCs w:val="24"/>
                <w:lang w:val="et-EE"/>
              </w:rPr>
              <w:t xml:space="preserve"> osakond</w:t>
            </w:r>
          </w:p>
          <w:p w14:paraId="288EDBAB" w14:textId="77777777" w:rsidR="00033687" w:rsidRDefault="00033687" w:rsidP="00033687">
            <w:pPr>
              <w:rPr>
                <w:sz w:val="24"/>
                <w:szCs w:val="24"/>
                <w:lang w:val="et-EE"/>
              </w:rPr>
            </w:pPr>
            <w:r w:rsidRPr="00033687">
              <w:rPr>
                <w:sz w:val="24"/>
                <w:szCs w:val="24"/>
                <w:lang w:val="et-EE"/>
              </w:rPr>
              <w:t xml:space="preserve">E-post </w:t>
            </w:r>
            <w:hyperlink r:id="rId15" w:history="1">
              <w:r w:rsidRPr="00092BAC">
                <w:rPr>
                  <w:rStyle w:val="Hyperlink"/>
                  <w:sz w:val="24"/>
                  <w:szCs w:val="24"/>
                  <w:lang w:val="et-EE"/>
                </w:rPr>
                <w:t>margus.reimann@rmk.ee</w:t>
              </w:r>
            </w:hyperlink>
            <w:r>
              <w:rPr>
                <w:sz w:val="24"/>
                <w:szCs w:val="24"/>
                <w:lang w:val="et-EE"/>
              </w:rPr>
              <w:t xml:space="preserve"> </w:t>
            </w:r>
          </w:p>
          <w:p w14:paraId="08CA5C2A" w14:textId="62F33D98" w:rsidR="00855379" w:rsidRPr="000D6565" w:rsidRDefault="00033687" w:rsidP="00033687">
            <w:pPr>
              <w:rPr>
                <w:sz w:val="24"/>
                <w:szCs w:val="24"/>
                <w:lang w:val="et-EE"/>
              </w:rPr>
            </w:pPr>
            <w:r w:rsidRPr="00033687">
              <w:rPr>
                <w:sz w:val="24"/>
                <w:szCs w:val="24"/>
                <w:lang w:val="et-EE"/>
              </w:rPr>
              <w:t xml:space="preserve"> </w:t>
            </w:r>
          </w:p>
        </w:tc>
        <w:tc>
          <w:tcPr>
            <w:tcW w:w="701" w:type="dxa"/>
            <w:shd w:val="clear" w:color="auto" w:fill="auto"/>
          </w:tcPr>
          <w:p w14:paraId="563E6929" w14:textId="77777777" w:rsidR="00254895" w:rsidRPr="000D6565" w:rsidRDefault="00254895" w:rsidP="00F95E30">
            <w:pPr>
              <w:rPr>
                <w:sz w:val="24"/>
                <w:szCs w:val="24"/>
                <w:lang w:val="et-EE"/>
              </w:rPr>
            </w:pPr>
          </w:p>
        </w:tc>
        <w:tc>
          <w:tcPr>
            <w:tcW w:w="4195" w:type="dxa"/>
            <w:shd w:val="clear" w:color="auto" w:fill="auto"/>
          </w:tcPr>
          <w:p w14:paraId="335522B0" w14:textId="77777777" w:rsidR="00254895" w:rsidRPr="000D6565" w:rsidRDefault="00EE00F0" w:rsidP="00F95E30">
            <w:pPr>
              <w:rPr>
                <w:sz w:val="24"/>
                <w:szCs w:val="24"/>
                <w:lang w:val="et-EE"/>
              </w:rPr>
            </w:pPr>
            <w:r w:rsidRPr="000D6565">
              <w:rPr>
                <w:sz w:val="24"/>
                <w:szCs w:val="24"/>
              </w:rPr>
              <w:fldChar w:fldCharType="begin"/>
            </w:r>
            <w:r w:rsidRPr="000D6565">
              <w:rPr>
                <w:sz w:val="24"/>
                <w:szCs w:val="24"/>
              </w:rPr>
              <w:instrText xml:space="preserve"> MACROBUTTON  AcceptAllChangesInDoc [Sisesta juriidilise isiku nimi] </w:instrText>
            </w:r>
            <w:r w:rsidRPr="000D6565">
              <w:rPr>
                <w:sz w:val="24"/>
                <w:szCs w:val="24"/>
              </w:rPr>
              <w:fldChar w:fldCharType="end"/>
            </w:r>
          </w:p>
          <w:p w14:paraId="642076C7" w14:textId="77777777" w:rsidR="00254895" w:rsidRPr="000D6565" w:rsidRDefault="00254895" w:rsidP="00F95E30">
            <w:pPr>
              <w:rPr>
                <w:sz w:val="24"/>
                <w:szCs w:val="24"/>
                <w:lang w:val="et-EE"/>
              </w:rPr>
            </w:pPr>
            <w:r w:rsidRPr="000D6565">
              <w:rPr>
                <w:sz w:val="24"/>
                <w:szCs w:val="24"/>
                <w:lang w:val="et-EE"/>
              </w:rPr>
              <w:t xml:space="preserve">Registrikood </w:t>
            </w:r>
            <w:r w:rsidR="00EE00F0" w:rsidRPr="000D6565">
              <w:rPr>
                <w:sz w:val="24"/>
                <w:szCs w:val="24"/>
                <w:lang w:val="et-EE"/>
              </w:rPr>
              <w:fldChar w:fldCharType="begin"/>
            </w:r>
            <w:r w:rsidR="00EE00F0" w:rsidRPr="000D6565">
              <w:rPr>
                <w:sz w:val="24"/>
                <w:szCs w:val="24"/>
                <w:lang w:val="et-EE"/>
              </w:rPr>
              <w:instrText xml:space="preserve"> MACROBUTTON  AcceptAllChangesInDoc [Sisesta registrikood] </w:instrText>
            </w:r>
            <w:r w:rsidR="00EE00F0" w:rsidRPr="000D6565">
              <w:rPr>
                <w:sz w:val="24"/>
                <w:szCs w:val="24"/>
                <w:lang w:val="et-EE"/>
              </w:rPr>
              <w:fldChar w:fldCharType="end"/>
            </w:r>
          </w:p>
          <w:p w14:paraId="4C799D03" w14:textId="77777777" w:rsidR="00254895" w:rsidRPr="000D6565" w:rsidRDefault="00254895" w:rsidP="00F95E30">
            <w:pPr>
              <w:rPr>
                <w:sz w:val="24"/>
                <w:szCs w:val="24"/>
                <w:lang w:val="et-EE"/>
              </w:rPr>
            </w:pPr>
            <w:r w:rsidRPr="000D6565">
              <w:rPr>
                <w:sz w:val="24"/>
                <w:szCs w:val="24"/>
                <w:lang w:val="et-EE"/>
              </w:rPr>
              <w:fldChar w:fldCharType="begin"/>
            </w:r>
            <w:r w:rsidRPr="000D6565">
              <w:rPr>
                <w:sz w:val="24"/>
                <w:szCs w:val="24"/>
                <w:lang w:val="et-EE"/>
              </w:rPr>
              <w:instrText>MACROBUTTON  AcceptAllChangesInDoc [Sisesta aadress]</w:instrText>
            </w:r>
            <w:r w:rsidRPr="000D6565">
              <w:rPr>
                <w:sz w:val="24"/>
                <w:szCs w:val="24"/>
                <w:lang w:val="et-EE"/>
              </w:rPr>
              <w:fldChar w:fldCharType="end"/>
            </w:r>
          </w:p>
          <w:p w14:paraId="70896B6E" w14:textId="77777777" w:rsidR="00EE00F0" w:rsidRPr="000D6565" w:rsidRDefault="00EE00F0" w:rsidP="00F95E30">
            <w:pPr>
              <w:rPr>
                <w:sz w:val="24"/>
                <w:szCs w:val="24"/>
                <w:lang w:val="et-EE"/>
              </w:rPr>
            </w:pPr>
            <w:r w:rsidRPr="000D6565">
              <w:rPr>
                <w:sz w:val="24"/>
                <w:szCs w:val="24"/>
                <w:lang w:val="et-EE"/>
              </w:rPr>
              <w:t xml:space="preserve">Tel </w:t>
            </w:r>
            <w:r w:rsidRPr="000D6565">
              <w:rPr>
                <w:sz w:val="24"/>
                <w:szCs w:val="24"/>
                <w:lang w:val="et-EE"/>
              </w:rPr>
              <w:fldChar w:fldCharType="begin"/>
            </w:r>
            <w:r w:rsidRPr="000D6565">
              <w:rPr>
                <w:sz w:val="24"/>
                <w:szCs w:val="24"/>
                <w:lang w:val="et-EE"/>
              </w:rPr>
              <w:instrText>MACROBUTTON  AcceptAllChangesInDoc [Sisesta telefon]</w:instrText>
            </w:r>
            <w:r w:rsidRPr="000D6565">
              <w:rPr>
                <w:sz w:val="24"/>
                <w:szCs w:val="24"/>
                <w:lang w:val="et-EE"/>
              </w:rPr>
              <w:fldChar w:fldCharType="end"/>
            </w:r>
          </w:p>
          <w:p w14:paraId="62EB5804" w14:textId="77777777" w:rsidR="00254895" w:rsidRPr="000D6565" w:rsidRDefault="00EE00F0" w:rsidP="00F95E30">
            <w:pPr>
              <w:rPr>
                <w:sz w:val="24"/>
                <w:szCs w:val="24"/>
                <w:lang w:val="et-EE"/>
              </w:rPr>
            </w:pPr>
            <w:r w:rsidRPr="000D6565">
              <w:rPr>
                <w:sz w:val="24"/>
                <w:szCs w:val="24"/>
                <w:lang w:val="et-EE"/>
              </w:rPr>
              <w:t xml:space="preserve">E-post </w:t>
            </w:r>
            <w:r w:rsidR="00254895" w:rsidRPr="000D6565">
              <w:rPr>
                <w:sz w:val="24"/>
                <w:szCs w:val="24"/>
                <w:lang w:val="et-EE"/>
              </w:rPr>
              <w:fldChar w:fldCharType="begin"/>
            </w:r>
            <w:r w:rsidR="00254895" w:rsidRPr="000D6565">
              <w:rPr>
                <w:sz w:val="24"/>
                <w:szCs w:val="24"/>
                <w:lang w:val="et-EE"/>
              </w:rPr>
              <w:instrText>MACROBUTTON  AcceptAllChangesInDoc [Sisesta e-post]</w:instrText>
            </w:r>
            <w:r w:rsidR="00254895" w:rsidRPr="000D6565">
              <w:rPr>
                <w:sz w:val="24"/>
                <w:szCs w:val="24"/>
                <w:lang w:val="et-EE"/>
              </w:rPr>
              <w:fldChar w:fldCharType="end"/>
            </w:r>
          </w:p>
          <w:p w14:paraId="799C716F" w14:textId="77777777" w:rsidR="00254895" w:rsidRPr="000D6565" w:rsidRDefault="00254895" w:rsidP="00F95E30">
            <w:pPr>
              <w:rPr>
                <w:sz w:val="24"/>
                <w:szCs w:val="24"/>
                <w:lang w:val="et-EE"/>
              </w:rPr>
            </w:pPr>
          </w:p>
        </w:tc>
      </w:tr>
    </w:tbl>
    <w:p w14:paraId="235E14CC" w14:textId="77777777" w:rsidR="00156458" w:rsidRPr="00156458" w:rsidRDefault="00156458" w:rsidP="00156458">
      <w:pPr>
        <w:rPr>
          <w:vanish/>
        </w:rPr>
      </w:pPr>
    </w:p>
    <w:tbl>
      <w:tblPr>
        <w:tblW w:w="0" w:type="auto"/>
        <w:tblLook w:val="04A0" w:firstRow="1" w:lastRow="0" w:firstColumn="1" w:lastColumn="0" w:noHBand="0" w:noVBand="1"/>
      </w:tblPr>
      <w:tblGrid>
        <w:gridCol w:w="4809"/>
        <w:gridCol w:w="4261"/>
      </w:tblGrid>
      <w:tr w:rsidR="00D02662" w14:paraId="7E24440F" w14:textId="77777777" w:rsidTr="000D6565">
        <w:tc>
          <w:tcPr>
            <w:tcW w:w="4928" w:type="dxa"/>
            <w:shd w:val="clear" w:color="auto" w:fill="auto"/>
          </w:tcPr>
          <w:p w14:paraId="6B509CB1" w14:textId="29F4CEC7" w:rsidR="00D02662" w:rsidRPr="000D6565" w:rsidRDefault="001C533A" w:rsidP="00156458">
            <w:pPr>
              <w:rPr>
                <w:sz w:val="24"/>
                <w:szCs w:val="24"/>
              </w:rPr>
            </w:pPr>
            <w:sdt>
              <w:sdtPr>
                <w:rPr>
                  <w:sz w:val="24"/>
                  <w:szCs w:val="24"/>
                  <w:lang w:val="et-EE"/>
                  <w14:ligatures w14:val="standardContextual"/>
                </w:rPr>
                <w:id w:val="2123798159"/>
                <w:placeholder>
                  <w:docPart w:val="5406CD32AE4E44B3B38F0EB7C9FEC870"/>
                </w:placeholder>
                <w:comboBox>
                  <w:listItem w:displayText=" " w:value=" "/>
                  <w:listItem w:displayText="(allkirjastatud digitaalselt)" w:value="(allkirjastatud digitaalselt)"/>
                </w:comboBox>
              </w:sdtPr>
              <w:sdtEndPr/>
              <w:sdtContent>
                <w:r w:rsidR="00D01FB3" w:rsidRPr="00D01FB3">
                  <w:rPr>
                    <w:sz w:val="24"/>
                    <w:szCs w:val="24"/>
                    <w:lang w:val="et-EE"/>
                    <w14:ligatures w14:val="standardContextual"/>
                  </w:rPr>
                  <w:t>(allkirjastatud digitaalselt)</w:t>
                </w:r>
              </w:sdtContent>
            </w:sdt>
          </w:p>
        </w:tc>
        <w:tc>
          <w:tcPr>
            <w:tcW w:w="4284" w:type="dxa"/>
            <w:shd w:val="clear" w:color="auto" w:fill="auto"/>
          </w:tcPr>
          <w:p w14:paraId="0E982731" w14:textId="2E43B9FC" w:rsidR="00D02662" w:rsidRPr="000D6565" w:rsidRDefault="001C533A" w:rsidP="00156458">
            <w:pPr>
              <w:rPr>
                <w:sz w:val="24"/>
                <w:szCs w:val="24"/>
              </w:rPr>
            </w:pPr>
            <w:sdt>
              <w:sdtPr>
                <w:rPr>
                  <w:sz w:val="24"/>
                  <w:szCs w:val="24"/>
                  <w:lang w:val="et-EE"/>
                  <w14:ligatures w14:val="standardContextual"/>
                </w:rPr>
                <w:id w:val="-716584691"/>
                <w:placeholder>
                  <w:docPart w:val="478B1742239F4E4292D776E1DBDAEC3F"/>
                </w:placeholder>
                <w:comboBox>
                  <w:listItem w:displayText=" " w:value=" "/>
                  <w:listItem w:displayText="(allkirjastatud digitaalselt)" w:value="(allkirjastatud digitaalselt)"/>
                </w:comboBox>
              </w:sdtPr>
              <w:sdtEndPr/>
              <w:sdtContent>
                <w:r w:rsidR="00D01FB3" w:rsidRPr="00D01FB3">
                  <w:rPr>
                    <w:sz w:val="24"/>
                    <w:szCs w:val="24"/>
                    <w:lang w:val="et-EE"/>
                    <w14:ligatures w14:val="standardContextual"/>
                  </w:rPr>
                  <w:t>(allkirjastatud digitaalselt)</w:t>
                </w:r>
              </w:sdtContent>
            </w:sdt>
          </w:p>
        </w:tc>
      </w:tr>
      <w:tr w:rsidR="00D02662" w14:paraId="06AE280B" w14:textId="77777777" w:rsidTr="000D6565">
        <w:trPr>
          <w:trHeight w:val="76"/>
        </w:trPr>
        <w:tc>
          <w:tcPr>
            <w:tcW w:w="4928" w:type="dxa"/>
            <w:shd w:val="clear" w:color="auto" w:fill="auto"/>
          </w:tcPr>
          <w:p w14:paraId="5053FBAB" w14:textId="77777777" w:rsidR="00D02662" w:rsidRPr="000D6565" w:rsidRDefault="00D02662" w:rsidP="00156458">
            <w:pPr>
              <w:rPr>
                <w:sz w:val="18"/>
                <w:szCs w:val="18"/>
              </w:rPr>
            </w:pPr>
          </w:p>
        </w:tc>
        <w:tc>
          <w:tcPr>
            <w:tcW w:w="4284" w:type="dxa"/>
            <w:shd w:val="clear" w:color="auto" w:fill="auto"/>
          </w:tcPr>
          <w:p w14:paraId="40EAB1A7" w14:textId="77777777" w:rsidR="00D02662" w:rsidRPr="000D6565" w:rsidRDefault="00D02662" w:rsidP="00156458">
            <w:pPr>
              <w:rPr>
                <w:sz w:val="18"/>
                <w:szCs w:val="18"/>
              </w:rPr>
            </w:pPr>
          </w:p>
        </w:tc>
      </w:tr>
      <w:tr w:rsidR="00D02662" w14:paraId="3484D057" w14:textId="77777777" w:rsidTr="000D6565">
        <w:tc>
          <w:tcPr>
            <w:tcW w:w="4928" w:type="dxa"/>
            <w:shd w:val="clear" w:color="auto" w:fill="auto"/>
          </w:tcPr>
          <w:p w14:paraId="6242CF56" w14:textId="4BD025C5" w:rsidR="00D02662" w:rsidRPr="000D6565" w:rsidRDefault="009C7C83" w:rsidP="00156458">
            <w:pPr>
              <w:rPr>
                <w:sz w:val="24"/>
                <w:szCs w:val="24"/>
              </w:rPr>
            </w:pPr>
            <w:r w:rsidRPr="009C7C83">
              <w:rPr>
                <w:sz w:val="24"/>
                <w:szCs w:val="24"/>
              </w:rPr>
              <w:t>Margus Reimann</w:t>
            </w:r>
          </w:p>
        </w:tc>
        <w:tc>
          <w:tcPr>
            <w:tcW w:w="4284" w:type="dxa"/>
            <w:shd w:val="clear" w:color="auto" w:fill="auto"/>
          </w:tcPr>
          <w:p w14:paraId="38190FED" w14:textId="77777777" w:rsidR="00D02662" w:rsidRPr="000D6565" w:rsidRDefault="00D02662" w:rsidP="00156458">
            <w:pPr>
              <w:rPr>
                <w:sz w:val="24"/>
                <w:szCs w:val="24"/>
              </w:rPr>
            </w:pPr>
            <w:r w:rsidRPr="000D6565">
              <w:rPr>
                <w:sz w:val="24"/>
                <w:szCs w:val="24"/>
              </w:rPr>
              <w:fldChar w:fldCharType="begin"/>
            </w:r>
            <w:r w:rsidRPr="000D6565">
              <w:rPr>
                <w:sz w:val="24"/>
                <w:szCs w:val="24"/>
              </w:rPr>
              <w:instrText xml:space="preserve"> MACROBUTTON  AcceptAllChangesInDoc [Sisesta eesnimi ja perekonnanimi] </w:instrText>
            </w:r>
            <w:r w:rsidRPr="000D6565">
              <w:rPr>
                <w:sz w:val="24"/>
                <w:szCs w:val="24"/>
              </w:rPr>
              <w:fldChar w:fldCharType="end"/>
            </w:r>
          </w:p>
        </w:tc>
      </w:tr>
    </w:tbl>
    <w:p w14:paraId="663959E4" w14:textId="77777777" w:rsidR="003445DC" w:rsidRPr="00D02662" w:rsidRDefault="003445DC" w:rsidP="00F95E30">
      <w:pPr>
        <w:rPr>
          <w:sz w:val="24"/>
          <w:szCs w:val="24"/>
          <w:lang w:val="et-EE"/>
        </w:rPr>
      </w:pPr>
    </w:p>
    <w:sectPr w:rsidR="003445DC" w:rsidRPr="00D02662" w:rsidSect="00C34C9A">
      <w:type w:val="continuous"/>
      <w:pgSz w:w="11906" w:h="16838"/>
      <w:pgMar w:top="624" w:right="1418" w:bottom="510"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049894" w14:textId="77777777" w:rsidR="002100B5" w:rsidRDefault="002100B5">
      <w:r>
        <w:separator/>
      </w:r>
    </w:p>
  </w:endnote>
  <w:endnote w:type="continuationSeparator" w:id="0">
    <w:p w14:paraId="10A06242" w14:textId="77777777" w:rsidR="002100B5" w:rsidRDefault="00210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DC89A" w14:textId="77777777" w:rsidR="002100B5" w:rsidRDefault="002100B5">
      <w:r>
        <w:separator/>
      </w:r>
    </w:p>
  </w:footnote>
  <w:footnote w:type="continuationSeparator" w:id="0">
    <w:p w14:paraId="4DFEDDEE" w14:textId="77777777" w:rsidR="002100B5" w:rsidRDefault="00210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65BC3" w14:textId="77777777" w:rsidR="00016F77" w:rsidRDefault="00016F77" w:rsidP="001D3E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9B1697" w14:textId="77777777" w:rsidR="00016F77" w:rsidRDefault="00016F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C3CAC" w14:textId="67AADC66" w:rsidR="00016F77" w:rsidRDefault="00016F77" w:rsidP="001D3E9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05207">
      <w:rPr>
        <w:rStyle w:val="PageNumber"/>
        <w:noProof/>
      </w:rPr>
      <w:t>4</w:t>
    </w:r>
    <w:r>
      <w:rPr>
        <w:rStyle w:val="PageNumber"/>
      </w:rPr>
      <w:fldChar w:fldCharType="end"/>
    </w:r>
  </w:p>
  <w:p w14:paraId="11D075FE" w14:textId="77777777" w:rsidR="00016F77" w:rsidRDefault="00016F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D5DC9" w14:textId="15356E55" w:rsidR="00CC3E7F" w:rsidRPr="00CC3E7F" w:rsidRDefault="00CC3E7F" w:rsidP="00CC3E7F">
    <w:pPr>
      <w:pStyle w:val="Header"/>
      <w:jc w:val="right"/>
      <w:rPr>
        <w:b/>
      </w:rPr>
    </w:pPr>
    <w:r w:rsidRPr="00CC3E7F">
      <w:rPr>
        <w:b/>
        <w:lang w:val="et-EE"/>
      </w:rPr>
      <w:t>Hankedokumentide lisa</w:t>
    </w:r>
    <w:r w:rsidRPr="00CC3E7F">
      <w:rPr>
        <w:b/>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F4929"/>
    <w:multiLevelType w:val="multilevel"/>
    <w:tmpl w:val="8104FC9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FDE5E1A"/>
    <w:multiLevelType w:val="multilevel"/>
    <w:tmpl w:val="15DABC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34B4E72"/>
    <w:multiLevelType w:val="hybridMultilevel"/>
    <w:tmpl w:val="4FAE1EF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8C73CD0"/>
    <w:multiLevelType w:val="multilevel"/>
    <w:tmpl w:val="3984DD8E"/>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ascii="Times New Roman" w:hAnsi="Times New Roman" w:hint="default"/>
        <w:b w:val="0"/>
        <w:i w:val="0"/>
        <w:sz w:val="24"/>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D673297"/>
    <w:multiLevelType w:val="multilevel"/>
    <w:tmpl w:val="EFD0BE9E"/>
    <w:lvl w:ilvl="0">
      <w:start w:val="6"/>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525429D"/>
    <w:multiLevelType w:val="hybridMultilevel"/>
    <w:tmpl w:val="B4F0D7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E064E2"/>
    <w:multiLevelType w:val="multilevel"/>
    <w:tmpl w:val="F7F877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B266A6"/>
    <w:multiLevelType w:val="multilevel"/>
    <w:tmpl w:val="7E5CFF4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5530874"/>
    <w:multiLevelType w:val="multilevel"/>
    <w:tmpl w:val="8104FC9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AFC3691"/>
    <w:multiLevelType w:val="multilevel"/>
    <w:tmpl w:val="8104FC9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B5539E4"/>
    <w:multiLevelType w:val="multilevel"/>
    <w:tmpl w:val="6218BC8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27511243">
    <w:abstractNumId w:val="6"/>
  </w:num>
  <w:num w:numId="2" w16cid:durableId="1865098315">
    <w:abstractNumId w:val="4"/>
  </w:num>
  <w:num w:numId="3" w16cid:durableId="949168175">
    <w:abstractNumId w:val="2"/>
  </w:num>
  <w:num w:numId="4" w16cid:durableId="1101222927">
    <w:abstractNumId w:val="7"/>
  </w:num>
  <w:num w:numId="5" w16cid:durableId="1565600062">
    <w:abstractNumId w:val="8"/>
  </w:num>
  <w:num w:numId="6" w16cid:durableId="733162911">
    <w:abstractNumId w:val="0"/>
  </w:num>
  <w:num w:numId="7" w16cid:durableId="1469516658">
    <w:abstractNumId w:val="10"/>
  </w:num>
  <w:num w:numId="8" w16cid:durableId="902764342">
    <w:abstractNumId w:val="9"/>
  </w:num>
  <w:num w:numId="9" w16cid:durableId="491798233">
    <w:abstractNumId w:val="1"/>
  </w:num>
  <w:num w:numId="10" w16cid:durableId="1747150144">
    <w:abstractNumId w:val="3"/>
  </w:num>
  <w:num w:numId="11" w16cid:durableId="14030242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565"/>
    <w:rsid w:val="00001930"/>
    <w:rsid w:val="00003436"/>
    <w:rsid w:val="00004AF2"/>
    <w:rsid w:val="00014882"/>
    <w:rsid w:val="00016F77"/>
    <w:rsid w:val="00027393"/>
    <w:rsid w:val="0003201F"/>
    <w:rsid w:val="000332DD"/>
    <w:rsid w:val="00033687"/>
    <w:rsid w:val="000350E3"/>
    <w:rsid w:val="00054EEE"/>
    <w:rsid w:val="000600EF"/>
    <w:rsid w:val="00062C86"/>
    <w:rsid w:val="00064256"/>
    <w:rsid w:val="0006519F"/>
    <w:rsid w:val="00066202"/>
    <w:rsid w:val="00071781"/>
    <w:rsid w:val="000722F1"/>
    <w:rsid w:val="000819ED"/>
    <w:rsid w:val="00082132"/>
    <w:rsid w:val="00084B64"/>
    <w:rsid w:val="000939C9"/>
    <w:rsid w:val="000962F3"/>
    <w:rsid w:val="000A07B4"/>
    <w:rsid w:val="000A0D99"/>
    <w:rsid w:val="000A3814"/>
    <w:rsid w:val="000A3820"/>
    <w:rsid w:val="000A3B10"/>
    <w:rsid w:val="000B2CF1"/>
    <w:rsid w:val="000B31C7"/>
    <w:rsid w:val="000D62CD"/>
    <w:rsid w:val="000D6565"/>
    <w:rsid w:val="000D72FB"/>
    <w:rsid w:val="000E179D"/>
    <w:rsid w:val="000E39DA"/>
    <w:rsid w:val="000F2F41"/>
    <w:rsid w:val="000F3B71"/>
    <w:rsid w:val="000F496F"/>
    <w:rsid w:val="000F6694"/>
    <w:rsid w:val="0010164B"/>
    <w:rsid w:val="001030FD"/>
    <w:rsid w:val="00103FFF"/>
    <w:rsid w:val="0010519D"/>
    <w:rsid w:val="0010598E"/>
    <w:rsid w:val="001065F2"/>
    <w:rsid w:val="0011183C"/>
    <w:rsid w:val="00114D07"/>
    <w:rsid w:val="00117DA9"/>
    <w:rsid w:val="001201FB"/>
    <w:rsid w:val="001328E6"/>
    <w:rsid w:val="00132FF9"/>
    <w:rsid w:val="0014471D"/>
    <w:rsid w:val="001467C2"/>
    <w:rsid w:val="00156458"/>
    <w:rsid w:val="00157E9B"/>
    <w:rsid w:val="00160465"/>
    <w:rsid w:val="001651CF"/>
    <w:rsid w:val="00165CCF"/>
    <w:rsid w:val="00165FA7"/>
    <w:rsid w:val="00170210"/>
    <w:rsid w:val="00170989"/>
    <w:rsid w:val="00175CE4"/>
    <w:rsid w:val="00180F5E"/>
    <w:rsid w:val="00181D90"/>
    <w:rsid w:val="0018470B"/>
    <w:rsid w:val="0019116D"/>
    <w:rsid w:val="001B0624"/>
    <w:rsid w:val="001B12D1"/>
    <w:rsid w:val="001B6D55"/>
    <w:rsid w:val="001C0B7A"/>
    <w:rsid w:val="001C533A"/>
    <w:rsid w:val="001D19DA"/>
    <w:rsid w:val="001D3E9B"/>
    <w:rsid w:val="001D46C1"/>
    <w:rsid w:val="001D6C45"/>
    <w:rsid w:val="001E1167"/>
    <w:rsid w:val="001E3392"/>
    <w:rsid w:val="001E39E9"/>
    <w:rsid w:val="001E72E8"/>
    <w:rsid w:val="00207631"/>
    <w:rsid w:val="00207D6A"/>
    <w:rsid w:val="002100B5"/>
    <w:rsid w:val="00216B5C"/>
    <w:rsid w:val="00216C1E"/>
    <w:rsid w:val="00217484"/>
    <w:rsid w:val="00221066"/>
    <w:rsid w:val="00235645"/>
    <w:rsid w:val="002374B6"/>
    <w:rsid w:val="00241D92"/>
    <w:rsid w:val="00244E22"/>
    <w:rsid w:val="00247229"/>
    <w:rsid w:val="00247638"/>
    <w:rsid w:val="00250990"/>
    <w:rsid w:val="0025269F"/>
    <w:rsid w:val="00254895"/>
    <w:rsid w:val="00265918"/>
    <w:rsid w:val="00273D29"/>
    <w:rsid w:val="002756E9"/>
    <w:rsid w:val="002912F7"/>
    <w:rsid w:val="0029481F"/>
    <w:rsid w:val="00294DEE"/>
    <w:rsid w:val="002A07CE"/>
    <w:rsid w:val="002A282E"/>
    <w:rsid w:val="002A71B1"/>
    <w:rsid w:val="002B075D"/>
    <w:rsid w:val="002B6766"/>
    <w:rsid w:val="002C4CA5"/>
    <w:rsid w:val="002D1139"/>
    <w:rsid w:val="002D1C1A"/>
    <w:rsid w:val="002D3E2F"/>
    <w:rsid w:val="002D4C6F"/>
    <w:rsid w:val="002E0151"/>
    <w:rsid w:val="002E471E"/>
    <w:rsid w:val="002F05AE"/>
    <w:rsid w:val="002F521B"/>
    <w:rsid w:val="002F6525"/>
    <w:rsid w:val="00303DA6"/>
    <w:rsid w:val="00305B01"/>
    <w:rsid w:val="0030700A"/>
    <w:rsid w:val="00312CC9"/>
    <w:rsid w:val="003170BE"/>
    <w:rsid w:val="0031753B"/>
    <w:rsid w:val="00321F11"/>
    <w:rsid w:val="003226B0"/>
    <w:rsid w:val="0033189C"/>
    <w:rsid w:val="003328CC"/>
    <w:rsid w:val="00333152"/>
    <w:rsid w:val="00333C4E"/>
    <w:rsid w:val="00335E0F"/>
    <w:rsid w:val="00335FD7"/>
    <w:rsid w:val="00336077"/>
    <w:rsid w:val="003445DC"/>
    <w:rsid w:val="00345DCC"/>
    <w:rsid w:val="00350D61"/>
    <w:rsid w:val="0035130E"/>
    <w:rsid w:val="00352137"/>
    <w:rsid w:val="00360BD2"/>
    <w:rsid w:val="003613FE"/>
    <w:rsid w:val="003808D1"/>
    <w:rsid w:val="00384599"/>
    <w:rsid w:val="00384957"/>
    <w:rsid w:val="00394027"/>
    <w:rsid w:val="003951ED"/>
    <w:rsid w:val="003A2ADB"/>
    <w:rsid w:val="003A3BA9"/>
    <w:rsid w:val="003B02EE"/>
    <w:rsid w:val="003B20F9"/>
    <w:rsid w:val="003B73CB"/>
    <w:rsid w:val="003C5DD3"/>
    <w:rsid w:val="003C6D0B"/>
    <w:rsid w:val="003D53EF"/>
    <w:rsid w:val="003E18A4"/>
    <w:rsid w:val="003E53DB"/>
    <w:rsid w:val="003F7160"/>
    <w:rsid w:val="003F7946"/>
    <w:rsid w:val="00401657"/>
    <w:rsid w:val="00416A91"/>
    <w:rsid w:val="0043132A"/>
    <w:rsid w:val="004315EE"/>
    <w:rsid w:val="004337D1"/>
    <w:rsid w:val="00433E4E"/>
    <w:rsid w:val="00434AD6"/>
    <w:rsid w:val="00441A39"/>
    <w:rsid w:val="0044275C"/>
    <w:rsid w:val="00447E69"/>
    <w:rsid w:val="00450888"/>
    <w:rsid w:val="00463806"/>
    <w:rsid w:val="00477F81"/>
    <w:rsid w:val="00480FA5"/>
    <w:rsid w:val="00490AAD"/>
    <w:rsid w:val="00496EC3"/>
    <w:rsid w:val="004972FF"/>
    <w:rsid w:val="004A14CE"/>
    <w:rsid w:val="004A7310"/>
    <w:rsid w:val="004B1614"/>
    <w:rsid w:val="004B2C82"/>
    <w:rsid w:val="004B7B04"/>
    <w:rsid w:val="004C3F67"/>
    <w:rsid w:val="004C7A60"/>
    <w:rsid w:val="004F2737"/>
    <w:rsid w:val="00503C85"/>
    <w:rsid w:val="005124FD"/>
    <w:rsid w:val="005137B2"/>
    <w:rsid w:val="00526BBC"/>
    <w:rsid w:val="00531E10"/>
    <w:rsid w:val="00544D1C"/>
    <w:rsid w:val="005471B5"/>
    <w:rsid w:val="005503EC"/>
    <w:rsid w:val="005814B4"/>
    <w:rsid w:val="0058163B"/>
    <w:rsid w:val="00581A18"/>
    <w:rsid w:val="005914C2"/>
    <w:rsid w:val="00595682"/>
    <w:rsid w:val="005B25D2"/>
    <w:rsid w:val="005B2BE2"/>
    <w:rsid w:val="005B6D44"/>
    <w:rsid w:val="005C4A89"/>
    <w:rsid w:val="005C4E14"/>
    <w:rsid w:val="005D5400"/>
    <w:rsid w:val="005D550E"/>
    <w:rsid w:val="005D6BD2"/>
    <w:rsid w:val="005E227A"/>
    <w:rsid w:val="005E679B"/>
    <w:rsid w:val="005E6EED"/>
    <w:rsid w:val="005F67F0"/>
    <w:rsid w:val="0060224C"/>
    <w:rsid w:val="00605EDA"/>
    <w:rsid w:val="00621118"/>
    <w:rsid w:val="0063197E"/>
    <w:rsid w:val="006347B4"/>
    <w:rsid w:val="00636206"/>
    <w:rsid w:val="00641825"/>
    <w:rsid w:val="00641C50"/>
    <w:rsid w:val="00642E3A"/>
    <w:rsid w:val="006436F3"/>
    <w:rsid w:val="00645553"/>
    <w:rsid w:val="006463B5"/>
    <w:rsid w:val="00647102"/>
    <w:rsid w:val="00652B6B"/>
    <w:rsid w:val="00661DB7"/>
    <w:rsid w:val="00665249"/>
    <w:rsid w:val="00666276"/>
    <w:rsid w:val="00673437"/>
    <w:rsid w:val="00692002"/>
    <w:rsid w:val="006A1F5B"/>
    <w:rsid w:val="006A4D2E"/>
    <w:rsid w:val="006B0735"/>
    <w:rsid w:val="006B6554"/>
    <w:rsid w:val="006C4138"/>
    <w:rsid w:val="006C49E4"/>
    <w:rsid w:val="006C714D"/>
    <w:rsid w:val="006E1E68"/>
    <w:rsid w:val="006F0FDD"/>
    <w:rsid w:val="006F1C89"/>
    <w:rsid w:val="006F56C2"/>
    <w:rsid w:val="00702CBE"/>
    <w:rsid w:val="00705207"/>
    <w:rsid w:val="00713EF6"/>
    <w:rsid w:val="00723EFF"/>
    <w:rsid w:val="0073708F"/>
    <w:rsid w:val="00740E70"/>
    <w:rsid w:val="0074164D"/>
    <w:rsid w:val="00751B1C"/>
    <w:rsid w:val="0075582E"/>
    <w:rsid w:val="00755E35"/>
    <w:rsid w:val="00762C29"/>
    <w:rsid w:val="00766A41"/>
    <w:rsid w:val="00770D88"/>
    <w:rsid w:val="00784AD5"/>
    <w:rsid w:val="00786FBD"/>
    <w:rsid w:val="0078716E"/>
    <w:rsid w:val="0079094A"/>
    <w:rsid w:val="007C52A8"/>
    <w:rsid w:val="007E1538"/>
    <w:rsid w:val="007E16F3"/>
    <w:rsid w:val="007E485A"/>
    <w:rsid w:val="007E5FF4"/>
    <w:rsid w:val="007F00F0"/>
    <w:rsid w:val="007F46F6"/>
    <w:rsid w:val="0080178E"/>
    <w:rsid w:val="00805FB9"/>
    <w:rsid w:val="00807898"/>
    <w:rsid w:val="00810ADF"/>
    <w:rsid w:val="00820D3B"/>
    <w:rsid w:val="008212B6"/>
    <w:rsid w:val="00822A4E"/>
    <w:rsid w:val="00825354"/>
    <w:rsid w:val="008310C2"/>
    <w:rsid w:val="0083194A"/>
    <w:rsid w:val="00836A75"/>
    <w:rsid w:val="00844D71"/>
    <w:rsid w:val="00845655"/>
    <w:rsid w:val="0084741A"/>
    <w:rsid w:val="00850045"/>
    <w:rsid w:val="00853BDF"/>
    <w:rsid w:val="00855379"/>
    <w:rsid w:val="00860E14"/>
    <w:rsid w:val="00864F1F"/>
    <w:rsid w:val="00870B3B"/>
    <w:rsid w:val="00874BFA"/>
    <w:rsid w:val="008814DA"/>
    <w:rsid w:val="00881A90"/>
    <w:rsid w:val="008878EE"/>
    <w:rsid w:val="00891938"/>
    <w:rsid w:val="008941A4"/>
    <w:rsid w:val="008961AC"/>
    <w:rsid w:val="008A24DF"/>
    <w:rsid w:val="008B3290"/>
    <w:rsid w:val="008B5696"/>
    <w:rsid w:val="008D34AB"/>
    <w:rsid w:val="008E1698"/>
    <w:rsid w:val="008E37A3"/>
    <w:rsid w:val="008F4258"/>
    <w:rsid w:val="00902546"/>
    <w:rsid w:val="00903380"/>
    <w:rsid w:val="00906455"/>
    <w:rsid w:val="00907FE6"/>
    <w:rsid w:val="0091513D"/>
    <w:rsid w:val="00916733"/>
    <w:rsid w:val="009256F6"/>
    <w:rsid w:val="0093148E"/>
    <w:rsid w:val="0093384C"/>
    <w:rsid w:val="00942A55"/>
    <w:rsid w:val="0094631D"/>
    <w:rsid w:val="00946AFD"/>
    <w:rsid w:val="00955493"/>
    <w:rsid w:val="00956133"/>
    <w:rsid w:val="00956D91"/>
    <w:rsid w:val="0097689B"/>
    <w:rsid w:val="00977ED5"/>
    <w:rsid w:val="009837BE"/>
    <w:rsid w:val="00986AD9"/>
    <w:rsid w:val="009970A1"/>
    <w:rsid w:val="009A09D5"/>
    <w:rsid w:val="009A1D41"/>
    <w:rsid w:val="009B592E"/>
    <w:rsid w:val="009B59DD"/>
    <w:rsid w:val="009B799B"/>
    <w:rsid w:val="009C388B"/>
    <w:rsid w:val="009C6E0B"/>
    <w:rsid w:val="009C7C83"/>
    <w:rsid w:val="009E2D81"/>
    <w:rsid w:val="009E5BA1"/>
    <w:rsid w:val="009F4963"/>
    <w:rsid w:val="00A2078D"/>
    <w:rsid w:val="00A21B2D"/>
    <w:rsid w:val="00A224C4"/>
    <w:rsid w:val="00A24314"/>
    <w:rsid w:val="00A24650"/>
    <w:rsid w:val="00A27783"/>
    <w:rsid w:val="00A31550"/>
    <w:rsid w:val="00A45F5C"/>
    <w:rsid w:val="00A4655F"/>
    <w:rsid w:val="00A47E39"/>
    <w:rsid w:val="00A55D94"/>
    <w:rsid w:val="00A57C7E"/>
    <w:rsid w:val="00A6565C"/>
    <w:rsid w:val="00A65A33"/>
    <w:rsid w:val="00A66DE3"/>
    <w:rsid w:val="00A72999"/>
    <w:rsid w:val="00A7304F"/>
    <w:rsid w:val="00A762F0"/>
    <w:rsid w:val="00A855A0"/>
    <w:rsid w:val="00AA1A41"/>
    <w:rsid w:val="00AA6E24"/>
    <w:rsid w:val="00AA6EA6"/>
    <w:rsid w:val="00AC164D"/>
    <w:rsid w:val="00AC246F"/>
    <w:rsid w:val="00AC37D2"/>
    <w:rsid w:val="00AC3A9D"/>
    <w:rsid w:val="00AE422F"/>
    <w:rsid w:val="00B01A0A"/>
    <w:rsid w:val="00B03556"/>
    <w:rsid w:val="00B174BD"/>
    <w:rsid w:val="00B26C44"/>
    <w:rsid w:val="00B41F6D"/>
    <w:rsid w:val="00B44D44"/>
    <w:rsid w:val="00B45E5F"/>
    <w:rsid w:val="00B54B3B"/>
    <w:rsid w:val="00B56A05"/>
    <w:rsid w:val="00B574FA"/>
    <w:rsid w:val="00B634B4"/>
    <w:rsid w:val="00B649F8"/>
    <w:rsid w:val="00B64DD4"/>
    <w:rsid w:val="00B7107E"/>
    <w:rsid w:val="00B76792"/>
    <w:rsid w:val="00B92351"/>
    <w:rsid w:val="00B94657"/>
    <w:rsid w:val="00BA0D40"/>
    <w:rsid w:val="00BA0D89"/>
    <w:rsid w:val="00BA1DFA"/>
    <w:rsid w:val="00BA36D9"/>
    <w:rsid w:val="00BA6139"/>
    <w:rsid w:val="00BA74FF"/>
    <w:rsid w:val="00BB42C0"/>
    <w:rsid w:val="00BB43B9"/>
    <w:rsid w:val="00BB6C75"/>
    <w:rsid w:val="00BC0268"/>
    <w:rsid w:val="00BC4A44"/>
    <w:rsid w:val="00BC52AC"/>
    <w:rsid w:val="00BD1DFD"/>
    <w:rsid w:val="00BD7FA3"/>
    <w:rsid w:val="00BE5274"/>
    <w:rsid w:val="00BE6360"/>
    <w:rsid w:val="00BE66B6"/>
    <w:rsid w:val="00BF2A11"/>
    <w:rsid w:val="00C0184D"/>
    <w:rsid w:val="00C0209B"/>
    <w:rsid w:val="00C02528"/>
    <w:rsid w:val="00C03C46"/>
    <w:rsid w:val="00C04E70"/>
    <w:rsid w:val="00C107FE"/>
    <w:rsid w:val="00C11940"/>
    <w:rsid w:val="00C218ED"/>
    <w:rsid w:val="00C234EB"/>
    <w:rsid w:val="00C24195"/>
    <w:rsid w:val="00C24CDF"/>
    <w:rsid w:val="00C31841"/>
    <w:rsid w:val="00C32338"/>
    <w:rsid w:val="00C34C9A"/>
    <w:rsid w:val="00C350A2"/>
    <w:rsid w:val="00C401EA"/>
    <w:rsid w:val="00C4729C"/>
    <w:rsid w:val="00C50256"/>
    <w:rsid w:val="00C537DC"/>
    <w:rsid w:val="00C7084D"/>
    <w:rsid w:val="00C731E1"/>
    <w:rsid w:val="00C76A18"/>
    <w:rsid w:val="00C83376"/>
    <w:rsid w:val="00C854D0"/>
    <w:rsid w:val="00C943B4"/>
    <w:rsid w:val="00C95C0B"/>
    <w:rsid w:val="00CA2027"/>
    <w:rsid w:val="00CA4B07"/>
    <w:rsid w:val="00CB057F"/>
    <w:rsid w:val="00CB42AD"/>
    <w:rsid w:val="00CC1ED8"/>
    <w:rsid w:val="00CC25A2"/>
    <w:rsid w:val="00CC3C8C"/>
    <w:rsid w:val="00CC3E7F"/>
    <w:rsid w:val="00CC6B89"/>
    <w:rsid w:val="00CD1C72"/>
    <w:rsid w:val="00CD78CB"/>
    <w:rsid w:val="00CE1954"/>
    <w:rsid w:val="00D00F74"/>
    <w:rsid w:val="00D01FB3"/>
    <w:rsid w:val="00D02662"/>
    <w:rsid w:val="00D04C77"/>
    <w:rsid w:val="00D06AE2"/>
    <w:rsid w:val="00D07A86"/>
    <w:rsid w:val="00D1051C"/>
    <w:rsid w:val="00D126C8"/>
    <w:rsid w:val="00D26777"/>
    <w:rsid w:val="00D346F0"/>
    <w:rsid w:val="00D3785B"/>
    <w:rsid w:val="00D4037F"/>
    <w:rsid w:val="00D41A20"/>
    <w:rsid w:val="00D42AD2"/>
    <w:rsid w:val="00D45D12"/>
    <w:rsid w:val="00D47975"/>
    <w:rsid w:val="00D52B78"/>
    <w:rsid w:val="00D5471B"/>
    <w:rsid w:val="00D677C4"/>
    <w:rsid w:val="00D67FC8"/>
    <w:rsid w:val="00D72DF3"/>
    <w:rsid w:val="00D73F75"/>
    <w:rsid w:val="00D76064"/>
    <w:rsid w:val="00D76F72"/>
    <w:rsid w:val="00D82655"/>
    <w:rsid w:val="00D84CF0"/>
    <w:rsid w:val="00D90C26"/>
    <w:rsid w:val="00D96BF5"/>
    <w:rsid w:val="00DA1541"/>
    <w:rsid w:val="00DA41FE"/>
    <w:rsid w:val="00DB0A32"/>
    <w:rsid w:val="00DB0DC6"/>
    <w:rsid w:val="00DB2645"/>
    <w:rsid w:val="00DB5F5C"/>
    <w:rsid w:val="00DC3A5E"/>
    <w:rsid w:val="00DD7481"/>
    <w:rsid w:val="00DD74E1"/>
    <w:rsid w:val="00DE2478"/>
    <w:rsid w:val="00DE5000"/>
    <w:rsid w:val="00DF6C07"/>
    <w:rsid w:val="00E001D1"/>
    <w:rsid w:val="00E176E9"/>
    <w:rsid w:val="00E20230"/>
    <w:rsid w:val="00E25DC4"/>
    <w:rsid w:val="00E30236"/>
    <w:rsid w:val="00E367DE"/>
    <w:rsid w:val="00E40C29"/>
    <w:rsid w:val="00E44059"/>
    <w:rsid w:val="00E44EC0"/>
    <w:rsid w:val="00E54519"/>
    <w:rsid w:val="00E70EEB"/>
    <w:rsid w:val="00E73687"/>
    <w:rsid w:val="00E75B37"/>
    <w:rsid w:val="00E83B63"/>
    <w:rsid w:val="00E8614D"/>
    <w:rsid w:val="00E900F4"/>
    <w:rsid w:val="00E935FB"/>
    <w:rsid w:val="00E9412F"/>
    <w:rsid w:val="00EA5851"/>
    <w:rsid w:val="00EA7F2C"/>
    <w:rsid w:val="00EB1D1E"/>
    <w:rsid w:val="00EB1E5A"/>
    <w:rsid w:val="00EB4B35"/>
    <w:rsid w:val="00EC275D"/>
    <w:rsid w:val="00EC31A1"/>
    <w:rsid w:val="00EC52DA"/>
    <w:rsid w:val="00EC674C"/>
    <w:rsid w:val="00ED0645"/>
    <w:rsid w:val="00ED0B82"/>
    <w:rsid w:val="00ED1D32"/>
    <w:rsid w:val="00ED5E92"/>
    <w:rsid w:val="00EE00F0"/>
    <w:rsid w:val="00EE5B97"/>
    <w:rsid w:val="00EF21FD"/>
    <w:rsid w:val="00EF7344"/>
    <w:rsid w:val="00EF7F04"/>
    <w:rsid w:val="00F03EAE"/>
    <w:rsid w:val="00F11CB0"/>
    <w:rsid w:val="00F14ED2"/>
    <w:rsid w:val="00F15C11"/>
    <w:rsid w:val="00F32B39"/>
    <w:rsid w:val="00F36861"/>
    <w:rsid w:val="00F41F06"/>
    <w:rsid w:val="00F43DC2"/>
    <w:rsid w:val="00F46E68"/>
    <w:rsid w:val="00F5331A"/>
    <w:rsid w:val="00F57770"/>
    <w:rsid w:val="00F60B4F"/>
    <w:rsid w:val="00F66278"/>
    <w:rsid w:val="00F74488"/>
    <w:rsid w:val="00F83B16"/>
    <w:rsid w:val="00F83D3D"/>
    <w:rsid w:val="00F85784"/>
    <w:rsid w:val="00F9397E"/>
    <w:rsid w:val="00F95E30"/>
    <w:rsid w:val="00F96359"/>
    <w:rsid w:val="00FA352F"/>
    <w:rsid w:val="00FA48FF"/>
    <w:rsid w:val="00FA5F06"/>
    <w:rsid w:val="00FA6DC7"/>
    <w:rsid w:val="00FB061B"/>
    <w:rsid w:val="00FB37F2"/>
    <w:rsid w:val="00FB7743"/>
    <w:rsid w:val="00FC4DFC"/>
    <w:rsid w:val="00FD4EDE"/>
    <w:rsid w:val="00FD6A1E"/>
    <w:rsid w:val="00FE1091"/>
    <w:rsid w:val="00FE119C"/>
    <w:rsid w:val="00FE2E39"/>
    <w:rsid w:val="00FF0274"/>
    <w:rsid w:val="00FF0ACC"/>
    <w:rsid w:val="00FF5B73"/>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EAA0F"/>
  <w15:chartTrackingRefBased/>
  <w15:docId w15:val="{275C6A4E-3D81-407B-B81C-8E289458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E39"/>
    <w:rPr>
      <w:lang w:val="en-GB"/>
    </w:rPr>
  </w:style>
  <w:style w:type="paragraph" w:styleId="Heading1">
    <w:name w:val="heading 1"/>
    <w:basedOn w:val="Normal"/>
    <w:next w:val="Normal"/>
    <w:qFormat/>
    <w:pPr>
      <w:keepNext/>
      <w:outlineLvl w:val="0"/>
    </w:pPr>
    <w:rPr>
      <w:b/>
      <w:color w:val="000000"/>
      <w:sz w:val="28"/>
      <w:lang w:eastAsia="en-US"/>
    </w:rPr>
  </w:style>
  <w:style w:type="paragraph" w:styleId="Heading2">
    <w:name w:val="heading 2"/>
    <w:basedOn w:val="Normal"/>
    <w:next w:val="Normal"/>
    <w:qFormat/>
    <w:pPr>
      <w:keepNext/>
      <w:ind w:right="-7"/>
      <w:outlineLvl w:val="1"/>
    </w:pPr>
    <w:rPr>
      <w:sz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right="-7"/>
    </w:pPr>
    <w:rPr>
      <w:sz w:val="24"/>
      <w:lang w:val="et-EE"/>
    </w:rPr>
  </w:style>
  <w:style w:type="character" w:styleId="Hyperlink">
    <w:name w:val="Hyperlink"/>
    <w:rPr>
      <w:color w:val="0000FF"/>
      <w:u w:val="single"/>
    </w:rPr>
  </w:style>
  <w:style w:type="paragraph" w:styleId="BalloonText">
    <w:name w:val="Balloon Text"/>
    <w:basedOn w:val="Normal"/>
    <w:semiHidden/>
    <w:rsid w:val="002F05AE"/>
    <w:rPr>
      <w:rFonts w:ascii="Tahoma" w:hAnsi="Tahoma" w:cs="Tahoma"/>
      <w:sz w:val="16"/>
      <w:szCs w:val="16"/>
    </w:rPr>
  </w:style>
  <w:style w:type="paragraph" w:styleId="Header">
    <w:name w:val="header"/>
    <w:basedOn w:val="Normal"/>
    <w:rsid w:val="003951ED"/>
    <w:pPr>
      <w:tabs>
        <w:tab w:val="center" w:pos="4703"/>
        <w:tab w:val="right" w:pos="9406"/>
      </w:tabs>
    </w:pPr>
  </w:style>
  <w:style w:type="character" w:styleId="PageNumber">
    <w:name w:val="page number"/>
    <w:basedOn w:val="DefaultParagraphFont"/>
    <w:rsid w:val="003951ED"/>
  </w:style>
  <w:style w:type="character" w:customStyle="1" w:styleId="normal1">
    <w:name w:val="normal1"/>
    <w:rsid w:val="00665249"/>
    <w:rPr>
      <w:rFonts w:ascii="Times New Roman" w:hAnsi="Times New Roman" w:cs="Times New Roman"/>
      <w:sz w:val="20"/>
      <w:szCs w:val="20"/>
    </w:rPr>
  </w:style>
  <w:style w:type="paragraph" w:styleId="Caption">
    <w:name w:val="caption"/>
    <w:basedOn w:val="Normal"/>
    <w:next w:val="Normal"/>
    <w:qFormat/>
    <w:rsid w:val="00DA154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lang w:val="et-EE" w:eastAsia="en-US"/>
    </w:rPr>
  </w:style>
  <w:style w:type="character" w:styleId="CommentReference">
    <w:name w:val="annotation reference"/>
    <w:uiPriority w:val="99"/>
    <w:rsid w:val="00ED5E92"/>
    <w:rPr>
      <w:sz w:val="16"/>
      <w:szCs w:val="16"/>
    </w:rPr>
  </w:style>
  <w:style w:type="paragraph" w:styleId="CommentText">
    <w:name w:val="annotation text"/>
    <w:basedOn w:val="Normal"/>
    <w:link w:val="CommentTextChar"/>
    <w:uiPriority w:val="99"/>
    <w:rsid w:val="00ED5E92"/>
  </w:style>
  <w:style w:type="character" w:customStyle="1" w:styleId="CommentTextChar">
    <w:name w:val="Comment Text Char"/>
    <w:link w:val="CommentText"/>
    <w:uiPriority w:val="99"/>
    <w:rsid w:val="00ED5E92"/>
    <w:rPr>
      <w:lang w:val="en-GB"/>
    </w:rPr>
  </w:style>
  <w:style w:type="paragraph" w:styleId="CommentSubject">
    <w:name w:val="annotation subject"/>
    <w:basedOn w:val="CommentText"/>
    <w:next w:val="CommentText"/>
    <w:link w:val="CommentSubjectChar"/>
    <w:rsid w:val="00ED5E92"/>
    <w:rPr>
      <w:b/>
      <w:bCs/>
    </w:rPr>
  </w:style>
  <w:style w:type="character" w:customStyle="1" w:styleId="CommentSubjectChar">
    <w:name w:val="Comment Subject Char"/>
    <w:link w:val="CommentSubject"/>
    <w:rsid w:val="00ED5E92"/>
    <w:rPr>
      <w:b/>
      <w:bCs/>
      <w:lang w:val="en-GB"/>
    </w:rPr>
  </w:style>
  <w:style w:type="table" w:styleId="TableGrid">
    <w:name w:val="Table Grid"/>
    <w:basedOn w:val="TableNormal"/>
    <w:uiPriority w:val="59"/>
    <w:rsid w:val="00254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2F521B"/>
    <w:pPr>
      <w:spacing w:before="100" w:beforeAutospacing="1" w:after="100" w:afterAutospacing="1"/>
    </w:pPr>
    <w:rPr>
      <w:sz w:val="24"/>
      <w:szCs w:val="24"/>
      <w:lang w:eastAsia="en-US"/>
    </w:rPr>
  </w:style>
  <w:style w:type="paragraph" w:customStyle="1" w:styleId="Pealkiri11">
    <w:name w:val="Pealkiri 11"/>
    <w:basedOn w:val="Normal"/>
    <w:rsid w:val="00D02662"/>
    <w:pPr>
      <w:numPr>
        <w:numId w:val="10"/>
      </w:numPr>
    </w:pPr>
  </w:style>
  <w:style w:type="paragraph" w:customStyle="1" w:styleId="Pealkiri21">
    <w:name w:val="Pealkiri 21"/>
    <w:basedOn w:val="Normal"/>
    <w:rsid w:val="00D02662"/>
    <w:pPr>
      <w:numPr>
        <w:ilvl w:val="1"/>
        <w:numId w:val="10"/>
      </w:numPr>
    </w:pPr>
  </w:style>
  <w:style w:type="paragraph" w:customStyle="1" w:styleId="Pealkiri31">
    <w:name w:val="Pealkiri 31"/>
    <w:basedOn w:val="Normal"/>
    <w:rsid w:val="00D02662"/>
    <w:pPr>
      <w:numPr>
        <w:ilvl w:val="2"/>
        <w:numId w:val="10"/>
      </w:numPr>
    </w:pPr>
  </w:style>
  <w:style w:type="paragraph" w:customStyle="1" w:styleId="Pealkiri41">
    <w:name w:val="Pealkiri 41"/>
    <w:basedOn w:val="Normal"/>
    <w:rsid w:val="00D02662"/>
    <w:pPr>
      <w:numPr>
        <w:ilvl w:val="3"/>
        <w:numId w:val="10"/>
      </w:numPr>
    </w:pPr>
  </w:style>
  <w:style w:type="paragraph" w:customStyle="1" w:styleId="Pealkiri51">
    <w:name w:val="Pealkiri 51"/>
    <w:basedOn w:val="Normal"/>
    <w:rsid w:val="00D02662"/>
    <w:pPr>
      <w:numPr>
        <w:ilvl w:val="4"/>
        <w:numId w:val="10"/>
      </w:numPr>
    </w:pPr>
  </w:style>
  <w:style w:type="paragraph" w:customStyle="1" w:styleId="Pealkiri61">
    <w:name w:val="Pealkiri 61"/>
    <w:basedOn w:val="Normal"/>
    <w:rsid w:val="00D02662"/>
    <w:pPr>
      <w:numPr>
        <w:ilvl w:val="5"/>
        <w:numId w:val="10"/>
      </w:numPr>
    </w:pPr>
  </w:style>
  <w:style w:type="paragraph" w:customStyle="1" w:styleId="Pealkiri71">
    <w:name w:val="Pealkiri 71"/>
    <w:basedOn w:val="Normal"/>
    <w:rsid w:val="00D02662"/>
    <w:pPr>
      <w:numPr>
        <w:ilvl w:val="6"/>
        <w:numId w:val="10"/>
      </w:numPr>
    </w:pPr>
  </w:style>
  <w:style w:type="paragraph" w:customStyle="1" w:styleId="Pealkiri81">
    <w:name w:val="Pealkiri 81"/>
    <w:basedOn w:val="Normal"/>
    <w:rsid w:val="00D02662"/>
    <w:pPr>
      <w:numPr>
        <w:ilvl w:val="7"/>
        <w:numId w:val="10"/>
      </w:numPr>
    </w:pPr>
  </w:style>
  <w:style w:type="paragraph" w:customStyle="1" w:styleId="Pealkiri91">
    <w:name w:val="Pealkiri 91"/>
    <w:basedOn w:val="Normal"/>
    <w:rsid w:val="00D02662"/>
    <w:pPr>
      <w:numPr>
        <w:ilvl w:val="8"/>
        <w:numId w:val="10"/>
      </w:numPr>
    </w:pPr>
  </w:style>
  <w:style w:type="paragraph" w:styleId="ListParagraph">
    <w:name w:val="List Paragraph"/>
    <w:basedOn w:val="Normal"/>
    <w:uiPriority w:val="34"/>
    <w:qFormat/>
    <w:rsid w:val="00D02662"/>
    <w:pPr>
      <w:ind w:left="720"/>
      <w:contextualSpacing/>
    </w:pPr>
  </w:style>
  <w:style w:type="character" w:styleId="FollowedHyperlink">
    <w:name w:val="FollowedHyperlink"/>
    <w:basedOn w:val="DefaultParagraphFont"/>
    <w:semiHidden/>
    <w:unhideWhenUsed/>
    <w:rsid w:val="00FF0ACC"/>
    <w:rPr>
      <w:color w:val="954F72" w:themeColor="followedHyperlink"/>
      <w:u w:val="single"/>
    </w:rPr>
  </w:style>
  <w:style w:type="paragraph" w:styleId="Footer">
    <w:name w:val="footer"/>
    <w:basedOn w:val="Normal"/>
    <w:link w:val="FooterChar"/>
    <w:unhideWhenUsed/>
    <w:rsid w:val="00CC3E7F"/>
    <w:pPr>
      <w:tabs>
        <w:tab w:val="center" w:pos="4536"/>
        <w:tab w:val="right" w:pos="9072"/>
      </w:tabs>
    </w:pPr>
  </w:style>
  <w:style w:type="character" w:customStyle="1" w:styleId="FooterChar">
    <w:name w:val="Footer Char"/>
    <w:basedOn w:val="DefaultParagraphFont"/>
    <w:link w:val="Footer"/>
    <w:rsid w:val="00CC3E7F"/>
    <w:rPr>
      <w:lang w:val="en-GB"/>
    </w:rPr>
  </w:style>
  <w:style w:type="character" w:styleId="UnresolvedMention">
    <w:name w:val="Unresolved Mention"/>
    <w:basedOn w:val="DefaultParagraphFont"/>
    <w:uiPriority w:val="99"/>
    <w:semiHidden/>
    <w:unhideWhenUsed/>
    <w:rsid w:val="000336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485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ia.rmk.ee/files/RMK_metsakuivenduse_ja_-teede_naidiskoosseis_2020_v4_23.09.2020.pdf"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margus.reimann@rmk.ee" TargetMode="Externa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https://media.rmk.ee/files/RMK%20metsateede%20juhis_%202020.pdf" TargetMode="External"/><Relationship Id="rId14" Type="http://schemas.openxmlformats.org/officeDocument/2006/relationships/hyperlink" Target="mailto:rmk@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Documents\Lepingud%20(k.a%20metsamaj.%20lep.)\maaparanduss&#252;steemi%20ehitusprojekti%20ekspertiisi%20teostamise%20leping_TK_07_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406CD32AE4E44B3B38F0EB7C9FEC870"/>
        <w:category>
          <w:name w:val="Üldine"/>
          <w:gallery w:val="placeholder"/>
        </w:category>
        <w:types>
          <w:type w:val="bbPlcHdr"/>
        </w:types>
        <w:behaviors>
          <w:behavior w:val="content"/>
        </w:behaviors>
        <w:guid w:val="{D583A3E6-B30A-4DAC-8C56-6C6E1CD31951}"/>
      </w:docPartPr>
      <w:docPartBody>
        <w:p w:rsidR="001A3057" w:rsidRDefault="001A3057" w:rsidP="001A3057">
          <w:pPr>
            <w:pStyle w:val="5406CD32AE4E44B3B38F0EB7C9FEC870"/>
          </w:pPr>
          <w:r w:rsidRPr="00BE118B">
            <w:rPr>
              <w:rStyle w:val="PlaceholderText"/>
            </w:rPr>
            <w:t>Choose an item.</w:t>
          </w:r>
        </w:p>
      </w:docPartBody>
    </w:docPart>
    <w:docPart>
      <w:docPartPr>
        <w:name w:val="478B1742239F4E4292D776E1DBDAEC3F"/>
        <w:category>
          <w:name w:val="Üldine"/>
          <w:gallery w:val="placeholder"/>
        </w:category>
        <w:types>
          <w:type w:val="bbPlcHdr"/>
        </w:types>
        <w:behaviors>
          <w:behavior w:val="content"/>
        </w:behaviors>
        <w:guid w:val="{B70BBD79-B21C-427D-AD68-D7DE6EA66AD4}"/>
      </w:docPartPr>
      <w:docPartBody>
        <w:p w:rsidR="001A3057" w:rsidRDefault="001A3057" w:rsidP="001A3057">
          <w:pPr>
            <w:pStyle w:val="478B1742239F4E4292D776E1DBDAEC3F"/>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57"/>
    <w:rsid w:val="001A3057"/>
    <w:rsid w:val="007F46F6"/>
    <w:rsid w:val="00881A90"/>
    <w:rsid w:val="00B174B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3057"/>
    <w:rPr>
      <w:color w:val="808080"/>
    </w:rPr>
  </w:style>
  <w:style w:type="paragraph" w:customStyle="1" w:styleId="5406CD32AE4E44B3B38F0EB7C9FEC870">
    <w:name w:val="5406CD32AE4E44B3B38F0EB7C9FEC870"/>
    <w:rsid w:val="001A3057"/>
  </w:style>
  <w:style w:type="paragraph" w:customStyle="1" w:styleId="478B1742239F4E4292D776E1DBDAEC3F">
    <w:name w:val="478B1742239F4E4292D776E1DBDAEC3F"/>
    <w:rsid w:val="001A30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AA39D-E4CA-450B-BF4D-CACE13B69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maaparandussüsteemi ehitusprojekti ekspertiisi teostamise leping_TK_07_10.dotx</Template>
  <TotalTime>40</TotalTime>
  <Pages>3</Pages>
  <Words>1076</Words>
  <Characters>9222</Characters>
  <Application>Microsoft Office Word</Application>
  <DocSecurity>0</DocSecurity>
  <Lines>76</Lines>
  <Paragraphs>20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EHITUSJÄRELVALVE      LEPING</vt:lpstr>
      <vt:lpstr>EHITUSJÄRELVALVE      LEPING</vt:lpstr>
      <vt:lpstr>EHITUSJÄRELVALVE      LEPING</vt:lpstr>
    </vt:vector>
  </TitlesOfParts>
  <Company>OÜ Laanekraav</Company>
  <LinksUpToDate>false</LinksUpToDate>
  <CharactersWithSpaces>10278</CharactersWithSpaces>
  <SharedDoc>false</SharedDoc>
  <HLinks>
    <vt:vector size="18" baseType="variant">
      <vt:variant>
        <vt:i4>458788</vt:i4>
      </vt:variant>
      <vt:variant>
        <vt:i4>62</vt:i4>
      </vt:variant>
      <vt:variant>
        <vt:i4>0</vt:i4>
      </vt:variant>
      <vt:variant>
        <vt:i4>5</vt:i4>
      </vt:variant>
      <vt:variant>
        <vt:lpwstr>mailto:rmk@rmk.ee</vt:lpwstr>
      </vt:variant>
      <vt:variant>
        <vt:lpwstr/>
      </vt:variant>
      <vt:variant>
        <vt:i4>6094926</vt:i4>
      </vt:variant>
      <vt:variant>
        <vt:i4>31</vt:i4>
      </vt:variant>
      <vt:variant>
        <vt:i4>0</vt:i4>
      </vt:variant>
      <vt:variant>
        <vt:i4>5</vt:i4>
      </vt:variant>
      <vt:variant>
        <vt:lpwstr>http://rmk.ee/files/RMK metsateede katendite projekteerimisnormid.pdf</vt:lpwstr>
      </vt:variant>
      <vt:variant>
        <vt:lpwstr/>
      </vt:variant>
      <vt:variant>
        <vt:i4>7209004</vt:i4>
      </vt:variant>
      <vt:variant>
        <vt:i4>28</vt:i4>
      </vt:variant>
      <vt:variant>
        <vt:i4>0</vt:i4>
      </vt:variant>
      <vt:variant>
        <vt:i4>5</vt:i4>
      </vt:variant>
      <vt:variant>
        <vt:lpwstr>http://rmk.ee/files/RMKmetsan%C3%A4idiskoosseis2014.pdf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EHITUSJÄRELVALVE      LEPING</dc:title>
  <dc:subject/>
  <dc:creator>Anneliis Nurk</dc:creator>
  <cp:keywords/>
  <cp:lastModifiedBy>Katrin Ametmaa</cp:lastModifiedBy>
  <cp:revision>22</cp:revision>
  <cp:lastPrinted>2010-09-08T11:13:00Z</cp:lastPrinted>
  <dcterms:created xsi:type="dcterms:W3CDTF">2021-08-17T08:35:00Z</dcterms:created>
  <dcterms:modified xsi:type="dcterms:W3CDTF">2024-11-14T08:19:00Z</dcterms:modified>
</cp:coreProperties>
</file>